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A1C66" w14:textId="0B412D81" w:rsidR="00695C76" w:rsidRPr="00893628" w:rsidRDefault="00234ACC" w:rsidP="00695C76">
      <w:pPr>
        <w:pStyle w:val="berschrift2"/>
      </w:pPr>
      <w:r w:rsidRPr="00234ACC">
        <w:t>BIO INX</w:t>
      </w:r>
      <w:r>
        <w:t xml:space="preserve"> </w:t>
      </w:r>
      <w:r w:rsidR="7829A2DF">
        <w:t>und Puredyne</w:t>
      </w:r>
      <w:r w:rsidR="21A09159">
        <w:t xml:space="preserve"> treiben Anwendung im Bioprinting voran</w:t>
      </w:r>
    </w:p>
    <w:p w14:paraId="1E1054D1" w14:textId="77777777" w:rsidR="00695C76" w:rsidRPr="00893628" w:rsidRDefault="00695C76" w:rsidP="00695C76"/>
    <w:p w14:paraId="58773D09" w14:textId="604F0231" w:rsidR="00695C76" w:rsidRPr="00893628" w:rsidRDefault="00893628" w:rsidP="00695C76">
      <w:r w:rsidRPr="00893628">
        <w:rPr>
          <w:b/>
        </w:rPr>
        <w:t xml:space="preserve">Eine </w:t>
      </w:r>
      <w:r w:rsidR="00256ED5">
        <w:rPr>
          <w:b/>
        </w:rPr>
        <w:t>Kollaboration</w:t>
      </w:r>
      <w:r w:rsidR="00CF52EC">
        <w:rPr>
          <w:b/>
        </w:rPr>
        <w:t>,</w:t>
      </w:r>
      <w:r w:rsidRPr="00893628">
        <w:rPr>
          <w:b/>
        </w:rPr>
        <w:t xml:space="preserve"> </w:t>
      </w:r>
      <w:r w:rsidR="005710F4">
        <w:rPr>
          <w:b/>
        </w:rPr>
        <w:t>von der</w:t>
      </w:r>
      <w:r w:rsidRPr="00893628">
        <w:rPr>
          <w:b/>
        </w:rPr>
        <w:t xml:space="preserve"> Bioprinterhersteller </w:t>
      </w:r>
      <w:r w:rsidR="005710F4">
        <w:rPr>
          <w:b/>
        </w:rPr>
        <w:t>und Anwender profitieren</w:t>
      </w:r>
      <w:r w:rsidRPr="00893628">
        <w:rPr>
          <w:b/>
        </w:rPr>
        <w:t>.</w:t>
      </w:r>
    </w:p>
    <w:p w14:paraId="06F056F8" w14:textId="77777777" w:rsidR="001854FD" w:rsidRDefault="001854FD" w:rsidP="00893628">
      <w:pPr>
        <w:spacing w:line="360" w:lineRule="auto"/>
        <w:ind w:right="1701"/>
      </w:pPr>
    </w:p>
    <w:p w14:paraId="25A6BE88" w14:textId="70A8CC31" w:rsidR="002D3003" w:rsidRDefault="00234ACC" w:rsidP="002D3003">
      <w:pPr>
        <w:spacing w:line="360" w:lineRule="auto"/>
        <w:ind w:right="1701"/>
      </w:pPr>
      <w:r w:rsidRPr="00234ACC">
        <w:t>BIO INX</w:t>
      </w:r>
      <w:r w:rsidRPr="008F2130">
        <w:t xml:space="preserve"> </w:t>
      </w:r>
      <w:r w:rsidR="2F1F8A5B" w:rsidRPr="008F2130">
        <w:t xml:space="preserve">und Puredyne </w:t>
      </w:r>
      <w:r w:rsidR="00951A3E">
        <w:t xml:space="preserve">arbeiten gemeinsam an </w:t>
      </w:r>
      <w:r w:rsidR="00A03DDD">
        <w:t>einem</w:t>
      </w:r>
      <w:r w:rsidR="00785C6E">
        <w:t xml:space="preserve"> </w:t>
      </w:r>
      <w:r w:rsidR="00A81504">
        <w:t>Projekt</w:t>
      </w:r>
      <w:r w:rsidR="2F1F8A5B" w:rsidRPr="008F2130">
        <w:t xml:space="preserve">, um </w:t>
      </w:r>
      <w:r w:rsidR="00092011">
        <w:t>der</w:t>
      </w:r>
      <w:r w:rsidR="003F45CA" w:rsidRPr="008F2130">
        <w:t xml:space="preserve"> </w:t>
      </w:r>
      <w:r w:rsidR="6253263B" w:rsidRPr="008F2130">
        <w:t>Kombination</w:t>
      </w:r>
      <w:r w:rsidR="1A03B462" w:rsidRPr="008F2130">
        <w:t xml:space="preserve"> des optimalen Biomaterials mit einer präzisen Drucktechnologie </w:t>
      </w:r>
      <w:r w:rsidR="02711BC0">
        <w:t xml:space="preserve">noch mehr Priorität zu </w:t>
      </w:r>
      <w:r w:rsidR="358540F4">
        <w:t>verleihen</w:t>
      </w:r>
      <w:r w:rsidR="5E975FB3">
        <w:t>.</w:t>
      </w:r>
      <w:r w:rsidR="02711BC0">
        <w:t xml:space="preserve"> </w:t>
      </w:r>
      <w:r w:rsidR="004D17D2" w:rsidRPr="008F2130">
        <w:t xml:space="preserve">Schonendes Materialhandling </w:t>
      </w:r>
      <w:r w:rsidR="6C816544">
        <w:t xml:space="preserve">und präzises </w:t>
      </w:r>
      <w:r w:rsidR="00BE5E0D">
        <w:t xml:space="preserve">Dosieren </w:t>
      </w:r>
      <w:r w:rsidR="00BE5E0D" w:rsidRPr="008F2130">
        <w:t>steht</w:t>
      </w:r>
      <w:r w:rsidR="00ED62CD">
        <w:t xml:space="preserve"> </w:t>
      </w:r>
      <w:r w:rsidR="004D4C39" w:rsidRPr="008F2130">
        <w:t xml:space="preserve">an oberster Stelle. </w:t>
      </w:r>
      <w:r w:rsidR="007A6D02" w:rsidRPr="008F2130">
        <w:t xml:space="preserve">Deshalb hat sich </w:t>
      </w:r>
      <w:r w:rsidR="0009036D" w:rsidRPr="00234ACC">
        <w:t>BIO INX</w:t>
      </w:r>
      <w:r w:rsidR="0009036D" w:rsidRPr="008F2130">
        <w:t xml:space="preserve"> </w:t>
      </w:r>
      <w:r w:rsidR="007A6D02" w:rsidRPr="008F2130">
        <w:t>für den Druckkopf von Puredyne entschieden.</w:t>
      </w:r>
      <w:r w:rsidR="003D07AF">
        <w:t xml:space="preserve"> </w:t>
      </w:r>
      <w:r w:rsidR="00957D0A">
        <w:t xml:space="preserve">Auf der diesjährigen </w:t>
      </w:r>
      <w:r w:rsidR="00E24E78">
        <w:t>Konferenz Termis in Manchester traf sich d</w:t>
      </w:r>
      <w:r w:rsidR="0026514A">
        <w:t xml:space="preserve">as Puredyne Team </w:t>
      </w:r>
      <w:r w:rsidR="3951C0EB">
        <w:t>erstmals</w:t>
      </w:r>
      <w:r w:rsidR="0026514A">
        <w:t xml:space="preserve"> persönlich mit de</w:t>
      </w:r>
      <w:r w:rsidR="00A05040">
        <w:t>m</w:t>
      </w:r>
      <w:r w:rsidR="0026514A">
        <w:t xml:space="preserve"> belgischen Biomaterialhersteller. </w:t>
      </w:r>
    </w:p>
    <w:p w14:paraId="4FEAD88D" w14:textId="59AE8CC9" w:rsidR="002D3003" w:rsidRDefault="007213BE" w:rsidP="007213BE">
      <w:pPr>
        <w:spacing w:line="360" w:lineRule="auto"/>
        <w:ind w:right="1701"/>
      </w:pPr>
      <w:r>
        <w:t xml:space="preserve">„Wir glauben, dass BIO INX und Puredyne eine gemeinsame Mission haben. Bei BIO INX sind wir bestrebt, dass alle unsere Materialien nach dem Prinzip ‚plug &amp; print‘ funktionieren und somit unsere Kunden zur Optimierung des Resultats kaum selbst Hand anlegen müssen, was wiederum die Reproduzierbarkeit maximiert. Zwei Wege führen dorthin: </w:t>
      </w:r>
      <w:r w:rsidR="00822445">
        <w:t>O</w:t>
      </w:r>
      <w:r>
        <w:t>ptimale Materialien, aber auch optimierte Geräte. Durch die Kombination der fein abgestimmten BIO INX-Materialien mit der optimierten Dosierung des Puredyne-Druckkopfes ist das schlüsselfertige Bioprinting näher denn je"</w:t>
      </w:r>
      <w:r w:rsidR="0042615C">
        <w:t>,</w:t>
      </w:r>
      <w:r>
        <w:t xml:space="preserve"> </w:t>
      </w:r>
      <w:r w:rsidR="00234ACC" w:rsidRPr="00234ACC">
        <w:t>Jasper Van Hoorick, CEO von BIO INX</w:t>
      </w:r>
    </w:p>
    <w:p w14:paraId="5B26B98E" w14:textId="77777777" w:rsidR="008F2130" w:rsidRDefault="008F2130" w:rsidP="002D3003">
      <w:pPr>
        <w:spacing w:line="360" w:lineRule="auto"/>
        <w:ind w:right="1701"/>
      </w:pPr>
    </w:p>
    <w:p w14:paraId="1A0D19EB" w14:textId="6736EF35" w:rsidR="00B239D7" w:rsidRDefault="0026514A" w:rsidP="002D3003">
      <w:pPr>
        <w:spacing w:line="360" w:lineRule="auto"/>
        <w:ind w:right="1701"/>
      </w:pPr>
      <w:r>
        <w:t>Gemeinsame Versuche sind bereits vielversprechen</w:t>
      </w:r>
      <w:r w:rsidR="00955FC3">
        <w:t xml:space="preserve">d: </w:t>
      </w:r>
      <w:r w:rsidR="0035221D">
        <w:t xml:space="preserve">Bei </w:t>
      </w:r>
      <w:r w:rsidR="00955FC3">
        <w:t xml:space="preserve">synthetischen bis hin zu </w:t>
      </w:r>
      <w:r w:rsidR="00A22B6E">
        <w:t>naturbelassenen Biomaterialien</w:t>
      </w:r>
      <w:r w:rsidR="00955FC3">
        <w:t xml:space="preserve"> </w:t>
      </w:r>
      <w:r w:rsidR="006D0123">
        <w:t xml:space="preserve">für extrusionsbasierte Verfahren </w:t>
      </w:r>
      <w:r w:rsidR="00955FC3">
        <w:t xml:space="preserve">zeigt sich, dass der Druckkopf von Puredyne </w:t>
      </w:r>
      <w:r w:rsidR="00A9440C">
        <w:t xml:space="preserve">und </w:t>
      </w:r>
      <w:r w:rsidR="008122E2">
        <w:t xml:space="preserve">die Materialien von </w:t>
      </w:r>
      <w:r w:rsidR="00234ACC" w:rsidRPr="00234ACC">
        <w:t>BIO INX</w:t>
      </w:r>
      <w:r w:rsidR="00234ACC">
        <w:t xml:space="preserve"> </w:t>
      </w:r>
      <w:r w:rsidR="00A05040">
        <w:t>ein per</w:t>
      </w:r>
      <w:r w:rsidR="00CF33EF">
        <w:t>fe</w:t>
      </w:r>
      <w:r w:rsidR="6A4AD893">
        <w:t>kte</w:t>
      </w:r>
      <w:r w:rsidR="402C09DB">
        <w:t>s</w:t>
      </w:r>
      <w:r w:rsidR="00CF33EF">
        <w:t xml:space="preserve"> Match </w:t>
      </w:r>
      <w:r w:rsidR="009578D8">
        <w:t>bilden</w:t>
      </w:r>
      <w:r w:rsidR="006C2705">
        <w:t>.</w:t>
      </w:r>
      <w:r w:rsidR="009578D8">
        <w:t xml:space="preserve"> </w:t>
      </w:r>
    </w:p>
    <w:p w14:paraId="031FFFA7" w14:textId="654F6C9D" w:rsidR="00B239D7" w:rsidRDefault="676C454A" w:rsidP="3E41AD6F">
      <w:pPr>
        <w:spacing w:line="360" w:lineRule="auto"/>
        <w:ind w:right="1701"/>
      </w:pPr>
      <w:r>
        <w:t>“</w:t>
      </w:r>
      <w:r w:rsidR="31214266">
        <w:t xml:space="preserve">Die Zusammenarbeit </w:t>
      </w:r>
      <w:r w:rsidR="4F223C6A">
        <w:t xml:space="preserve">mit </w:t>
      </w:r>
      <w:r w:rsidR="00234ACC" w:rsidRPr="00234ACC">
        <w:t>BIO INX</w:t>
      </w:r>
      <w:r w:rsidR="00234ACC">
        <w:t xml:space="preserve"> </w:t>
      </w:r>
      <w:r w:rsidR="0035221D">
        <w:t>bringt uns</w:t>
      </w:r>
      <w:r w:rsidR="4F223C6A">
        <w:t xml:space="preserve"> i</w:t>
      </w:r>
      <w:r w:rsidR="100F9A99">
        <w:t xml:space="preserve">n dem </w:t>
      </w:r>
      <w:r w:rsidR="4F223C6A">
        <w:t xml:space="preserve">Bereich </w:t>
      </w:r>
      <w:r w:rsidR="2EBB60BA" w:rsidRPr="008F2130">
        <w:t xml:space="preserve">der </w:t>
      </w:r>
      <w:r w:rsidR="12E134CE">
        <w:t xml:space="preserve">regenerativen Medizin </w:t>
      </w:r>
      <w:r w:rsidR="0035221D">
        <w:t xml:space="preserve">voran </w:t>
      </w:r>
      <w:r w:rsidR="39B1694D" w:rsidRPr="008F2130">
        <w:t xml:space="preserve">und </w:t>
      </w:r>
      <w:r w:rsidR="00DB4116">
        <w:t>stellt</w:t>
      </w:r>
      <w:r w:rsidR="2321F83A">
        <w:t xml:space="preserve"> </w:t>
      </w:r>
      <w:r w:rsidR="39B1694D" w:rsidRPr="008F2130">
        <w:t xml:space="preserve">die Vorteile </w:t>
      </w:r>
      <w:r w:rsidR="53A3B7DF" w:rsidRPr="008F2130">
        <w:t>von Puredyne in den Vordergrund</w:t>
      </w:r>
      <w:r w:rsidR="39B1694D" w:rsidRPr="008F2130">
        <w:t>.</w:t>
      </w:r>
      <w:r w:rsidR="74F0FBDD" w:rsidRPr="008F2130">
        <w:t xml:space="preserve"> </w:t>
      </w:r>
      <w:r w:rsidR="1E06ECB5" w:rsidRPr="008F2130">
        <w:t>Durch die präzise Ansteuerung der Temperierungseinheit l</w:t>
      </w:r>
      <w:r w:rsidR="44950D59">
        <w:t xml:space="preserve">assen sich die </w:t>
      </w:r>
      <w:r w:rsidR="00E1547A">
        <w:t>BIO INX</w:t>
      </w:r>
      <w:r w:rsidR="44950D59">
        <w:t>-Biomaterialien</w:t>
      </w:r>
      <w:r w:rsidR="1E06ECB5" w:rsidRPr="008F2130">
        <w:t xml:space="preserve"> </w:t>
      </w:r>
      <w:r w:rsidR="384F5526" w:rsidRPr="008F2130">
        <w:t xml:space="preserve">optimal auf den Druckprozess einstellen </w:t>
      </w:r>
      <w:r w:rsidR="3E82BC31">
        <w:t>und zu einem Konstrukt d</w:t>
      </w:r>
      <w:r w:rsidR="384F5526" w:rsidRPr="008F2130">
        <w:t>rucken</w:t>
      </w:r>
      <w:r w:rsidR="4C3BD9CF">
        <w:t xml:space="preserve"> – </w:t>
      </w:r>
      <w:r w:rsidR="00622CDB">
        <w:t>so können wir einen sicheren Druckprozess garantieren</w:t>
      </w:r>
      <w:r w:rsidR="008F2130">
        <w:t>“</w:t>
      </w:r>
      <w:r w:rsidR="0042615C">
        <w:t>,</w:t>
      </w:r>
      <w:r w:rsidR="009750BD">
        <w:t xml:space="preserve"> Felix Gruber, </w:t>
      </w:r>
      <w:r w:rsidR="00E121CC">
        <w:t>Business Development Manager Puredyne.</w:t>
      </w:r>
    </w:p>
    <w:p w14:paraId="400EBD34" w14:textId="60016878" w:rsidR="00B239D7" w:rsidRDefault="00B239D7" w:rsidP="64F92B39">
      <w:pPr>
        <w:spacing w:line="360" w:lineRule="auto"/>
        <w:ind w:right="1701"/>
        <w:rPr>
          <w:highlight w:val="yellow"/>
        </w:rPr>
      </w:pPr>
    </w:p>
    <w:p w14:paraId="7C456AAF" w14:textId="447812E9" w:rsidR="0026514A" w:rsidRPr="001854FD" w:rsidRDefault="1E756555" w:rsidP="002D3003">
      <w:pPr>
        <w:spacing w:line="360" w:lineRule="auto"/>
        <w:ind w:right="1701"/>
      </w:pPr>
      <w:r>
        <w:t>Forschende</w:t>
      </w:r>
      <w:r w:rsidR="5EE18FA3">
        <w:t xml:space="preserve"> können sich darauf verlassen</w:t>
      </w:r>
      <w:r>
        <w:t xml:space="preserve">, </w:t>
      </w:r>
      <w:r w:rsidR="7B5C0FBE">
        <w:t xml:space="preserve">dass </w:t>
      </w:r>
      <w:r w:rsidR="0E6CA5A2">
        <w:t xml:space="preserve">das eingesetzte </w:t>
      </w:r>
      <w:r w:rsidR="7B5C0FBE">
        <w:t xml:space="preserve">Biomaterial </w:t>
      </w:r>
      <w:r w:rsidR="00AC8B11">
        <w:t xml:space="preserve">von </w:t>
      </w:r>
      <w:r w:rsidR="006D5A87">
        <w:t>BIO INX</w:t>
      </w:r>
      <w:r w:rsidR="15D5B269">
        <w:t xml:space="preserve"> </w:t>
      </w:r>
      <w:r w:rsidR="7B5C0FBE">
        <w:t>präzise</w:t>
      </w:r>
      <w:r w:rsidR="3BB07175">
        <w:t xml:space="preserve">, schonend und </w:t>
      </w:r>
      <w:r w:rsidR="0E6CA5A2">
        <w:t xml:space="preserve">damit </w:t>
      </w:r>
      <w:r w:rsidR="4B062315">
        <w:t xml:space="preserve">kosteneffizient </w:t>
      </w:r>
      <w:r w:rsidR="30D85875">
        <w:t>dosiert</w:t>
      </w:r>
      <w:r w:rsidR="4B062315">
        <w:t xml:space="preserve"> wird.</w:t>
      </w:r>
      <w:r w:rsidR="5EE18FA3">
        <w:t xml:space="preserve"> </w:t>
      </w:r>
      <w:r w:rsidR="1743C8D6">
        <w:t>Dabei behalten sie die Flexibilität in der Auswahl des Bioprinters.</w:t>
      </w:r>
      <w:r w:rsidR="00E1547A">
        <w:t xml:space="preserve"> </w:t>
      </w:r>
      <w:r w:rsidR="00B239D7">
        <w:t xml:space="preserve">Für die Zukunft sind bereits weitere </w:t>
      </w:r>
      <w:r w:rsidR="00B239D7">
        <w:lastRenderedPageBreak/>
        <w:t>Versuche in Planung</w:t>
      </w:r>
      <w:r w:rsidR="007A7023">
        <w:t>, um Material und Druckkopf noch besser aufeinander abzustimmen</w:t>
      </w:r>
      <w:r w:rsidR="1091FF2C">
        <w:t>.</w:t>
      </w:r>
      <w:r w:rsidR="00784E03">
        <w:t xml:space="preserve">   </w:t>
      </w:r>
      <w:r w:rsidR="00955FC3">
        <w:t xml:space="preserve"> </w:t>
      </w:r>
    </w:p>
    <w:p w14:paraId="7F8281E5" w14:textId="77777777" w:rsidR="0012789C" w:rsidRPr="001854FD" w:rsidRDefault="0012789C" w:rsidP="004F43B2">
      <w:pPr>
        <w:spacing w:line="360" w:lineRule="auto"/>
        <w:ind w:right="1701"/>
      </w:pPr>
    </w:p>
    <w:p w14:paraId="4CBE24E1" w14:textId="4759110E" w:rsidR="00F12F6C" w:rsidRPr="00031C83" w:rsidRDefault="00AE478A" w:rsidP="00F12F6C">
      <w:pPr>
        <w:pStyle w:val="Fliesstext"/>
      </w:pPr>
      <w:r>
        <w:t>2.197</w:t>
      </w:r>
      <w:r w:rsidR="00D141B3" w:rsidRPr="009C3749">
        <w:t xml:space="preserve"> </w:t>
      </w:r>
      <w:r w:rsidR="00F12F6C" w:rsidRPr="009C3749">
        <w:t xml:space="preserve">Zeichen inkl. Leerzeichen. </w:t>
      </w:r>
      <w:r w:rsidR="00F12F6C" w:rsidRPr="00031C83">
        <w:t>Abdruck honorarfrei. Beleg erbeten.</w:t>
      </w:r>
    </w:p>
    <w:p w14:paraId="35999ACA" w14:textId="77777777" w:rsidR="00841C9D" w:rsidRDefault="00841C9D" w:rsidP="00F12F6C">
      <w:pPr>
        <w:pStyle w:val="Subheadline"/>
      </w:pPr>
    </w:p>
    <w:p w14:paraId="408641D2" w14:textId="010BBA52" w:rsidR="00F12F6C" w:rsidRPr="00031C83" w:rsidRDefault="00F12F6C" w:rsidP="00F12F6C">
      <w:pPr>
        <w:pStyle w:val="Subheadline"/>
      </w:pPr>
      <w:r w:rsidRPr="00031C83">
        <w:t>Bildmaterial:</w:t>
      </w:r>
    </w:p>
    <w:p w14:paraId="5669E364" w14:textId="2BE43D8C" w:rsidR="00D23AF3" w:rsidRPr="005D1B85" w:rsidRDefault="00AF0064" w:rsidP="00695C76">
      <w:pPr>
        <w:pStyle w:val="StandardWeb"/>
        <w:spacing w:line="360" w:lineRule="auto"/>
        <w:ind w:right="1273"/>
        <w:rPr>
          <w:rFonts w:cs="Arial"/>
        </w:rPr>
      </w:pPr>
      <w:r>
        <w:rPr>
          <w:noProof/>
          <w:lang w:val="en-US"/>
        </w:rPr>
        <w:drawing>
          <wp:inline distT="0" distB="0" distL="0" distR="0" wp14:anchorId="6CEEDAE0" wp14:editId="224FAB4D">
            <wp:extent cx="2419350" cy="1816318"/>
            <wp:effectExtent l="0" t="0" r="0" b="0"/>
            <wp:docPr id="1923911909" name="Grafik 1" descr="Ein Bild, das Text, Kleidung, Perso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911909" name="Grafik 1" descr="Ein Bild, das Text, Kleidung, Person, Man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33246" cy="1826750"/>
                    </a:xfrm>
                    <a:prstGeom prst="rect">
                      <a:avLst/>
                    </a:prstGeom>
                    <a:noFill/>
                    <a:ln>
                      <a:noFill/>
                    </a:ln>
                  </pic:spPr>
                </pic:pic>
              </a:graphicData>
            </a:graphic>
          </wp:inline>
        </w:drawing>
      </w:r>
      <w:r w:rsidR="00695C76" w:rsidRPr="005D1B85">
        <w:br/>
      </w:r>
      <w:r w:rsidR="005D1B85" w:rsidRPr="005D1B85">
        <w:rPr>
          <w:i/>
          <w:sz w:val="18"/>
          <w:szCs w:val="18"/>
        </w:rPr>
        <w:t>Felix Gruber, Jasper Van Hoorick und Raphael Lichtnecker (v</w:t>
      </w:r>
      <w:r w:rsidR="005D1B85">
        <w:rPr>
          <w:i/>
          <w:sz w:val="18"/>
          <w:szCs w:val="18"/>
        </w:rPr>
        <w:t>.l.</w:t>
      </w:r>
      <w:r w:rsidR="005D1B85" w:rsidRPr="005D1B85">
        <w:rPr>
          <w:i/>
          <w:sz w:val="18"/>
          <w:szCs w:val="18"/>
        </w:rPr>
        <w:t>) auf der Formnext</w:t>
      </w:r>
    </w:p>
    <w:p w14:paraId="37454C92" w14:textId="77777777" w:rsidR="00A115C7" w:rsidRPr="005D1B85" w:rsidRDefault="00A115C7" w:rsidP="000B1D62">
      <w:pPr>
        <w:rPr>
          <w:b/>
        </w:rPr>
      </w:pPr>
    </w:p>
    <w:p w14:paraId="78973D53" w14:textId="77777777" w:rsidR="00D56D5D" w:rsidRPr="00AE478A" w:rsidRDefault="00327A1C" w:rsidP="000B1D62">
      <w:pPr>
        <w:rPr>
          <w:lang w:val="en-US"/>
        </w:rPr>
      </w:pPr>
      <w:r w:rsidRPr="00695C76">
        <w:rPr>
          <w:b/>
          <w:bCs/>
          <w:lang w:val="en-US"/>
        </w:rPr>
        <w:t xml:space="preserve">Simply progressive. </w:t>
      </w:r>
      <w:r w:rsidRPr="001C0943">
        <w:rPr>
          <w:b/>
          <w:bCs/>
          <w:lang w:val="en-US"/>
        </w:rPr>
        <w:t xml:space="preserve">Simply usable. </w:t>
      </w:r>
      <w:r w:rsidRPr="00AE478A">
        <w:rPr>
          <w:b/>
          <w:lang w:val="en-US"/>
        </w:rPr>
        <w:t>Simply pure.</w:t>
      </w:r>
      <w:r w:rsidR="00CB426A" w:rsidRPr="00AE478A">
        <w:rPr>
          <w:lang w:val="en-US"/>
        </w:rPr>
        <w:t xml:space="preserve"> </w:t>
      </w:r>
      <w:r w:rsidR="00CB426A" w:rsidRPr="00AE478A">
        <w:rPr>
          <w:lang w:val="en-US"/>
        </w:rPr>
        <w:br/>
      </w:r>
    </w:p>
    <w:p w14:paraId="5D189382" w14:textId="77777777" w:rsidR="00327A1C" w:rsidRDefault="00327A1C" w:rsidP="00AC1676">
      <w:r>
        <w:t>Puredyne</w:t>
      </w:r>
      <w:r w:rsidR="003A23BF" w:rsidRPr="003449AB">
        <w:t xml:space="preserve"> steht für </w:t>
      </w:r>
      <w:r>
        <w:t xml:space="preserve">Druckköpfe, die </w:t>
      </w:r>
      <w:r w:rsidR="001C0943">
        <w:t>die bewährte ViscoTec Dosiertechnologie</w:t>
      </w:r>
      <w:r w:rsidR="000B1D62">
        <w:t xml:space="preserve"> </w:t>
      </w:r>
      <w:r>
        <w:t xml:space="preserve">mit Single-Use Kartuschen kombinieren. </w:t>
      </w:r>
      <w:r w:rsidR="001C0943">
        <w:t xml:space="preserve">Dank Endloskolben-Prinzip ermöglicht </w:t>
      </w:r>
      <w:r>
        <w:t>Puredyne volumetrisches Dosieren</w:t>
      </w:r>
      <w:r w:rsidR="004A45C4">
        <w:t xml:space="preserve"> – unabhängig von Viskositäten und besonders schonend</w:t>
      </w:r>
      <w:r>
        <w:t xml:space="preserve">. </w:t>
      </w:r>
      <w:r w:rsidR="00A91752">
        <w:t xml:space="preserve">Die neue Marke entstand im Jahr 2021. </w:t>
      </w:r>
      <w:r w:rsidR="00CB426A">
        <w:t xml:space="preserve">Das Einsatzgebiet der Druckköpfe umfasst </w:t>
      </w:r>
      <w:r w:rsidR="000B1D62">
        <w:t xml:space="preserve">den Bereich </w:t>
      </w:r>
      <w:r w:rsidR="00CB426A">
        <w:t>Bioprinting</w:t>
      </w:r>
      <w:r w:rsidR="001C0943">
        <w:t xml:space="preserve"> bzw. </w:t>
      </w:r>
      <w:r w:rsidR="00CB426A">
        <w:t>regenerative Medizin</w:t>
      </w:r>
      <w:r w:rsidR="009C54F9">
        <w:t>, e</w:t>
      </w:r>
      <w:r w:rsidR="00B55E60">
        <w:t>ine</w:t>
      </w:r>
      <w:r w:rsidR="001C0943">
        <w:t xml:space="preserve"> </w:t>
      </w:r>
      <w:r w:rsidR="00B55E60">
        <w:t>Aus</w:t>
      </w:r>
      <w:r w:rsidR="001C0943">
        <w:t>weitung auf weitere Branchen ist geplant.</w:t>
      </w:r>
    </w:p>
    <w:p w14:paraId="12DFD3E5" w14:textId="77777777" w:rsidR="00CB426A" w:rsidRDefault="00CB426A" w:rsidP="00AC1676"/>
    <w:p w14:paraId="2FD0C0B9" w14:textId="77777777" w:rsidR="00CB426A" w:rsidRDefault="00CB426A" w:rsidP="00CB426A">
      <w:r>
        <w:t>Als einfachste, sauberste und schnellste Lösung für präzises Dosieren von viskosen Medien in herausfordernden Bioprinting Dosieranwendungen überzeugen die</w:t>
      </w:r>
      <w:r w:rsidR="003D19D2">
        <w:t xml:space="preserve"> Bioprinting</w:t>
      </w:r>
      <w:r>
        <w:t xml:space="preserve"> Druckköpfe – innovativ und wirtschaftlich. Das Team um die Marke pflegt einen engen Kontakt zum Markt, um zum einen die Anforderungen der Applikation optimal zu bedienen und zum anderen auch frühzeitig neue Markttrends zu erkennen und darauf zu reagieren. Nachhaltiges Handeln ist in den Markenwerten eng verankert.</w:t>
      </w:r>
    </w:p>
    <w:p w14:paraId="767E4C73" w14:textId="77777777" w:rsidR="00CB426A" w:rsidRDefault="00CB426A" w:rsidP="00AC1676"/>
    <w:p w14:paraId="6647D069" w14:textId="77777777" w:rsidR="00D56D5D" w:rsidRPr="00D56D5D" w:rsidRDefault="00327A1C" w:rsidP="00AC1676">
      <w:r>
        <w:t>Puredyne</w:t>
      </w:r>
      <w:r w:rsidR="00EF4B87" w:rsidRPr="003449AB">
        <w:t xml:space="preserve"> ist eine Marke </w:t>
      </w:r>
      <w:r w:rsidR="00EF4B87">
        <w:t>von</w:t>
      </w:r>
      <w:r w:rsidR="00EF4B87" w:rsidRPr="003449AB">
        <w:t xml:space="preserve"> ViscoTec Pumpen- u. Dosiertechnik GmbH. ViscoTec beschäftigt sich vorwiegend mit Anlagen, die zur Förderung, Dosierung, Auftragung, Abfüllung und der Entnahme von mittelviskosen bis hochviskosen Medien benötigt werden. Der Hauptsitz des technologischen Marktführers ist in Töging (Oberbayern, Kreis Altötting). Darüber hinaus verfügt ViscoTec über Niederlassungen in den USA, in China</w:t>
      </w:r>
      <w:r w:rsidR="00EF4B87">
        <w:t>,</w:t>
      </w:r>
      <w:r w:rsidR="00EF4B87" w:rsidRPr="003449AB">
        <w:t xml:space="preserve"> Singapur</w:t>
      </w:r>
      <w:r w:rsidR="00EF4B87">
        <w:t>, Indien</w:t>
      </w:r>
      <w:r w:rsidR="004F7A24">
        <w:t xml:space="preserve">, </w:t>
      </w:r>
      <w:r w:rsidR="00EF4B87">
        <w:t>Frankreich</w:t>
      </w:r>
      <w:r w:rsidR="004F7A24">
        <w:t xml:space="preserve"> und Hongkong</w:t>
      </w:r>
      <w:r w:rsidR="00EF4B87" w:rsidRPr="003449AB">
        <w:t xml:space="preserve"> und beschäftigt weltweit </w:t>
      </w:r>
      <w:r w:rsidR="00EF4B87">
        <w:t xml:space="preserve">rund </w:t>
      </w:r>
      <w:r w:rsidR="004F7A24">
        <w:t>3</w:t>
      </w:r>
      <w:r w:rsidR="00695C76">
        <w:t>3</w:t>
      </w:r>
      <w:r w:rsidR="00EF4B87">
        <w:t>0</w:t>
      </w:r>
      <w:r w:rsidR="00EF4B87" w:rsidRPr="003449AB">
        <w:t xml:space="preserve"> Mitarbeiter</w:t>
      </w:r>
      <w:r w:rsidR="009C3749">
        <w:t>:</w:t>
      </w:r>
      <w:r w:rsidR="00EF4B87">
        <w:t>innen</w:t>
      </w:r>
      <w:r w:rsidR="00EF4B87" w:rsidRPr="003449AB">
        <w:t>.</w:t>
      </w:r>
    </w:p>
    <w:p w14:paraId="6C133711" w14:textId="77777777" w:rsidR="00BD097C" w:rsidRDefault="00BD097C" w:rsidP="00AC1676"/>
    <w:p w14:paraId="630F7049" w14:textId="77777777" w:rsidR="008579BD" w:rsidRDefault="008579BD" w:rsidP="00AC1676"/>
    <w:p w14:paraId="3A588CC3" w14:textId="77777777" w:rsidR="008579BD" w:rsidRDefault="008579BD" w:rsidP="00AC1676"/>
    <w:p w14:paraId="5BC0D216" w14:textId="77777777" w:rsidR="008579BD" w:rsidRDefault="008579BD" w:rsidP="00AC1676"/>
    <w:p w14:paraId="6CEAE287" w14:textId="77777777" w:rsidR="008579BD" w:rsidRDefault="008579BD" w:rsidP="00AC1676"/>
    <w:p w14:paraId="6B731A35" w14:textId="77777777" w:rsidR="008579BD" w:rsidRDefault="008579BD" w:rsidP="00AC1676"/>
    <w:p w14:paraId="48345227" w14:textId="77777777" w:rsidR="008579BD" w:rsidRDefault="008579BD" w:rsidP="00AC1676"/>
    <w:p w14:paraId="383468BC" w14:textId="77777777" w:rsidR="006C6AE2" w:rsidRPr="00B50CE4" w:rsidRDefault="006C6AE2" w:rsidP="00AC1676"/>
    <w:p w14:paraId="4DA2BAF4" w14:textId="77777777" w:rsidR="00BD097C" w:rsidRPr="00B50CE4" w:rsidRDefault="00BD097C" w:rsidP="00AC1676"/>
    <w:p w14:paraId="76EB077E" w14:textId="77777777" w:rsidR="00BD097C" w:rsidRPr="00B50CE4" w:rsidRDefault="00BD097C" w:rsidP="00AC1676">
      <w:pPr>
        <w:pStyle w:val="Untertitel"/>
        <w:rPr>
          <w:lang w:val="en-US"/>
        </w:rPr>
      </w:pPr>
      <w:r w:rsidRPr="00B50CE4">
        <w:rPr>
          <w:lang w:val="en-US"/>
        </w:rPr>
        <w:t>Pressekontakt:</w:t>
      </w:r>
    </w:p>
    <w:p w14:paraId="318B5959" w14:textId="77777777" w:rsidR="00BD097C" w:rsidRPr="00B50CE4" w:rsidRDefault="00BD097C" w:rsidP="00AC1676">
      <w:pPr>
        <w:rPr>
          <w:lang w:val="en-US"/>
        </w:rPr>
      </w:pPr>
    </w:p>
    <w:p w14:paraId="49EF6673" w14:textId="77777777" w:rsidR="002E0AE1" w:rsidRPr="002E0AE1" w:rsidRDefault="00E8346B" w:rsidP="002E0AE1">
      <w:pPr>
        <w:rPr>
          <w:b/>
          <w:lang w:val="en-US"/>
        </w:rPr>
      </w:pPr>
      <w:r w:rsidRPr="002E0AE1">
        <w:rPr>
          <w:b/>
          <w:lang w:val="en-US"/>
        </w:rPr>
        <w:t>Felix Gruber</w:t>
      </w:r>
      <w:r w:rsidR="00BD097C" w:rsidRPr="002E0AE1">
        <w:rPr>
          <w:b/>
          <w:lang w:val="en-US"/>
        </w:rPr>
        <w:t xml:space="preserve">, </w:t>
      </w:r>
      <w:r w:rsidR="002E0AE1" w:rsidRPr="002E0AE1">
        <w:rPr>
          <w:b/>
          <w:lang w:val="en-US"/>
        </w:rPr>
        <w:t>Business Development Single Use</w:t>
      </w:r>
    </w:p>
    <w:p w14:paraId="003A2FAF" w14:textId="77777777" w:rsidR="00BD097C" w:rsidRDefault="00BD097C" w:rsidP="00AC1676">
      <w:r w:rsidRPr="00BD097C">
        <w:t>ViscoTec Pumpen- u. Dosiertechnik GmbH</w:t>
      </w:r>
    </w:p>
    <w:p w14:paraId="5344013F" w14:textId="77777777" w:rsidR="00BD097C" w:rsidRPr="00BD097C" w:rsidRDefault="00BD097C" w:rsidP="00AC1676">
      <w:r w:rsidRPr="00AC1676">
        <w:t>Amperstraße</w:t>
      </w:r>
      <w:r w:rsidRPr="00BD097C">
        <w:t xml:space="preserve"> 13</w:t>
      </w:r>
      <w:r>
        <w:t xml:space="preserve">, </w:t>
      </w:r>
      <w:r w:rsidRPr="00BD097C">
        <w:t>D-84513 Töging a. Inn</w:t>
      </w:r>
    </w:p>
    <w:p w14:paraId="72F0C253" w14:textId="77777777" w:rsidR="00BD097C" w:rsidRPr="009C3749" w:rsidRDefault="00BD097C" w:rsidP="00AC1676">
      <w:pPr>
        <w:rPr>
          <w:lang w:val="it-IT"/>
        </w:rPr>
      </w:pPr>
      <w:r w:rsidRPr="009C3749">
        <w:rPr>
          <w:lang w:val="it-IT"/>
        </w:rPr>
        <w:t>Telefon +49 8631 9274-</w:t>
      </w:r>
      <w:r w:rsidR="00ED7855" w:rsidRPr="009C3749">
        <w:rPr>
          <w:lang w:val="it-IT"/>
        </w:rPr>
        <w:t>235</w:t>
      </w:r>
      <w:r w:rsidRPr="009C3749">
        <w:rPr>
          <w:lang w:val="it-IT"/>
        </w:rPr>
        <w:t xml:space="preserve"> </w:t>
      </w:r>
    </w:p>
    <w:p w14:paraId="195BDCB8" w14:textId="77777777" w:rsidR="00BD097C" w:rsidRPr="009C3749" w:rsidRDefault="00BD097C" w:rsidP="00AC1676">
      <w:pPr>
        <w:rPr>
          <w:lang w:val="it-IT"/>
        </w:rPr>
      </w:pPr>
      <w:r w:rsidRPr="009C3749">
        <w:rPr>
          <w:lang w:val="it-IT"/>
        </w:rPr>
        <w:t xml:space="preserve">E-Mail: </w:t>
      </w:r>
      <w:r w:rsidR="00ED7855" w:rsidRPr="009C3749">
        <w:rPr>
          <w:lang w:val="it-IT"/>
        </w:rPr>
        <w:t>felix.gruber</w:t>
      </w:r>
      <w:r w:rsidRPr="009C3749">
        <w:rPr>
          <w:lang w:val="it-IT"/>
        </w:rPr>
        <w:t>@viscotec.de · www.</w:t>
      </w:r>
      <w:r w:rsidR="00ED7855" w:rsidRPr="009C3749">
        <w:rPr>
          <w:lang w:val="it-IT"/>
        </w:rPr>
        <w:t>puredyne</w:t>
      </w:r>
      <w:r w:rsidRPr="009C3749">
        <w:rPr>
          <w:lang w:val="it-IT"/>
        </w:rPr>
        <w:t>.com</w:t>
      </w:r>
    </w:p>
    <w:p w14:paraId="742F4E57" w14:textId="77777777" w:rsidR="00BD097C" w:rsidRPr="009C3749" w:rsidRDefault="00BD097C" w:rsidP="00AC1676">
      <w:pPr>
        <w:rPr>
          <w:lang w:val="it-IT"/>
        </w:rPr>
      </w:pPr>
    </w:p>
    <w:p w14:paraId="55DD5518" w14:textId="77777777" w:rsidR="009C3749" w:rsidRDefault="00014FD3" w:rsidP="009C3749">
      <w:pPr>
        <w:rPr>
          <w:b/>
        </w:rPr>
      </w:pPr>
      <w:r>
        <w:rPr>
          <w:b/>
        </w:rPr>
        <w:t>Lisa Kiesenbauer</w:t>
      </w:r>
      <w:r w:rsidR="009C3749">
        <w:rPr>
          <w:b/>
        </w:rPr>
        <w:t>, Marketing</w:t>
      </w:r>
    </w:p>
    <w:p w14:paraId="27164C5E" w14:textId="77777777" w:rsidR="009C3749" w:rsidRDefault="009C3749" w:rsidP="009C3749">
      <w:r>
        <w:t>ViscoTec Pumpen- u. Dosiertechnik GmbH</w:t>
      </w:r>
    </w:p>
    <w:p w14:paraId="1D7C730A" w14:textId="77777777" w:rsidR="009C3749" w:rsidRDefault="009C3749" w:rsidP="009C3749">
      <w:r>
        <w:t>Amperstraße 13, D-84513 Töging a. Inn</w:t>
      </w:r>
    </w:p>
    <w:p w14:paraId="4A5605A6" w14:textId="77777777" w:rsidR="009C3749" w:rsidRPr="009C3749" w:rsidRDefault="009C3749" w:rsidP="009C3749">
      <w:r w:rsidRPr="009C3749">
        <w:t>Telefon +49 8631 9274-</w:t>
      </w:r>
      <w:r w:rsidR="00014FD3">
        <w:t>0</w:t>
      </w:r>
      <w:r w:rsidRPr="009C3749">
        <w:t xml:space="preserve"> </w:t>
      </w:r>
    </w:p>
    <w:p w14:paraId="612381ED" w14:textId="77777777" w:rsidR="009C3749" w:rsidRPr="0031000C" w:rsidRDefault="009C3749" w:rsidP="009C3749">
      <w:pPr>
        <w:rPr>
          <w:sz w:val="24"/>
          <w:szCs w:val="24"/>
          <w:lang w:val="it-IT"/>
        </w:rPr>
      </w:pPr>
      <w:r w:rsidRPr="0031000C">
        <w:rPr>
          <w:lang w:val="it-IT"/>
        </w:rPr>
        <w:t xml:space="preserve">E-Mail: </w:t>
      </w:r>
      <w:r w:rsidR="00014FD3">
        <w:rPr>
          <w:lang w:val="it-IT"/>
        </w:rPr>
        <w:t>lisa.kiesenbauer</w:t>
      </w:r>
      <w:r w:rsidRPr="0031000C">
        <w:rPr>
          <w:lang w:val="it-IT"/>
        </w:rPr>
        <w:t>@viscotec.de · www.viscotec.de</w:t>
      </w:r>
    </w:p>
    <w:p w14:paraId="2A3C4C06" w14:textId="77777777" w:rsidR="00207D48" w:rsidRDefault="00207D48" w:rsidP="009C3749">
      <w:pPr>
        <w:rPr>
          <w:sz w:val="24"/>
          <w:szCs w:val="24"/>
          <w:lang w:val="it-IT"/>
        </w:rPr>
      </w:pPr>
    </w:p>
    <w:p w14:paraId="112336CD" w14:textId="77777777" w:rsidR="008579BD" w:rsidRDefault="008579BD" w:rsidP="008579BD">
      <w:pPr>
        <w:pStyle w:val="paragraph"/>
        <w:spacing w:before="0" w:beforeAutospacing="0" w:after="0" w:afterAutospacing="0"/>
        <w:textAlignment w:val="baseline"/>
        <w:rPr>
          <w:rStyle w:val="eop"/>
          <w:rFonts w:ascii="Arial" w:hAnsi="Arial" w:cs="Arial"/>
          <w:b/>
          <w:bCs/>
          <w:color w:val="000000"/>
          <w:sz w:val="22"/>
          <w:szCs w:val="22"/>
        </w:rPr>
      </w:pPr>
      <w:r w:rsidRPr="00F00875">
        <w:rPr>
          <w:rStyle w:val="normaltextrun"/>
          <w:rFonts w:ascii="Arial" w:hAnsi="Arial" w:cs="Arial"/>
          <w:b/>
          <w:bCs/>
          <w:color w:val="000000"/>
          <w:sz w:val="22"/>
          <w:szCs w:val="22"/>
          <w:lang w:val="en-GB"/>
        </w:rPr>
        <w:t>BIO INX</w:t>
      </w:r>
    </w:p>
    <w:p w14:paraId="0EFA1305" w14:textId="77777777" w:rsidR="008579BD" w:rsidRPr="00F00875" w:rsidRDefault="008579BD" w:rsidP="008579BD">
      <w:pPr>
        <w:pStyle w:val="paragraph"/>
        <w:spacing w:before="0" w:beforeAutospacing="0" w:after="0" w:afterAutospacing="0"/>
        <w:textAlignment w:val="baseline"/>
        <w:rPr>
          <w:rFonts w:ascii="Arial" w:hAnsi="Arial" w:cs="Arial"/>
          <w:b/>
          <w:bCs/>
          <w:color w:val="000000"/>
          <w:sz w:val="22"/>
          <w:szCs w:val="22"/>
        </w:rPr>
      </w:pPr>
    </w:p>
    <w:p w14:paraId="2AB8514D" w14:textId="77777777" w:rsidR="008579BD" w:rsidRPr="007E6057" w:rsidRDefault="008579BD" w:rsidP="008579BD">
      <w:pPr>
        <w:pStyle w:val="paragraph"/>
        <w:spacing w:before="0" w:beforeAutospacing="0" w:after="0" w:afterAutospacing="0"/>
        <w:jc w:val="both"/>
        <w:textAlignment w:val="baseline"/>
        <w:rPr>
          <w:rFonts w:ascii="Arial" w:hAnsi="Arial" w:cs="Arial"/>
          <w:sz w:val="22"/>
          <w:szCs w:val="22"/>
        </w:rPr>
      </w:pPr>
      <w:r w:rsidRPr="007E6057">
        <w:rPr>
          <w:rStyle w:val="normaltextrun"/>
          <w:rFonts w:ascii="Arial" w:hAnsi="Arial" w:cs="Arial"/>
          <w:sz w:val="22"/>
          <w:szCs w:val="22"/>
          <w:lang w:val="en-GB"/>
        </w:rPr>
        <w:t>BIO INX is a spin-off from Ghent University and the Vrije Universiteit Brussel working on the development and commercialisation of materials for 3D bioprinting. It is currently one of the market leaders in terms of materials for high-resolution laser-based 3D bioprint technologies. Their mission is to develop innovative materials and solutions that allow researchers and clinicians to 3D-print advanced biomedical 'living' structures. To that end, BIO INX offers a whole portfolio of bio-inks for different bioprinting technologies, such as extrusion-based printing, digital light projection and 2-photon polymerisation. By offering a unique material portfolio with diverse material properties suitable for many cell types, the applications for 3D bioprinting become almost endless. These applications range from regenerative medicine to medicine development and reducing animal testing. </w:t>
      </w:r>
      <w:r w:rsidRPr="007E6057">
        <w:rPr>
          <w:rStyle w:val="eop"/>
          <w:rFonts w:ascii="Arial" w:hAnsi="Arial" w:cs="Arial"/>
          <w:sz w:val="22"/>
          <w:szCs w:val="22"/>
        </w:rPr>
        <w:t> </w:t>
      </w:r>
    </w:p>
    <w:p w14:paraId="7C13D06F" w14:textId="77777777" w:rsidR="008579BD" w:rsidRPr="00312E71" w:rsidRDefault="008579BD" w:rsidP="008579BD">
      <w:pPr>
        <w:pStyle w:val="paragraph"/>
        <w:spacing w:before="0" w:beforeAutospacing="0" w:after="0" w:afterAutospacing="0"/>
        <w:textAlignment w:val="baseline"/>
        <w:rPr>
          <w:rFonts w:ascii="Arial" w:hAnsi="Arial" w:cs="Arial"/>
          <w:sz w:val="22"/>
          <w:szCs w:val="22"/>
          <w:lang w:val="de-DE"/>
        </w:rPr>
      </w:pPr>
      <w:r w:rsidRPr="00312E71">
        <w:rPr>
          <w:rStyle w:val="normaltextrun"/>
          <w:rFonts w:ascii="Arial" w:hAnsi="Arial" w:cs="Arial"/>
          <w:b/>
          <w:bCs/>
          <w:color w:val="000000"/>
          <w:sz w:val="22"/>
          <w:szCs w:val="22"/>
          <w:lang w:val="de-DE"/>
        </w:rPr>
        <w:t>More information</w:t>
      </w:r>
      <w:r w:rsidRPr="00312E71">
        <w:rPr>
          <w:rStyle w:val="normaltextrun"/>
          <w:rFonts w:ascii="Arial" w:hAnsi="Arial" w:cs="Arial"/>
          <w:color w:val="000000"/>
          <w:sz w:val="22"/>
          <w:szCs w:val="22"/>
          <w:lang w:val="de-DE"/>
        </w:rPr>
        <w:t xml:space="preserve">: </w:t>
      </w:r>
      <w:hyperlink r:id="rId12" w:tgtFrame="_blank" w:history="1">
        <w:r w:rsidRPr="00312E71">
          <w:rPr>
            <w:rStyle w:val="normaltextrun"/>
            <w:rFonts w:ascii="Arial" w:hAnsi="Arial" w:cs="Arial"/>
            <w:color w:val="BC58AE"/>
            <w:sz w:val="22"/>
            <w:szCs w:val="22"/>
            <w:u w:val="single"/>
            <w:lang w:val="de-DE"/>
          </w:rPr>
          <w:t>www.bioinx.com</w:t>
        </w:r>
      </w:hyperlink>
      <w:r w:rsidRPr="00312E71">
        <w:rPr>
          <w:rStyle w:val="normaltextrun"/>
          <w:rFonts w:ascii="Arial" w:hAnsi="Arial" w:cs="Arial"/>
          <w:color w:val="000000"/>
          <w:sz w:val="22"/>
          <w:szCs w:val="22"/>
          <w:lang w:val="de-DE"/>
        </w:rPr>
        <w:t> </w:t>
      </w:r>
      <w:r w:rsidRPr="00312E71">
        <w:rPr>
          <w:rStyle w:val="eop"/>
          <w:rFonts w:ascii="Arial" w:hAnsi="Arial" w:cs="Arial"/>
          <w:color w:val="000000"/>
          <w:sz w:val="22"/>
          <w:szCs w:val="22"/>
          <w:lang w:val="de-DE"/>
        </w:rPr>
        <w:t> </w:t>
      </w:r>
    </w:p>
    <w:p w14:paraId="1F302DE2" w14:textId="77777777" w:rsidR="008579BD" w:rsidRPr="00312E71" w:rsidRDefault="008579BD" w:rsidP="008579BD"/>
    <w:p w14:paraId="165CFED0" w14:textId="77777777" w:rsidR="008579BD" w:rsidRPr="00312E71" w:rsidRDefault="008579BD" w:rsidP="008579BD"/>
    <w:p w14:paraId="08A81E86" w14:textId="17EA4374" w:rsidR="008579BD" w:rsidRPr="00312E71" w:rsidRDefault="008579BD" w:rsidP="008579BD">
      <w:pPr>
        <w:pStyle w:val="Untertitel"/>
      </w:pPr>
      <w:r w:rsidRPr="00312E71">
        <w:t>Press</w:t>
      </w:r>
      <w:r w:rsidR="00356473" w:rsidRPr="00312E71">
        <w:t>e</w:t>
      </w:r>
      <w:r w:rsidRPr="00312E71">
        <w:t xml:space="preserve"> </w:t>
      </w:r>
      <w:r w:rsidR="00356473" w:rsidRPr="00312E71">
        <w:t>K</w:t>
      </w:r>
      <w:r w:rsidRPr="00312E71">
        <w:t>onta</w:t>
      </w:r>
      <w:r w:rsidR="00356473" w:rsidRPr="00312E71">
        <w:t>k</w:t>
      </w:r>
      <w:r w:rsidRPr="00312E71">
        <w:t>t BIO INX BV:</w:t>
      </w:r>
    </w:p>
    <w:p w14:paraId="34A7AD8F" w14:textId="77777777" w:rsidR="008579BD" w:rsidRPr="007E4591" w:rsidRDefault="008579BD" w:rsidP="008579BD">
      <w:pPr>
        <w:pStyle w:val="Untertitel"/>
        <w:spacing w:line="240" w:lineRule="auto"/>
        <w:jc w:val="left"/>
        <w:rPr>
          <w:lang w:val="en-US"/>
        </w:rPr>
      </w:pPr>
      <w:r w:rsidRPr="00474C5A">
        <w:rPr>
          <w:lang w:val="it-IT"/>
        </w:rPr>
        <w:t>Jasper Van Hoorick, CEO</w:t>
      </w:r>
      <w:r>
        <w:rPr>
          <w:b w:val="0"/>
          <w:bCs/>
          <w:lang w:val="it-IT"/>
        </w:rPr>
        <w:br/>
      </w:r>
      <w:r w:rsidRPr="00F00875">
        <w:rPr>
          <w:b w:val="0"/>
          <w:lang w:val="it-IT"/>
        </w:rPr>
        <w:t>BIO INX BV</w:t>
      </w:r>
    </w:p>
    <w:p w14:paraId="1FBA073D" w14:textId="77777777" w:rsidR="008579BD" w:rsidRPr="00F00875" w:rsidRDefault="008579BD" w:rsidP="008579BD">
      <w:pPr>
        <w:rPr>
          <w:lang w:val="it-IT"/>
        </w:rPr>
      </w:pPr>
      <w:r w:rsidRPr="00F00875">
        <w:rPr>
          <w:lang w:val="it-IT"/>
        </w:rPr>
        <w:t>Tech Lane 66, 9052 Zwijnaarde, Belgium</w:t>
      </w:r>
    </w:p>
    <w:p w14:paraId="3EB48328" w14:textId="77777777" w:rsidR="008579BD" w:rsidRPr="00F00875" w:rsidRDefault="008579BD" w:rsidP="008579BD">
      <w:pPr>
        <w:rPr>
          <w:lang w:val="it-IT"/>
        </w:rPr>
      </w:pPr>
      <w:r w:rsidRPr="00F00875">
        <w:rPr>
          <w:lang w:val="it-IT"/>
        </w:rPr>
        <w:t>Tel: +32 499 16 98 94</w:t>
      </w:r>
    </w:p>
    <w:p w14:paraId="2E1860C3" w14:textId="77777777" w:rsidR="008579BD" w:rsidRPr="00F00875" w:rsidRDefault="008579BD" w:rsidP="008579BD">
      <w:pPr>
        <w:rPr>
          <w:lang w:val="it-IT"/>
        </w:rPr>
      </w:pPr>
      <w:r w:rsidRPr="00F00875">
        <w:rPr>
          <w:lang w:val="it-IT"/>
        </w:rPr>
        <w:t>E-mail: jasper.vanhoorick@bioinx.com</w:t>
      </w:r>
    </w:p>
    <w:p w14:paraId="0BA9EE2F" w14:textId="77777777" w:rsidR="008579BD" w:rsidRPr="009C3749" w:rsidRDefault="008579BD" w:rsidP="009C3749">
      <w:pPr>
        <w:rPr>
          <w:sz w:val="24"/>
          <w:szCs w:val="24"/>
          <w:lang w:val="it-IT"/>
        </w:rPr>
      </w:pPr>
    </w:p>
    <w:sectPr w:rsidR="008579BD" w:rsidRPr="009C3749" w:rsidSect="00915714">
      <w:headerReference w:type="default" r:id="rId13"/>
      <w:footerReference w:type="default" r:id="rId14"/>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3C66C" w14:textId="77777777" w:rsidR="006F174C" w:rsidRDefault="006F174C" w:rsidP="00AC1676">
      <w:r>
        <w:separator/>
      </w:r>
    </w:p>
  </w:endnote>
  <w:endnote w:type="continuationSeparator" w:id="0">
    <w:p w14:paraId="2CF2E838" w14:textId="77777777" w:rsidR="006F174C" w:rsidRDefault="006F174C" w:rsidP="00AC1676">
      <w:r>
        <w:continuationSeparator/>
      </w:r>
    </w:p>
  </w:endnote>
  <w:endnote w:type="continuationNotice" w:id="1">
    <w:p w14:paraId="4EB80500" w14:textId="77777777" w:rsidR="006F174C" w:rsidRDefault="006F17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4C189" w14:textId="77777777" w:rsidR="00915714" w:rsidRPr="00915714" w:rsidRDefault="00915714" w:rsidP="00AC1676">
    <w:pPr>
      <w:rPr>
        <w:noProof/>
      </w:rPr>
    </w:pPr>
  </w:p>
  <w:p w14:paraId="4B81849A" w14:textId="77777777" w:rsidR="00915714" w:rsidRPr="00915714" w:rsidRDefault="00915714" w:rsidP="00AC1676">
    <w:pPr>
      <w:rPr>
        <w:noProof/>
      </w:rPr>
    </w:pPr>
    <w:r w:rsidRPr="00915714">
      <w:rPr>
        <w:noProof/>
      </w:rPr>
      <mc:AlternateContent>
        <mc:Choice Requires="wps">
          <w:drawing>
            <wp:anchor distT="0" distB="0" distL="114300" distR="114300" simplePos="0" relativeHeight="251658241" behindDoc="0" locked="0" layoutInCell="1" allowOverlap="1" wp14:anchorId="4087BE0D" wp14:editId="3292D45C">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xmlns:w16du="http://schemas.microsoft.com/office/word/2023/wordml/word16du">
          <w:pict w14:anchorId="7DCA7C43">
            <v:line id="Gerader Verbinder 2"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dde4f0" from=".3pt,.95pt" to="500.55pt,.95pt" w14:anchorId="4C3A7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w:pict>
        </mc:Fallback>
      </mc:AlternateContent>
    </w:r>
  </w:p>
  <w:p w14:paraId="42C8EDFF" w14:textId="77777777" w:rsidR="00915714" w:rsidRPr="00915714" w:rsidRDefault="00915714" w:rsidP="00AC1676">
    <w:pPr>
      <w:pStyle w:val="Fusszeile"/>
    </w:pPr>
    <w:r w:rsidRPr="00915714">
      <w:t xml:space="preserve">Stand: </w:t>
    </w:r>
    <w:r w:rsidR="00EF4B87">
      <w:t>09.03.2021</w:t>
    </w:r>
    <w:r w:rsidRPr="00915714">
      <w:rPr>
        <w:color w:val="7F7F7F"/>
      </w:rPr>
      <w:tab/>
    </w:r>
    <w:r w:rsidRPr="00915714">
      <w:t xml:space="preserve"> </w:t>
    </w:r>
    <w:r w:rsidRPr="00915714">
      <w:rPr>
        <w:color w:val="7F7F7F"/>
      </w:rPr>
      <w:tab/>
    </w:r>
    <w:r>
      <w:tab/>
    </w:r>
    <w:r w:rsidRPr="00915714">
      <w:t xml:space="preserve">Seite </w:t>
    </w:r>
    <w:r w:rsidRPr="00915714">
      <w:fldChar w:fldCharType="begin"/>
    </w:r>
    <w:r w:rsidRPr="00915714">
      <w:instrText xml:space="preserve"> PAGE </w:instrText>
    </w:r>
    <w:r w:rsidRPr="00915714">
      <w:fldChar w:fldCharType="separate"/>
    </w:r>
    <w:r w:rsidRPr="00915714">
      <w:t>1</w:t>
    </w:r>
    <w:r w:rsidRPr="00915714">
      <w:fldChar w:fldCharType="end"/>
    </w:r>
    <w:r w:rsidRPr="00915714">
      <w:t xml:space="preserve"> von </w:t>
    </w:r>
    <w:r w:rsidRPr="00915714">
      <w:fldChar w:fldCharType="begin"/>
    </w:r>
    <w:r w:rsidRPr="00915714">
      <w:instrText xml:space="preserve"> NUMPAGES  </w:instrText>
    </w:r>
    <w:r w:rsidRPr="00915714">
      <w:fldChar w:fldCharType="separate"/>
    </w:r>
    <w:r w:rsidRPr="00915714">
      <w:t>1</w:t>
    </w:r>
    <w:r w:rsidRPr="00915714">
      <w:fldChar w:fldCharType="end"/>
    </w:r>
  </w:p>
  <w:p w14:paraId="315F389D" w14:textId="77777777" w:rsidR="006B78C4" w:rsidRPr="00915714" w:rsidRDefault="00915714" w:rsidP="00AC1676">
    <w:pPr>
      <w:pStyle w:val="Fusszeile"/>
    </w:pPr>
    <w:r w:rsidRPr="00915714">
      <w:rPr>
        <w:b/>
      </w:rPr>
      <w:t>ViscoTec</w:t>
    </w:r>
    <w:r w:rsidRPr="00915714">
      <w:tab/>
      <w:t>Amperstraße 13</w:t>
    </w:r>
    <w:r w:rsidRPr="00915714">
      <w:rPr>
        <w:color w:val="7F7F7F"/>
      </w:rPr>
      <w:tab/>
    </w:r>
    <w:r w:rsidRPr="00915714">
      <w:rPr>
        <w:b/>
        <w:color w:val="00B0F0"/>
      </w:rPr>
      <w:t>T</w:t>
    </w:r>
    <w:r w:rsidRPr="00915714">
      <w:rPr>
        <w:color w:val="7F7F7F"/>
      </w:rPr>
      <w:t xml:space="preserve">  </w:t>
    </w:r>
    <w:r w:rsidRPr="00915714">
      <w:t>+49 8631 9274-0</w:t>
    </w:r>
    <w:r w:rsidRPr="00915714">
      <w:rPr>
        <w:color w:val="7F7F7F"/>
      </w:rPr>
      <w:tab/>
    </w:r>
    <w:r w:rsidRPr="00915714">
      <w:rPr>
        <w:b/>
        <w:color w:val="00B0F0"/>
      </w:rPr>
      <w:t>W</w:t>
    </w:r>
    <w:r w:rsidRPr="00915714">
      <w:rPr>
        <w:color w:val="7F7F7F"/>
      </w:rPr>
      <w:t xml:space="preserve"> </w:t>
    </w:r>
    <w:r w:rsidRPr="00915714">
      <w:rPr>
        <w:color w:val="7F7F7F"/>
        <w:sz w:val="20"/>
        <w:szCs w:val="20"/>
      </w:rPr>
      <w:t xml:space="preserve"> </w:t>
    </w:r>
    <w:r w:rsidRPr="00915714">
      <w:t xml:space="preserve">www.viscotec.de </w:t>
    </w:r>
    <w:r w:rsidRPr="00915714">
      <w:rPr>
        <w:b/>
      </w:rPr>
      <w:t>Pumpen- u. Dosiertechnik GmbH</w:t>
    </w:r>
    <w:r w:rsidRPr="00915714">
      <w:tab/>
      <w:t>D-84513 Töging a. Inn</w:t>
    </w:r>
    <w:r w:rsidRPr="00915714">
      <w:rPr>
        <w:color w:val="7F7F7F"/>
      </w:rPr>
      <w:tab/>
    </w:r>
    <w:r w:rsidRPr="00915714">
      <w:rPr>
        <w:b/>
        <w:color w:val="00B0F0"/>
      </w:rPr>
      <w:t>F</w:t>
    </w:r>
    <w:r w:rsidRPr="00915714">
      <w:rPr>
        <w:color w:val="7F7F7F"/>
      </w:rPr>
      <w:t xml:space="preserve">  </w:t>
    </w:r>
    <w:r w:rsidRPr="00915714">
      <w:t>+49 8631 9274-300</w:t>
    </w:r>
    <w:r w:rsidRPr="00915714">
      <w:rPr>
        <w:color w:val="7F7F7F"/>
      </w:rPr>
      <w:tab/>
    </w:r>
    <w:r w:rsidRPr="00915714">
      <w:rPr>
        <w:b/>
        <w:color w:val="00B0F0"/>
      </w:rPr>
      <w:t>E</w:t>
    </w:r>
    <w:r w:rsidRPr="00915714">
      <w:rPr>
        <w:color w:val="7F7F7F"/>
      </w:rPr>
      <w:t xml:space="preserve">  </w:t>
    </w:r>
    <w:r w:rsidRPr="00915714">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5AA45" w14:textId="77777777" w:rsidR="006F174C" w:rsidRDefault="006F174C" w:rsidP="00AC1676">
      <w:r>
        <w:separator/>
      </w:r>
    </w:p>
  </w:footnote>
  <w:footnote w:type="continuationSeparator" w:id="0">
    <w:p w14:paraId="01E079F5" w14:textId="77777777" w:rsidR="006F174C" w:rsidRDefault="006F174C" w:rsidP="00AC1676">
      <w:r>
        <w:continuationSeparator/>
      </w:r>
    </w:p>
  </w:footnote>
  <w:footnote w:type="continuationNotice" w:id="1">
    <w:p w14:paraId="4974599A" w14:textId="77777777" w:rsidR="006F174C" w:rsidRDefault="006F17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A5488" w14:textId="77777777" w:rsidR="006B78C4" w:rsidRDefault="006B78C4" w:rsidP="00AC1676">
    <w:pPr>
      <w:pStyle w:val="Kopfzeile"/>
    </w:pPr>
    <w:r>
      <w:rPr>
        <w:noProof/>
        <w:lang w:eastAsia="de-DE"/>
      </w:rPr>
      <w:drawing>
        <wp:anchor distT="0" distB="0" distL="114300" distR="114300" simplePos="0" relativeHeight="251658240" behindDoc="1" locked="0" layoutInCell="1" allowOverlap="1" wp14:anchorId="2735A3F2" wp14:editId="4FDF31D6">
          <wp:simplePos x="0" y="0"/>
          <wp:positionH relativeFrom="margin">
            <wp:align>right</wp:align>
          </wp:positionH>
          <wp:positionV relativeFrom="paragraph">
            <wp:posOffset>6985</wp:posOffset>
          </wp:positionV>
          <wp:extent cx="987824" cy="855032"/>
          <wp:effectExtent l="0" t="0" r="3175" b="2540"/>
          <wp:wrapNone/>
          <wp:docPr id="236" name="Grafik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
                    <a:extLst>
                      <a:ext uri="{28A0092B-C50C-407E-A947-70E740481C1C}">
                        <a14:useLocalDpi xmlns:a14="http://schemas.microsoft.com/office/drawing/2010/main" val="0"/>
                      </a:ext>
                    </a:extLst>
                  </a:blip>
                  <a:stretch>
                    <a:fillRect/>
                  </a:stretch>
                </pic:blipFill>
                <pic:spPr>
                  <a:xfrm>
                    <a:off x="0" y="0"/>
                    <a:ext cx="987824" cy="855032"/>
                  </a:xfrm>
                  <a:prstGeom prst="rect">
                    <a:avLst/>
                  </a:prstGeom>
                </pic:spPr>
              </pic:pic>
            </a:graphicData>
          </a:graphic>
          <wp14:sizeRelH relativeFrom="margin">
            <wp14:pctWidth>0</wp14:pctWidth>
          </wp14:sizeRelH>
          <wp14:sizeRelV relativeFrom="margin">
            <wp14:pctHeight>0</wp14:pctHeight>
          </wp14:sizeRelV>
        </wp:anchor>
      </w:drawing>
    </w:r>
    <w:r>
      <w:tab/>
    </w:r>
  </w:p>
  <w:p w14:paraId="64F9B13B" w14:textId="77777777" w:rsidR="006B78C4" w:rsidRDefault="006B78C4" w:rsidP="00AC1676">
    <w:pPr>
      <w:pStyle w:val="Kopfzeile"/>
    </w:pPr>
  </w:p>
  <w:p w14:paraId="5A111DBE" w14:textId="77777777" w:rsidR="006B78C4" w:rsidRDefault="006B78C4" w:rsidP="00AC1676">
    <w:pPr>
      <w:pStyle w:val="Kopfzeile"/>
    </w:pPr>
  </w:p>
  <w:p w14:paraId="5DAEDEC8" w14:textId="77777777" w:rsidR="006B78C4" w:rsidRDefault="006B78C4" w:rsidP="00AC1676">
    <w:pPr>
      <w:pStyle w:val="Kopfzeile"/>
    </w:pPr>
  </w:p>
  <w:p w14:paraId="18A599EA" w14:textId="77777777" w:rsidR="006B78C4" w:rsidRDefault="006B78C4" w:rsidP="00AC1676">
    <w:pPr>
      <w:pStyle w:val="Kopfzeile"/>
    </w:pPr>
  </w:p>
  <w:p w14:paraId="240E7822" w14:textId="77777777" w:rsidR="006B78C4" w:rsidRPr="00AC1676" w:rsidRDefault="006B78C4" w:rsidP="00AC1676">
    <w:pPr>
      <w:pStyle w:val="berschrift1"/>
    </w:pPr>
    <w:r w:rsidRPr="00AC1676">
      <w:t>PRESSEMITTEILUNG</w:t>
    </w:r>
  </w:p>
  <w:p w14:paraId="5A2366D3" w14:textId="77777777" w:rsidR="006B78C4" w:rsidRDefault="006B78C4" w:rsidP="00AC1676">
    <w:pPr>
      <w:pStyle w:val="Kopfzeile"/>
    </w:pPr>
  </w:p>
  <w:p w14:paraId="1B2C8884" w14:textId="77777777" w:rsidR="006B78C4" w:rsidRDefault="006B78C4" w:rsidP="00AC1676">
    <w:pPr>
      <w:pStyle w:val="Kopfzeile"/>
    </w:pPr>
  </w:p>
  <w:p w14:paraId="167DFDF5" w14:textId="77777777" w:rsidR="006B78C4" w:rsidRDefault="006B78C4" w:rsidP="00AC167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E91AB6"/>
    <w:multiLevelType w:val="hybridMultilevel"/>
    <w:tmpl w:val="F160A4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EB4058B"/>
    <w:multiLevelType w:val="multilevel"/>
    <w:tmpl w:val="8A14A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A227A73"/>
    <w:multiLevelType w:val="hybridMultilevel"/>
    <w:tmpl w:val="223E0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51415094">
    <w:abstractNumId w:val="2"/>
  </w:num>
  <w:num w:numId="2" w16cid:durableId="1475752486">
    <w:abstractNumId w:val="1"/>
  </w:num>
  <w:num w:numId="3" w16cid:durableId="1770470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628"/>
    <w:rsid w:val="00007D5B"/>
    <w:rsid w:val="00011ACE"/>
    <w:rsid w:val="00014FD3"/>
    <w:rsid w:val="00016C9B"/>
    <w:rsid w:val="00026894"/>
    <w:rsid w:val="000307C8"/>
    <w:rsid w:val="00032E84"/>
    <w:rsid w:val="00046155"/>
    <w:rsid w:val="00051241"/>
    <w:rsid w:val="0005578C"/>
    <w:rsid w:val="0007129F"/>
    <w:rsid w:val="00072F10"/>
    <w:rsid w:val="0009036D"/>
    <w:rsid w:val="00092011"/>
    <w:rsid w:val="000A0BBF"/>
    <w:rsid w:val="000A19E3"/>
    <w:rsid w:val="000B1D62"/>
    <w:rsid w:val="000B283B"/>
    <w:rsid w:val="000B28E4"/>
    <w:rsid w:val="000B44E6"/>
    <w:rsid w:val="000C1A25"/>
    <w:rsid w:val="000D2D36"/>
    <w:rsid w:val="000D6C6C"/>
    <w:rsid w:val="000D7869"/>
    <w:rsid w:val="000E13E9"/>
    <w:rsid w:val="000F300F"/>
    <w:rsid w:val="000F3990"/>
    <w:rsid w:val="000F3D4F"/>
    <w:rsid w:val="000F570B"/>
    <w:rsid w:val="00100CE6"/>
    <w:rsid w:val="001133C5"/>
    <w:rsid w:val="00117D62"/>
    <w:rsid w:val="00121D2F"/>
    <w:rsid w:val="0012789C"/>
    <w:rsid w:val="001334E2"/>
    <w:rsid w:val="00141C2F"/>
    <w:rsid w:val="001452D3"/>
    <w:rsid w:val="00150D2D"/>
    <w:rsid w:val="001522F0"/>
    <w:rsid w:val="00164254"/>
    <w:rsid w:val="00165813"/>
    <w:rsid w:val="001750E6"/>
    <w:rsid w:val="00176D36"/>
    <w:rsid w:val="001854FD"/>
    <w:rsid w:val="00190DB6"/>
    <w:rsid w:val="0019178B"/>
    <w:rsid w:val="001A4A57"/>
    <w:rsid w:val="001B7978"/>
    <w:rsid w:val="001C0943"/>
    <w:rsid w:val="001E1BA9"/>
    <w:rsid w:val="002026DF"/>
    <w:rsid w:val="00202BE0"/>
    <w:rsid w:val="00207D48"/>
    <w:rsid w:val="00213097"/>
    <w:rsid w:val="00214068"/>
    <w:rsid w:val="00214BE3"/>
    <w:rsid w:val="00216DE4"/>
    <w:rsid w:val="002218CF"/>
    <w:rsid w:val="002312A3"/>
    <w:rsid w:val="00234ACC"/>
    <w:rsid w:val="0023607C"/>
    <w:rsid w:val="00256ED5"/>
    <w:rsid w:val="0026514A"/>
    <w:rsid w:val="002664B1"/>
    <w:rsid w:val="002740F4"/>
    <w:rsid w:val="002842F7"/>
    <w:rsid w:val="00284D2F"/>
    <w:rsid w:val="002965E6"/>
    <w:rsid w:val="002A504C"/>
    <w:rsid w:val="002B4444"/>
    <w:rsid w:val="002B44CB"/>
    <w:rsid w:val="002B6643"/>
    <w:rsid w:val="002C1B58"/>
    <w:rsid w:val="002C2397"/>
    <w:rsid w:val="002C524B"/>
    <w:rsid w:val="002D3003"/>
    <w:rsid w:val="002D5C63"/>
    <w:rsid w:val="002E0AE1"/>
    <w:rsid w:val="002E2C37"/>
    <w:rsid w:val="002E3F6E"/>
    <w:rsid w:val="002F038B"/>
    <w:rsid w:val="002F60A3"/>
    <w:rsid w:val="002F7E19"/>
    <w:rsid w:val="00304A84"/>
    <w:rsid w:val="00304C95"/>
    <w:rsid w:val="00312E71"/>
    <w:rsid w:val="0032417E"/>
    <w:rsid w:val="00324F3A"/>
    <w:rsid w:val="00327A1C"/>
    <w:rsid w:val="0033084C"/>
    <w:rsid w:val="00336773"/>
    <w:rsid w:val="00346F0D"/>
    <w:rsid w:val="00351F0B"/>
    <w:rsid w:val="0035221D"/>
    <w:rsid w:val="003543A8"/>
    <w:rsid w:val="00356473"/>
    <w:rsid w:val="0037183D"/>
    <w:rsid w:val="00384295"/>
    <w:rsid w:val="003857C3"/>
    <w:rsid w:val="003A23BF"/>
    <w:rsid w:val="003B11AC"/>
    <w:rsid w:val="003B1DCA"/>
    <w:rsid w:val="003B4AB4"/>
    <w:rsid w:val="003C0FA0"/>
    <w:rsid w:val="003D07AF"/>
    <w:rsid w:val="003D19D2"/>
    <w:rsid w:val="003E2F35"/>
    <w:rsid w:val="003E5EE5"/>
    <w:rsid w:val="003F2934"/>
    <w:rsid w:val="003F45CA"/>
    <w:rsid w:val="003F667F"/>
    <w:rsid w:val="00401B86"/>
    <w:rsid w:val="00405558"/>
    <w:rsid w:val="0042615C"/>
    <w:rsid w:val="004275FE"/>
    <w:rsid w:val="00441521"/>
    <w:rsid w:val="0047185C"/>
    <w:rsid w:val="00471E2B"/>
    <w:rsid w:val="004779ED"/>
    <w:rsid w:val="00493933"/>
    <w:rsid w:val="004A21CC"/>
    <w:rsid w:val="004A279B"/>
    <w:rsid w:val="004A45C4"/>
    <w:rsid w:val="004B3473"/>
    <w:rsid w:val="004B3F29"/>
    <w:rsid w:val="004B62DF"/>
    <w:rsid w:val="004B73AB"/>
    <w:rsid w:val="004C219F"/>
    <w:rsid w:val="004D17D2"/>
    <w:rsid w:val="004D4C39"/>
    <w:rsid w:val="004D5FDD"/>
    <w:rsid w:val="004E6C47"/>
    <w:rsid w:val="004F0705"/>
    <w:rsid w:val="004F2F4C"/>
    <w:rsid w:val="004F43B2"/>
    <w:rsid w:val="004F7A24"/>
    <w:rsid w:val="005000AE"/>
    <w:rsid w:val="00500B73"/>
    <w:rsid w:val="00502B11"/>
    <w:rsid w:val="0050565F"/>
    <w:rsid w:val="005078AD"/>
    <w:rsid w:val="00510647"/>
    <w:rsid w:val="00512545"/>
    <w:rsid w:val="00512F9C"/>
    <w:rsid w:val="005178E6"/>
    <w:rsid w:val="00524A12"/>
    <w:rsid w:val="005336B3"/>
    <w:rsid w:val="00567028"/>
    <w:rsid w:val="005710F4"/>
    <w:rsid w:val="00586BA0"/>
    <w:rsid w:val="00592CA1"/>
    <w:rsid w:val="00593A6A"/>
    <w:rsid w:val="00595F73"/>
    <w:rsid w:val="005A367E"/>
    <w:rsid w:val="005B44BC"/>
    <w:rsid w:val="005B5DB6"/>
    <w:rsid w:val="005B7525"/>
    <w:rsid w:val="005B7CB8"/>
    <w:rsid w:val="005C3124"/>
    <w:rsid w:val="005D0315"/>
    <w:rsid w:val="005D1B85"/>
    <w:rsid w:val="005D6AEE"/>
    <w:rsid w:val="005E0194"/>
    <w:rsid w:val="005E163C"/>
    <w:rsid w:val="005E7376"/>
    <w:rsid w:val="005E7397"/>
    <w:rsid w:val="00610C87"/>
    <w:rsid w:val="006122F1"/>
    <w:rsid w:val="00616D62"/>
    <w:rsid w:val="006177D1"/>
    <w:rsid w:val="00622CDB"/>
    <w:rsid w:val="0064305A"/>
    <w:rsid w:val="006464FF"/>
    <w:rsid w:val="006513F2"/>
    <w:rsid w:val="00655F3B"/>
    <w:rsid w:val="00657333"/>
    <w:rsid w:val="006750BB"/>
    <w:rsid w:val="006939CE"/>
    <w:rsid w:val="00695C76"/>
    <w:rsid w:val="006B0B9B"/>
    <w:rsid w:val="006B1F07"/>
    <w:rsid w:val="006B78C4"/>
    <w:rsid w:val="006C01C8"/>
    <w:rsid w:val="006C2705"/>
    <w:rsid w:val="006C52C6"/>
    <w:rsid w:val="006C62A9"/>
    <w:rsid w:val="006C6AE2"/>
    <w:rsid w:val="006D0123"/>
    <w:rsid w:val="006D3C02"/>
    <w:rsid w:val="006D5A87"/>
    <w:rsid w:val="006D5AFB"/>
    <w:rsid w:val="006D7334"/>
    <w:rsid w:val="006E2BC6"/>
    <w:rsid w:val="006E2F9A"/>
    <w:rsid w:val="006E4743"/>
    <w:rsid w:val="006E6190"/>
    <w:rsid w:val="006F174C"/>
    <w:rsid w:val="006F5C1B"/>
    <w:rsid w:val="00700DE5"/>
    <w:rsid w:val="00712432"/>
    <w:rsid w:val="007125F7"/>
    <w:rsid w:val="00721364"/>
    <w:rsid w:val="007213BE"/>
    <w:rsid w:val="007221AF"/>
    <w:rsid w:val="0072789F"/>
    <w:rsid w:val="00740C75"/>
    <w:rsid w:val="00756476"/>
    <w:rsid w:val="00760589"/>
    <w:rsid w:val="00760DE7"/>
    <w:rsid w:val="007630D3"/>
    <w:rsid w:val="007735CF"/>
    <w:rsid w:val="00775374"/>
    <w:rsid w:val="007803DD"/>
    <w:rsid w:val="00782414"/>
    <w:rsid w:val="00782818"/>
    <w:rsid w:val="007830C4"/>
    <w:rsid w:val="00784E03"/>
    <w:rsid w:val="0078516C"/>
    <w:rsid w:val="00785C6E"/>
    <w:rsid w:val="00786C5B"/>
    <w:rsid w:val="00791079"/>
    <w:rsid w:val="0079149C"/>
    <w:rsid w:val="00791C50"/>
    <w:rsid w:val="007A6D02"/>
    <w:rsid w:val="007A7023"/>
    <w:rsid w:val="007A7582"/>
    <w:rsid w:val="007B238C"/>
    <w:rsid w:val="007B6123"/>
    <w:rsid w:val="007C6E88"/>
    <w:rsid w:val="007D44EC"/>
    <w:rsid w:val="007E183C"/>
    <w:rsid w:val="007E54FD"/>
    <w:rsid w:val="007E6BC7"/>
    <w:rsid w:val="007E6CA0"/>
    <w:rsid w:val="007F2750"/>
    <w:rsid w:val="00801952"/>
    <w:rsid w:val="00802A6A"/>
    <w:rsid w:val="008122E2"/>
    <w:rsid w:val="00812369"/>
    <w:rsid w:val="00822445"/>
    <w:rsid w:val="00824859"/>
    <w:rsid w:val="00832093"/>
    <w:rsid w:val="00834506"/>
    <w:rsid w:val="0084079A"/>
    <w:rsid w:val="00841C9D"/>
    <w:rsid w:val="00850596"/>
    <w:rsid w:val="008579BD"/>
    <w:rsid w:val="00860508"/>
    <w:rsid w:val="00864742"/>
    <w:rsid w:val="0087032A"/>
    <w:rsid w:val="008733EC"/>
    <w:rsid w:val="0087508C"/>
    <w:rsid w:val="00883379"/>
    <w:rsid w:val="00893628"/>
    <w:rsid w:val="00894E01"/>
    <w:rsid w:val="008B0A02"/>
    <w:rsid w:val="008B56E1"/>
    <w:rsid w:val="008B676F"/>
    <w:rsid w:val="008E03D5"/>
    <w:rsid w:val="008E43A5"/>
    <w:rsid w:val="008E5A14"/>
    <w:rsid w:val="008E5D09"/>
    <w:rsid w:val="008E675F"/>
    <w:rsid w:val="008F2130"/>
    <w:rsid w:val="008F388C"/>
    <w:rsid w:val="008F7610"/>
    <w:rsid w:val="00902FEA"/>
    <w:rsid w:val="00907327"/>
    <w:rsid w:val="009117DB"/>
    <w:rsid w:val="00915714"/>
    <w:rsid w:val="00924237"/>
    <w:rsid w:val="00925965"/>
    <w:rsid w:val="00925F95"/>
    <w:rsid w:val="009305B4"/>
    <w:rsid w:val="00935329"/>
    <w:rsid w:val="00944C61"/>
    <w:rsid w:val="00947187"/>
    <w:rsid w:val="00951A3E"/>
    <w:rsid w:val="00951DB5"/>
    <w:rsid w:val="00955FC3"/>
    <w:rsid w:val="00956E22"/>
    <w:rsid w:val="00957129"/>
    <w:rsid w:val="009578D8"/>
    <w:rsid w:val="00957D0A"/>
    <w:rsid w:val="00974CD8"/>
    <w:rsid w:val="009750BD"/>
    <w:rsid w:val="00982B42"/>
    <w:rsid w:val="00986634"/>
    <w:rsid w:val="00992BE1"/>
    <w:rsid w:val="0099350F"/>
    <w:rsid w:val="009A12E0"/>
    <w:rsid w:val="009A2504"/>
    <w:rsid w:val="009A30FA"/>
    <w:rsid w:val="009A41BB"/>
    <w:rsid w:val="009A6CE5"/>
    <w:rsid w:val="009B0711"/>
    <w:rsid w:val="009B7A5C"/>
    <w:rsid w:val="009C3749"/>
    <w:rsid w:val="009C3A05"/>
    <w:rsid w:val="009C54F9"/>
    <w:rsid w:val="009D0A72"/>
    <w:rsid w:val="009D5A78"/>
    <w:rsid w:val="00A02963"/>
    <w:rsid w:val="00A03DDD"/>
    <w:rsid w:val="00A05040"/>
    <w:rsid w:val="00A061B4"/>
    <w:rsid w:val="00A07082"/>
    <w:rsid w:val="00A115C7"/>
    <w:rsid w:val="00A13CAE"/>
    <w:rsid w:val="00A22B6E"/>
    <w:rsid w:val="00A23D8E"/>
    <w:rsid w:val="00A344E7"/>
    <w:rsid w:val="00A37997"/>
    <w:rsid w:val="00A40DA2"/>
    <w:rsid w:val="00A429E1"/>
    <w:rsid w:val="00A6029C"/>
    <w:rsid w:val="00A740C7"/>
    <w:rsid w:val="00A74BC0"/>
    <w:rsid w:val="00A76953"/>
    <w:rsid w:val="00A81504"/>
    <w:rsid w:val="00A83E54"/>
    <w:rsid w:val="00A91752"/>
    <w:rsid w:val="00A9440C"/>
    <w:rsid w:val="00AC080F"/>
    <w:rsid w:val="00AC1676"/>
    <w:rsid w:val="00AC483A"/>
    <w:rsid w:val="00AC8B11"/>
    <w:rsid w:val="00AD54B9"/>
    <w:rsid w:val="00AD6103"/>
    <w:rsid w:val="00AE478A"/>
    <w:rsid w:val="00AF0064"/>
    <w:rsid w:val="00AF743F"/>
    <w:rsid w:val="00B20548"/>
    <w:rsid w:val="00B22150"/>
    <w:rsid w:val="00B22923"/>
    <w:rsid w:val="00B239D7"/>
    <w:rsid w:val="00B50CE4"/>
    <w:rsid w:val="00B51ABC"/>
    <w:rsid w:val="00B55E60"/>
    <w:rsid w:val="00B60D2C"/>
    <w:rsid w:val="00B769A2"/>
    <w:rsid w:val="00B842D0"/>
    <w:rsid w:val="00B922C5"/>
    <w:rsid w:val="00B95DFD"/>
    <w:rsid w:val="00BB288A"/>
    <w:rsid w:val="00BC13AB"/>
    <w:rsid w:val="00BC2837"/>
    <w:rsid w:val="00BC7BB3"/>
    <w:rsid w:val="00BD097C"/>
    <w:rsid w:val="00BD6574"/>
    <w:rsid w:val="00BE1D8C"/>
    <w:rsid w:val="00BE5D7F"/>
    <w:rsid w:val="00BE5E0D"/>
    <w:rsid w:val="00BF49BD"/>
    <w:rsid w:val="00BF7AEF"/>
    <w:rsid w:val="00C129FA"/>
    <w:rsid w:val="00C135DE"/>
    <w:rsid w:val="00C26A23"/>
    <w:rsid w:val="00C31C23"/>
    <w:rsid w:val="00C63013"/>
    <w:rsid w:val="00C83E1A"/>
    <w:rsid w:val="00C93794"/>
    <w:rsid w:val="00CA3498"/>
    <w:rsid w:val="00CA70D1"/>
    <w:rsid w:val="00CB05B1"/>
    <w:rsid w:val="00CB426A"/>
    <w:rsid w:val="00CB7207"/>
    <w:rsid w:val="00CB7599"/>
    <w:rsid w:val="00CD306B"/>
    <w:rsid w:val="00CE03DC"/>
    <w:rsid w:val="00CE729D"/>
    <w:rsid w:val="00CF08AA"/>
    <w:rsid w:val="00CF33EF"/>
    <w:rsid w:val="00CF52EC"/>
    <w:rsid w:val="00CF6E8A"/>
    <w:rsid w:val="00D04635"/>
    <w:rsid w:val="00D05188"/>
    <w:rsid w:val="00D130D4"/>
    <w:rsid w:val="00D141B3"/>
    <w:rsid w:val="00D23AF3"/>
    <w:rsid w:val="00D40F91"/>
    <w:rsid w:val="00D418C1"/>
    <w:rsid w:val="00D45B26"/>
    <w:rsid w:val="00D505E0"/>
    <w:rsid w:val="00D520FF"/>
    <w:rsid w:val="00D56D5D"/>
    <w:rsid w:val="00D75B2A"/>
    <w:rsid w:val="00D75E23"/>
    <w:rsid w:val="00D81C07"/>
    <w:rsid w:val="00D844A5"/>
    <w:rsid w:val="00D86B75"/>
    <w:rsid w:val="00D87711"/>
    <w:rsid w:val="00DB1CFB"/>
    <w:rsid w:val="00DB1F5F"/>
    <w:rsid w:val="00DB3562"/>
    <w:rsid w:val="00DB4116"/>
    <w:rsid w:val="00DB619C"/>
    <w:rsid w:val="00DB6507"/>
    <w:rsid w:val="00DC460C"/>
    <w:rsid w:val="00DD3F95"/>
    <w:rsid w:val="00DD5908"/>
    <w:rsid w:val="00DE5EF5"/>
    <w:rsid w:val="00DE61EE"/>
    <w:rsid w:val="00DF6847"/>
    <w:rsid w:val="00E00F0E"/>
    <w:rsid w:val="00E11062"/>
    <w:rsid w:val="00E121CC"/>
    <w:rsid w:val="00E1547A"/>
    <w:rsid w:val="00E169E2"/>
    <w:rsid w:val="00E22722"/>
    <w:rsid w:val="00E24E78"/>
    <w:rsid w:val="00E25702"/>
    <w:rsid w:val="00E2701B"/>
    <w:rsid w:val="00E37898"/>
    <w:rsid w:val="00E61A32"/>
    <w:rsid w:val="00E72CEA"/>
    <w:rsid w:val="00E74D16"/>
    <w:rsid w:val="00E81BCD"/>
    <w:rsid w:val="00E8346B"/>
    <w:rsid w:val="00E83B19"/>
    <w:rsid w:val="00E919F0"/>
    <w:rsid w:val="00E97D4B"/>
    <w:rsid w:val="00EB1D15"/>
    <w:rsid w:val="00EB69BA"/>
    <w:rsid w:val="00EC0DB2"/>
    <w:rsid w:val="00EC7A58"/>
    <w:rsid w:val="00ED3E57"/>
    <w:rsid w:val="00ED51CF"/>
    <w:rsid w:val="00ED5ACD"/>
    <w:rsid w:val="00ED62CD"/>
    <w:rsid w:val="00ED7855"/>
    <w:rsid w:val="00EE3144"/>
    <w:rsid w:val="00EF4B87"/>
    <w:rsid w:val="00EF5578"/>
    <w:rsid w:val="00EF7AD4"/>
    <w:rsid w:val="00F06B9B"/>
    <w:rsid w:val="00F12F6C"/>
    <w:rsid w:val="00F131E0"/>
    <w:rsid w:val="00F1415A"/>
    <w:rsid w:val="00F279E3"/>
    <w:rsid w:val="00F355B7"/>
    <w:rsid w:val="00F3742A"/>
    <w:rsid w:val="00F40CA6"/>
    <w:rsid w:val="00F43991"/>
    <w:rsid w:val="00F45842"/>
    <w:rsid w:val="00F469F6"/>
    <w:rsid w:val="00F713EC"/>
    <w:rsid w:val="00F96322"/>
    <w:rsid w:val="00FD023A"/>
    <w:rsid w:val="00FD09DD"/>
    <w:rsid w:val="00FD3B18"/>
    <w:rsid w:val="00FF0B50"/>
    <w:rsid w:val="02711BC0"/>
    <w:rsid w:val="02B62778"/>
    <w:rsid w:val="0367803A"/>
    <w:rsid w:val="05895AF5"/>
    <w:rsid w:val="05F16AA2"/>
    <w:rsid w:val="06960879"/>
    <w:rsid w:val="06A32F2A"/>
    <w:rsid w:val="076C43BE"/>
    <w:rsid w:val="07F3D2F6"/>
    <w:rsid w:val="08C31C6A"/>
    <w:rsid w:val="0AACFF91"/>
    <w:rsid w:val="0BBBC757"/>
    <w:rsid w:val="0CADCDC3"/>
    <w:rsid w:val="0DA44A1B"/>
    <w:rsid w:val="0E20E06E"/>
    <w:rsid w:val="0E6CA5A2"/>
    <w:rsid w:val="0F674857"/>
    <w:rsid w:val="100F9A99"/>
    <w:rsid w:val="1091FF2C"/>
    <w:rsid w:val="10D52C5A"/>
    <w:rsid w:val="12332AED"/>
    <w:rsid w:val="128F3DE6"/>
    <w:rsid w:val="12E134CE"/>
    <w:rsid w:val="1332327C"/>
    <w:rsid w:val="135EF159"/>
    <w:rsid w:val="13713E7A"/>
    <w:rsid w:val="1395568A"/>
    <w:rsid w:val="14551E00"/>
    <w:rsid w:val="15D5B269"/>
    <w:rsid w:val="15E31914"/>
    <w:rsid w:val="167D9B2A"/>
    <w:rsid w:val="16CC13A0"/>
    <w:rsid w:val="1743C8D6"/>
    <w:rsid w:val="17712B4C"/>
    <w:rsid w:val="182CEB30"/>
    <w:rsid w:val="19E3BF41"/>
    <w:rsid w:val="1A03B462"/>
    <w:rsid w:val="1ABB2FA4"/>
    <w:rsid w:val="1AC227F8"/>
    <w:rsid w:val="1BB55ACE"/>
    <w:rsid w:val="1C2A9E91"/>
    <w:rsid w:val="1D3A3303"/>
    <w:rsid w:val="1DC7B93C"/>
    <w:rsid w:val="1E0518C4"/>
    <w:rsid w:val="1E06ECB5"/>
    <w:rsid w:val="1E756555"/>
    <w:rsid w:val="1EBD6546"/>
    <w:rsid w:val="1F05D71E"/>
    <w:rsid w:val="1FFB5853"/>
    <w:rsid w:val="20B58E8B"/>
    <w:rsid w:val="20FE97DB"/>
    <w:rsid w:val="21349E9F"/>
    <w:rsid w:val="214D5D41"/>
    <w:rsid w:val="218627D9"/>
    <w:rsid w:val="21A09159"/>
    <w:rsid w:val="22572068"/>
    <w:rsid w:val="2321F83A"/>
    <w:rsid w:val="23D0BADF"/>
    <w:rsid w:val="2425F1BF"/>
    <w:rsid w:val="24485941"/>
    <w:rsid w:val="245D8FCB"/>
    <w:rsid w:val="252D8619"/>
    <w:rsid w:val="259777FE"/>
    <w:rsid w:val="25EB801A"/>
    <w:rsid w:val="26083D7F"/>
    <w:rsid w:val="277C87DB"/>
    <w:rsid w:val="282D9324"/>
    <w:rsid w:val="291C90BA"/>
    <w:rsid w:val="298221D0"/>
    <w:rsid w:val="29B301A2"/>
    <w:rsid w:val="2B72C331"/>
    <w:rsid w:val="2BA159A8"/>
    <w:rsid w:val="2C6954BE"/>
    <w:rsid w:val="2DE31E3F"/>
    <w:rsid w:val="2EBB60BA"/>
    <w:rsid w:val="2F1F8A5B"/>
    <w:rsid w:val="2F685C68"/>
    <w:rsid w:val="2F80C121"/>
    <w:rsid w:val="30862553"/>
    <w:rsid w:val="30D85875"/>
    <w:rsid w:val="31214266"/>
    <w:rsid w:val="31906538"/>
    <w:rsid w:val="31B1AA0A"/>
    <w:rsid w:val="32EBAD95"/>
    <w:rsid w:val="337954D6"/>
    <w:rsid w:val="33C31DF8"/>
    <w:rsid w:val="33DCE15A"/>
    <w:rsid w:val="34094764"/>
    <w:rsid w:val="342BDEF7"/>
    <w:rsid w:val="358540F4"/>
    <w:rsid w:val="36E48B4F"/>
    <w:rsid w:val="36F566D7"/>
    <w:rsid w:val="37D40F50"/>
    <w:rsid w:val="384F5526"/>
    <w:rsid w:val="388FCD89"/>
    <w:rsid w:val="38913738"/>
    <w:rsid w:val="3951C0EB"/>
    <w:rsid w:val="39B1694D"/>
    <w:rsid w:val="39F8DD8B"/>
    <w:rsid w:val="3ABBECAA"/>
    <w:rsid w:val="3BB07175"/>
    <w:rsid w:val="3BDD05E5"/>
    <w:rsid w:val="3CD5DAA9"/>
    <w:rsid w:val="3CD82BF8"/>
    <w:rsid w:val="3D4B7FFE"/>
    <w:rsid w:val="3D6BFD04"/>
    <w:rsid w:val="3D718BAF"/>
    <w:rsid w:val="3DDDA320"/>
    <w:rsid w:val="3E41AD6F"/>
    <w:rsid w:val="3E55846C"/>
    <w:rsid w:val="3E82BC31"/>
    <w:rsid w:val="402C09DB"/>
    <w:rsid w:val="4071972A"/>
    <w:rsid w:val="40781FC0"/>
    <w:rsid w:val="409C491D"/>
    <w:rsid w:val="4141933E"/>
    <w:rsid w:val="414DA034"/>
    <w:rsid w:val="43CD0EA3"/>
    <w:rsid w:val="445C273D"/>
    <w:rsid w:val="4475E807"/>
    <w:rsid w:val="44950D59"/>
    <w:rsid w:val="465536B9"/>
    <w:rsid w:val="4867FC57"/>
    <w:rsid w:val="49DACD3F"/>
    <w:rsid w:val="4B062315"/>
    <w:rsid w:val="4B38D443"/>
    <w:rsid w:val="4B769DA0"/>
    <w:rsid w:val="4B88FB6A"/>
    <w:rsid w:val="4BC9B0C4"/>
    <w:rsid w:val="4C3BD9CF"/>
    <w:rsid w:val="4DCC0BF8"/>
    <w:rsid w:val="4DD96872"/>
    <w:rsid w:val="4EC133A4"/>
    <w:rsid w:val="4EF914CA"/>
    <w:rsid w:val="4F223C6A"/>
    <w:rsid w:val="4FF70755"/>
    <w:rsid w:val="5060E242"/>
    <w:rsid w:val="5099114F"/>
    <w:rsid w:val="50E16926"/>
    <w:rsid w:val="512BC33A"/>
    <w:rsid w:val="531B35AB"/>
    <w:rsid w:val="53A3B7DF"/>
    <w:rsid w:val="561BE5EE"/>
    <w:rsid w:val="562CA56A"/>
    <w:rsid w:val="586CA876"/>
    <w:rsid w:val="5A3E2D2D"/>
    <w:rsid w:val="5AC1D84B"/>
    <w:rsid w:val="5B7470F1"/>
    <w:rsid w:val="5C698A39"/>
    <w:rsid w:val="5D920239"/>
    <w:rsid w:val="5E213843"/>
    <w:rsid w:val="5E975FB3"/>
    <w:rsid w:val="5EE18FA3"/>
    <w:rsid w:val="5F37148D"/>
    <w:rsid w:val="5FE7A267"/>
    <w:rsid w:val="6027F0B0"/>
    <w:rsid w:val="603A7E21"/>
    <w:rsid w:val="61D9E853"/>
    <w:rsid w:val="6253263B"/>
    <w:rsid w:val="629D789A"/>
    <w:rsid w:val="64F92B39"/>
    <w:rsid w:val="65AF8E99"/>
    <w:rsid w:val="6617D825"/>
    <w:rsid w:val="66A1A049"/>
    <w:rsid w:val="66C812A5"/>
    <w:rsid w:val="66E1083C"/>
    <w:rsid w:val="66EA3141"/>
    <w:rsid w:val="670D6F01"/>
    <w:rsid w:val="671FBC22"/>
    <w:rsid w:val="6742F086"/>
    <w:rsid w:val="676C454A"/>
    <w:rsid w:val="68BEDA29"/>
    <w:rsid w:val="68BFA472"/>
    <w:rsid w:val="6A4AD893"/>
    <w:rsid w:val="6A90C3E3"/>
    <w:rsid w:val="6BB28077"/>
    <w:rsid w:val="6C04C0C6"/>
    <w:rsid w:val="6C816544"/>
    <w:rsid w:val="6E0C88FE"/>
    <w:rsid w:val="6EB3D56B"/>
    <w:rsid w:val="7004FA9A"/>
    <w:rsid w:val="701E90FA"/>
    <w:rsid w:val="7064A734"/>
    <w:rsid w:val="71005072"/>
    <w:rsid w:val="7194F99A"/>
    <w:rsid w:val="72D0C074"/>
    <w:rsid w:val="73A13365"/>
    <w:rsid w:val="741F1544"/>
    <w:rsid w:val="742B05F0"/>
    <w:rsid w:val="74F0FBDD"/>
    <w:rsid w:val="75774C84"/>
    <w:rsid w:val="75DA1CC0"/>
    <w:rsid w:val="776C5232"/>
    <w:rsid w:val="7829A2DF"/>
    <w:rsid w:val="7A369D68"/>
    <w:rsid w:val="7A7A5F97"/>
    <w:rsid w:val="7B54895B"/>
    <w:rsid w:val="7B5C0FBE"/>
    <w:rsid w:val="7E68A52B"/>
    <w:rsid w:val="7EA2F000"/>
    <w:rsid w:val="7F6131D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9A1D50"/>
  <w15:docId w15:val="{3BBB43E1-3C72-468D-A880-3DD900EE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D44EC"/>
    <w:pPr>
      <w:spacing w:after="0" w:line="240" w:lineRule="auto"/>
    </w:pPr>
    <w:rPr>
      <w:rFonts w:ascii="Arial" w:hAnsi="Arial" w:cs="Arial"/>
    </w:rPr>
  </w:style>
  <w:style w:type="paragraph" w:styleId="berschrift1">
    <w:name w:val="heading 1"/>
    <w:basedOn w:val="Kopfzeile"/>
    <w:next w:val="Standard"/>
    <w:link w:val="berschrift1Zchn"/>
    <w:uiPriority w:val="9"/>
    <w:qFormat/>
    <w:rsid w:val="007D44EC"/>
    <w:pPr>
      <w:tabs>
        <w:tab w:val="clear" w:pos="4536"/>
        <w:tab w:val="clear" w:pos="9072"/>
        <w:tab w:val="left" w:pos="975"/>
      </w:tabs>
      <w:outlineLvl w:val="0"/>
    </w:pPr>
    <w:rPr>
      <w:b/>
      <w:color w:val="009DE0"/>
      <w:sz w:val="32"/>
      <w:szCs w:val="32"/>
    </w:rPr>
  </w:style>
  <w:style w:type="paragraph" w:styleId="berschrift2">
    <w:name w:val="heading 2"/>
    <w:basedOn w:val="Standard"/>
    <w:next w:val="Standard"/>
    <w:link w:val="berschrift2Zchn"/>
    <w:uiPriority w:val="9"/>
    <w:unhideWhenUsed/>
    <w:qFormat/>
    <w:rsid w:val="007D44EC"/>
    <w:pPr>
      <w:spacing w:line="360" w:lineRule="auto"/>
      <w:ind w:right="1418"/>
      <w:jc w:val="both"/>
      <w:outlineLvl w:val="1"/>
    </w:pPr>
    <w:rPr>
      <w:b/>
      <w:sz w:val="28"/>
      <w:szCs w:val="28"/>
    </w:rPr>
  </w:style>
  <w:style w:type="paragraph" w:styleId="berschrift3">
    <w:name w:val="heading 3"/>
    <w:basedOn w:val="Standard"/>
    <w:next w:val="Standard"/>
    <w:link w:val="berschrift3Zchn"/>
    <w:uiPriority w:val="9"/>
    <w:semiHidden/>
    <w:unhideWhenUsed/>
    <w:rsid w:val="007735C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rsid w:val="00974CD8"/>
    <w:pPr>
      <w:spacing w:before="120" w:after="120" w:line="264" w:lineRule="auto"/>
      <w:jc w:val="both"/>
    </w:pPr>
    <w:rPr>
      <w:rFonts w:eastAsia="Times New Roman" w:cs="Times New Roman"/>
      <w:lang w:eastAsia="de-DE"/>
    </w:rPr>
  </w:style>
  <w:style w:type="character" w:customStyle="1" w:styleId="berschrift1Zchn">
    <w:name w:val="Überschrift 1 Zchn"/>
    <w:basedOn w:val="Absatz-Standardschriftart"/>
    <w:link w:val="berschrift1"/>
    <w:uiPriority w:val="9"/>
    <w:rsid w:val="007D44EC"/>
    <w:rPr>
      <w:rFonts w:ascii="Arial" w:hAnsi="Arial" w:cs="Arial"/>
      <w:b/>
      <w:color w:val="009DE0"/>
      <w:sz w:val="32"/>
      <w:szCs w:val="32"/>
    </w:rPr>
  </w:style>
  <w:style w:type="paragraph" w:customStyle="1" w:styleId="Fusszeile">
    <w:name w:val="Fusszeile"/>
    <w:basedOn w:val="Standard"/>
    <w:link w:val="FusszeileZchn"/>
    <w:qFormat/>
    <w:rsid w:val="007D44EC"/>
    <w:pPr>
      <w:tabs>
        <w:tab w:val="left" w:pos="450"/>
        <w:tab w:val="left" w:pos="3261"/>
        <w:tab w:val="left" w:pos="5954"/>
        <w:tab w:val="left" w:pos="8789"/>
      </w:tabs>
    </w:pPr>
    <w:rPr>
      <w:noProof/>
      <w:sz w:val="14"/>
      <w:szCs w:val="14"/>
    </w:rPr>
  </w:style>
  <w:style w:type="character" w:customStyle="1" w:styleId="berschrift2Zchn">
    <w:name w:val="Überschrift 2 Zchn"/>
    <w:basedOn w:val="Absatz-Standardschriftart"/>
    <w:link w:val="berschrift2"/>
    <w:uiPriority w:val="9"/>
    <w:rsid w:val="007D44EC"/>
    <w:rPr>
      <w:rFonts w:ascii="Arial" w:hAnsi="Arial" w:cs="Arial"/>
      <w:b/>
      <w:sz w:val="28"/>
      <w:szCs w:val="28"/>
    </w:rPr>
  </w:style>
  <w:style w:type="character" w:customStyle="1" w:styleId="FusszeileZchn">
    <w:name w:val="Fusszeile Zchn"/>
    <w:basedOn w:val="Absatz-Standardschriftart"/>
    <w:link w:val="Fusszeile"/>
    <w:rsid w:val="007D44EC"/>
    <w:rPr>
      <w:rFonts w:ascii="Arial" w:hAnsi="Arial" w:cs="Arial"/>
      <w:noProof/>
      <w:sz w:val="14"/>
      <w:szCs w:val="14"/>
    </w:rPr>
  </w:style>
  <w:style w:type="paragraph" w:styleId="Untertitel">
    <w:name w:val="Subtitle"/>
    <w:basedOn w:val="Standard"/>
    <w:next w:val="Standard"/>
    <w:link w:val="UntertitelZchn"/>
    <w:uiPriority w:val="11"/>
    <w:qFormat/>
    <w:rsid w:val="007D44EC"/>
    <w:pPr>
      <w:spacing w:line="360" w:lineRule="auto"/>
      <w:ind w:right="1418"/>
      <w:jc w:val="both"/>
    </w:pPr>
    <w:rPr>
      <w:b/>
    </w:rPr>
  </w:style>
  <w:style w:type="character" w:customStyle="1" w:styleId="UntertitelZchn">
    <w:name w:val="Untertitel Zchn"/>
    <w:basedOn w:val="Absatz-Standardschriftart"/>
    <w:link w:val="Untertitel"/>
    <w:uiPriority w:val="11"/>
    <w:rsid w:val="007D44EC"/>
    <w:rPr>
      <w:rFonts w:ascii="Arial" w:hAnsi="Arial" w:cs="Arial"/>
      <w:b/>
    </w:rPr>
  </w:style>
  <w:style w:type="paragraph" w:styleId="Listenabsatz">
    <w:name w:val="List Paragraph"/>
    <w:basedOn w:val="Standard"/>
    <w:uiPriority w:val="34"/>
    <w:rsid w:val="00B50CE4"/>
    <w:pPr>
      <w:ind w:left="720"/>
      <w:contextualSpacing/>
    </w:pPr>
  </w:style>
  <w:style w:type="character" w:styleId="Kommentarzeichen">
    <w:name w:val="annotation reference"/>
    <w:basedOn w:val="Absatz-Standardschriftart"/>
    <w:uiPriority w:val="99"/>
    <w:semiHidden/>
    <w:unhideWhenUsed/>
    <w:rsid w:val="002312A3"/>
    <w:rPr>
      <w:sz w:val="16"/>
      <w:szCs w:val="16"/>
    </w:rPr>
  </w:style>
  <w:style w:type="paragraph" w:styleId="Kommentartext">
    <w:name w:val="annotation text"/>
    <w:basedOn w:val="Standard"/>
    <w:link w:val="KommentartextZchn"/>
    <w:uiPriority w:val="99"/>
    <w:semiHidden/>
    <w:unhideWhenUsed/>
    <w:rsid w:val="002312A3"/>
    <w:rPr>
      <w:sz w:val="20"/>
      <w:szCs w:val="20"/>
    </w:rPr>
  </w:style>
  <w:style w:type="character" w:customStyle="1" w:styleId="KommentartextZchn">
    <w:name w:val="Kommentartext Zchn"/>
    <w:basedOn w:val="Absatz-Standardschriftart"/>
    <w:link w:val="Kommentartext"/>
    <w:uiPriority w:val="99"/>
    <w:semiHidden/>
    <w:rsid w:val="002312A3"/>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2312A3"/>
    <w:rPr>
      <w:b/>
      <w:bCs/>
    </w:rPr>
  </w:style>
  <w:style w:type="character" w:customStyle="1" w:styleId="KommentarthemaZchn">
    <w:name w:val="Kommentarthema Zchn"/>
    <w:basedOn w:val="KommentartextZchn"/>
    <w:link w:val="Kommentarthema"/>
    <w:uiPriority w:val="99"/>
    <w:semiHidden/>
    <w:rsid w:val="002312A3"/>
    <w:rPr>
      <w:rFonts w:ascii="Arial" w:hAnsi="Arial" w:cs="Arial"/>
      <w:b/>
      <w:bCs/>
      <w:sz w:val="20"/>
      <w:szCs w:val="20"/>
    </w:rPr>
  </w:style>
  <w:style w:type="character" w:customStyle="1" w:styleId="berschrift3Zchn">
    <w:name w:val="Überschrift 3 Zchn"/>
    <w:basedOn w:val="Absatz-Standardschriftart"/>
    <w:link w:val="berschrift3"/>
    <w:uiPriority w:val="9"/>
    <w:semiHidden/>
    <w:rsid w:val="007735CF"/>
    <w:rPr>
      <w:rFonts w:asciiTheme="majorHAnsi" w:eastAsiaTheme="majorEastAsia" w:hAnsiTheme="majorHAnsi" w:cstheme="majorBidi"/>
      <w:color w:val="243F60" w:themeColor="accent1" w:themeShade="7F"/>
      <w:sz w:val="24"/>
      <w:szCs w:val="24"/>
    </w:rPr>
  </w:style>
  <w:style w:type="paragraph" w:customStyle="1" w:styleId="teasertext">
    <w:name w:val="teasertext"/>
    <w:basedOn w:val="Standard"/>
    <w:rsid w:val="00894E01"/>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894E01"/>
    <w:rPr>
      <w:b/>
      <w:bCs/>
    </w:rPr>
  </w:style>
  <w:style w:type="character" w:customStyle="1" w:styleId="metatext">
    <w:name w:val="meta_text"/>
    <w:basedOn w:val="Absatz-Standardschriftart"/>
    <w:rsid w:val="0023607C"/>
  </w:style>
  <w:style w:type="character" w:customStyle="1" w:styleId="zoom-icon-small">
    <w:name w:val="zoom-icon-small"/>
    <w:basedOn w:val="Absatz-Standardschriftart"/>
    <w:rsid w:val="0023607C"/>
  </w:style>
  <w:style w:type="character" w:customStyle="1" w:styleId="zoom-icon-big">
    <w:name w:val="zoom-icon-big"/>
    <w:basedOn w:val="Absatz-Standardschriftart"/>
    <w:rsid w:val="0023607C"/>
  </w:style>
  <w:style w:type="character" w:customStyle="1" w:styleId="sharetext">
    <w:name w:val="sharetext"/>
    <w:basedOn w:val="Absatz-Standardschriftart"/>
    <w:rsid w:val="0023607C"/>
  </w:style>
  <w:style w:type="character" w:customStyle="1" w:styleId="StandardWebZchn">
    <w:name w:val="Standard (Web) Zchn"/>
    <w:basedOn w:val="Absatz-Standardschriftart"/>
    <w:link w:val="StandardWeb"/>
    <w:locked/>
    <w:rsid w:val="00F12F6C"/>
    <w:rPr>
      <w:rFonts w:ascii="Arial" w:eastAsia="Times New Roman" w:hAnsi="Arial" w:cs="Times New Roman"/>
      <w:lang w:eastAsia="de-DE"/>
    </w:rPr>
  </w:style>
  <w:style w:type="character" w:customStyle="1" w:styleId="SubheadlineZchn">
    <w:name w:val="Subheadline Zchn"/>
    <w:basedOn w:val="Absatz-Standardschriftart"/>
    <w:link w:val="Subheadline"/>
    <w:locked/>
    <w:rsid w:val="00F12F6C"/>
    <w:rPr>
      <w:rFonts w:ascii="Arial" w:hAnsi="Arial" w:cs="Arial"/>
      <w:b/>
    </w:rPr>
  </w:style>
  <w:style w:type="paragraph" w:customStyle="1" w:styleId="Subheadline">
    <w:name w:val="Subheadline"/>
    <w:basedOn w:val="Standard"/>
    <w:link w:val="SubheadlineZchn"/>
    <w:qFormat/>
    <w:rsid w:val="00F12F6C"/>
    <w:rPr>
      <w:b/>
    </w:rPr>
  </w:style>
  <w:style w:type="character" w:customStyle="1" w:styleId="FliesstextZchn">
    <w:name w:val="Fliesstext Zchn"/>
    <w:basedOn w:val="Absatz-Standardschriftart"/>
    <w:link w:val="Fliesstext"/>
    <w:locked/>
    <w:rsid w:val="00F12F6C"/>
    <w:rPr>
      <w:rFonts w:ascii="Arial" w:hAnsi="Arial" w:cs="Arial"/>
      <w:szCs w:val="24"/>
    </w:rPr>
  </w:style>
  <w:style w:type="paragraph" w:customStyle="1" w:styleId="Fliesstext">
    <w:name w:val="Fliesstext"/>
    <w:basedOn w:val="Standard"/>
    <w:link w:val="FliesstextZchn"/>
    <w:qFormat/>
    <w:rsid w:val="00F12F6C"/>
    <w:rPr>
      <w:szCs w:val="24"/>
    </w:rPr>
  </w:style>
  <w:style w:type="character" w:customStyle="1" w:styleId="BildunterschriftZchn">
    <w:name w:val="Bildunterschrift Zchn"/>
    <w:basedOn w:val="StandardWebZchn"/>
    <w:link w:val="Bildunterschrift"/>
    <w:locked/>
    <w:rsid w:val="00F12F6C"/>
    <w:rPr>
      <w:rFonts w:ascii="Arial" w:eastAsia="Times New Roman" w:hAnsi="Arial" w:cs="Times New Roman"/>
      <w:i/>
      <w:sz w:val="18"/>
      <w:szCs w:val="18"/>
      <w:lang w:eastAsia="de-DE"/>
    </w:rPr>
  </w:style>
  <w:style w:type="paragraph" w:customStyle="1" w:styleId="Bildunterschrift">
    <w:name w:val="Bildunterschrift"/>
    <w:basedOn w:val="StandardWeb"/>
    <w:link w:val="BildunterschriftZchn"/>
    <w:qFormat/>
    <w:rsid w:val="00F12F6C"/>
    <w:pPr>
      <w:spacing w:before="0" w:after="0" w:line="360" w:lineRule="auto"/>
      <w:ind w:right="1273"/>
      <w:jc w:val="left"/>
    </w:pPr>
    <w:rPr>
      <w:i/>
      <w:sz w:val="18"/>
      <w:szCs w:val="18"/>
    </w:rPr>
  </w:style>
  <w:style w:type="paragraph" w:customStyle="1" w:styleId="Headline1">
    <w:name w:val="Headline 1"/>
    <w:basedOn w:val="berschrift1"/>
    <w:link w:val="Headline1Zchn"/>
    <w:qFormat/>
    <w:rsid w:val="001334E2"/>
    <w:pPr>
      <w:keepNext/>
      <w:tabs>
        <w:tab w:val="clear" w:pos="975"/>
      </w:tabs>
      <w:spacing w:before="240" w:after="60"/>
    </w:pPr>
    <w:rPr>
      <w:rFonts w:eastAsia="Times New Roman"/>
      <w:bCs/>
      <w:color w:val="auto"/>
      <w:kern w:val="32"/>
      <w:lang w:eastAsia="de-DE"/>
    </w:rPr>
  </w:style>
  <w:style w:type="character" w:customStyle="1" w:styleId="Headline1Zchn">
    <w:name w:val="Headline 1 Zchn"/>
    <w:basedOn w:val="Absatz-Standardschriftart"/>
    <w:link w:val="Headline1"/>
    <w:rsid w:val="001334E2"/>
    <w:rPr>
      <w:rFonts w:ascii="Arial" w:eastAsia="Times New Roman" w:hAnsi="Arial" w:cs="Arial"/>
      <w:b/>
      <w:bCs/>
      <w:kern w:val="32"/>
      <w:sz w:val="32"/>
      <w:szCs w:val="32"/>
      <w:lang w:eastAsia="de-DE"/>
    </w:rPr>
  </w:style>
  <w:style w:type="paragraph" w:styleId="berarbeitung">
    <w:name w:val="Revision"/>
    <w:hidden/>
    <w:uiPriority w:val="99"/>
    <w:semiHidden/>
    <w:rsid w:val="004D17D2"/>
    <w:pPr>
      <w:spacing w:after="0" w:line="240" w:lineRule="auto"/>
    </w:pPr>
    <w:rPr>
      <w:rFonts w:ascii="Arial" w:hAnsi="Arial" w:cs="Arial"/>
    </w:rPr>
  </w:style>
  <w:style w:type="paragraph" w:customStyle="1" w:styleId="paragraph">
    <w:name w:val="paragraph"/>
    <w:basedOn w:val="Standard"/>
    <w:rsid w:val="008579BD"/>
    <w:pPr>
      <w:spacing w:before="100" w:beforeAutospacing="1" w:after="100" w:afterAutospacing="1"/>
    </w:pPr>
    <w:rPr>
      <w:rFonts w:ascii="Times New Roman" w:eastAsia="Times New Roman" w:hAnsi="Times New Roman" w:cs="Times New Roman"/>
      <w:sz w:val="24"/>
      <w:szCs w:val="24"/>
      <w:lang w:val="en-US"/>
    </w:rPr>
  </w:style>
  <w:style w:type="character" w:customStyle="1" w:styleId="normaltextrun">
    <w:name w:val="normaltextrun"/>
    <w:basedOn w:val="Absatz-Standardschriftart"/>
    <w:rsid w:val="008579BD"/>
  </w:style>
  <w:style w:type="character" w:customStyle="1" w:styleId="eop">
    <w:name w:val="eop"/>
    <w:basedOn w:val="Absatz-Standardschriftart"/>
    <w:rsid w:val="008579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666051">
      <w:bodyDiv w:val="1"/>
      <w:marLeft w:val="0"/>
      <w:marRight w:val="0"/>
      <w:marTop w:val="0"/>
      <w:marBottom w:val="0"/>
      <w:divBdr>
        <w:top w:val="none" w:sz="0" w:space="0" w:color="auto"/>
        <w:left w:val="none" w:sz="0" w:space="0" w:color="auto"/>
        <w:bottom w:val="none" w:sz="0" w:space="0" w:color="auto"/>
        <w:right w:val="none" w:sz="0" w:space="0" w:color="auto"/>
      </w:divBdr>
    </w:div>
    <w:div w:id="730150527">
      <w:bodyDiv w:val="1"/>
      <w:marLeft w:val="0"/>
      <w:marRight w:val="0"/>
      <w:marTop w:val="0"/>
      <w:marBottom w:val="0"/>
      <w:divBdr>
        <w:top w:val="none" w:sz="0" w:space="0" w:color="auto"/>
        <w:left w:val="none" w:sz="0" w:space="0" w:color="auto"/>
        <w:bottom w:val="none" w:sz="0" w:space="0" w:color="auto"/>
        <w:right w:val="none" w:sz="0" w:space="0" w:color="auto"/>
      </w:divBdr>
      <w:divsChild>
        <w:div w:id="7758851">
          <w:marLeft w:val="0"/>
          <w:marRight w:val="0"/>
          <w:marTop w:val="0"/>
          <w:marBottom w:val="0"/>
          <w:divBdr>
            <w:top w:val="single" w:sz="2" w:space="0" w:color="E2E8F0"/>
            <w:left w:val="single" w:sz="2" w:space="0" w:color="E2E8F0"/>
            <w:bottom w:val="single" w:sz="2" w:space="0" w:color="E2E8F0"/>
            <w:right w:val="single" w:sz="2" w:space="0" w:color="E2E8F0"/>
          </w:divBdr>
          <w:divsChild>
            <w:div w:id="513499837">
              <w:marLeft w:val="0"/>
              <w:marRight w:val="0"/>
              <w:marTop w:val="0"/>
              <w:marBottom w:val="0"/>
              <w:divBdr>
                <w:top w:val="single" w:sz="2" w:space="0" w:color="E2E8F0"/>
                <w:left w:val="single" w:sz="2" w:space="11" w:color="E2E8F0"/>
                <w:bottom w:val="single" w:sz="2" w:space="0" w:color="E2E8F0"/>
                <w:right w:val="single" w:sz="2" w:space="0" w:color="E2E8F0"/>
              </w:divBdr>
              <w:divsChild>
                <w:div w:id="186898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6873727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50468736">
          <w:marLeft w:val="0"/>
          <w:marRight w:val="0"/>
          <w:marTop w:val="0"/>
          <w:marBottom w:val="0"/>
          <w:divBdr>
            <w:top w:val="single" w:sz="2" w:space="0" w:color="E2E8F0"/>
            <w:left w:val="single" w:sz="2" w:space="0" w:color="E2E8F0"/>
            <w:bottom w:val="single" w:sz="2" w:space="0" w:color="E2E8F0"/>
            <w:right w:val="single" w:sz="2" w:space="0" w:color="E2E8F0"/>
          </w:divBdr>
          <w:divsChild>
            <w:div w:id="498932942">
              <w:marLeft w:val="0"/>
              <w:marRight w:val="0"/>
              <w:marTop w:val="0"/>
              <w:marBottom w:val="0"/>
              <w:divBdr>
                <w:top w:val="single" w:sz="2" w:space="0" w:color="E2E8F0"/>
                <w:left w:val="single" w:sz="2" w:space="0" w:color="E2E8F0"/>
                <w:bottom w:val="single" w:sz="2" w:space="0" w:color="E2E8F0"/>
                <w:right w:val="single" w:sz="2" w:space="0" w:color="E2E8F0"/>
              </w:divBdr>
            </w:div>
            <w:div w:id="820777008">
              <w:marLeft w:val="0"/>
              <w:marRight w:val="0"/>
              <w:marTop w:val="0"/>
              <w:marBottom w:val="0"/>
              <w:divBdr>
                <w:top w:val="single" w:sz="2" w:space="11" w:color="E2E8F0"/>
                <w:left w:val="single" w:sz="2" w:space="11" w:color="E2E8F0"/>
                <w:bottom w:val="single" w:sz="2" w:space="11" w:color="E2E8F0"/>
                <w:right w:val="single" w:sz="2" w:space="11" w:color="E2E8F0"/>
              </w:divBdr>
              <w:divsChild>
                <w:div w:id="564413560">
                  <w:marLeft w:val="0"/>
                  <w:marRight w:val="0"/>
                  <w:marTop w:val="0"/>
                  <w:marBottom w:val="0"/>
                  <w:divBdr>
                    <w:top w:val="single" w:sz="2" w:space="0" w:color="E2E8F0"/>
                    <w:left w:val="single" w:sz="2" w:space="0" w:color="E2E8F0"/>
                    <w:bottom w:val="single" w:sz="2" w:space="0" w:color="E2E8F0"/>
                    <w:right w:val="single" w:sz="2" w:space="0" w:color="E2E8F0"/>
                  </w:divBdr>
                </w:div>
                <w:div w:id="12697793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1195498">
          <w:marLeft w:val="0"/>
          <w:marRight w:val="0"/>
          <w:marTop w:val="0"/>
          <w:marBottom w:val="0"/>
          <w:divBdr>
            <w:top w:val="single" w:sz="2" w:space="0" w:color="E2E8F0"/>
            <w:left w:val="single" w:sz="2" w:space="0" w:color="E2E8F0"/>
            <w:bottom w:val="single" w:sz="2" w:space="0" w:color="E2E8F0"/>
            <w:right w:val="single" w:sz="2" w:space="0" w:color="E2E8F0"/>
          </w:divBdr>
          <w:divsChild>
            <w:div w:id="1259482735">
              <w:marLeft w:val="0"/>
              <w:marRight w:val="0"/>
              <w:marTop w:val="0"/>
              <w:marBottom w:val="0"/>
              <w:divBdr>
                <w:top w:val="single" w:sz="2" w:space="0" w:color="E2E8F0"/>
                <w:left w:val="single" w:sz="2" w:space="0" w:color="E2E8F0"/>
                <w:bottom w:val="single" w:sz="2" w:space="0" w:color="E2E8F0"/>
                <w:right w:val="single" w:sz="2" w:space="0" w:color="E2E8F0"/>
              </w:divBdr>
            </w:div>
            <w:div w:id="1437403557">
              <w:marLeft w:val="0"/>
              <w:marRight w:val="0"/>
              <w:marTop w:val="0"/>
              <w:marBottom w:val="0"/>
              <w:divBdr>
                <w:top w:val="single" w:sz="2" w:space="0" w:color="E2E8F0"/>
                <w:left w:val="single" w:sz="2" w:space="11" w:color="E2E8F0"/>
                <w:bottom w:val="single" w:sz="2" w:space="0" w:color="E2E8F0"/>
                <w:right w:val="single" w:sz="2" w:space="0" w:color="E2E8F0"/>
              </w:divBdr>
              <w:divsChild>
                <w:div w:id="19993836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88155478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1120229">
          <w:marLeft w:val="0"/>
          <w:marRight w:val="0"/>
          <w:marTop w:val="0"/>
          <w:marBottom w:val="0"/>
          <w:divBdr>
            <w:top w:val="single" w:sz="2" w:space="0" w:color="E2E8F0"/>
            <w:left w:val="single" w:sz="2" w:space="0" w:color="E2E8F0"/>
            <w:bottom w:val="single" w:sz="2" w:space="0" w:color="E2E8F0"/>
            <w:right w:val="single" w:sz="2" w:space="0" w:color="E2E8F0"/>
          </w:divBdr>
          <w:divsChild>
            <w:div w:id="13825120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6339118">
          <w:marLeft w:val="0"/>
          <w:marRight w:val="0"/>
          <w:marTop w:val="0"/>
          <w:marBottom w:val="0"/>
          <w:divBdr>
            <w:top w:val="single" w:sz="2" w:space="0" w:color="E2E8F0"/>
            <w:left w:val="single" w:sz="2" w:space="0" w:color="E2E8F0"/>
            <w:bottom w:val="single" w:sz="2" w:space="0" w:color="E2E8F0"/>
            <w:right w:val="single" w:sz="2" w:space="0" w:color="E2E8F0"/>
          </w:divBdr>
          <w:divsChild>
            <w:div w:id="796534280">
              <w:marLeft w:val="0"/>
              <w:marRight w:val="0"/>
              <w:marTop w:val="0"/>
              <w:marBottom w:val="0"/>
              <w:divBdr>
                <w:top w:val="single" w:sz="2" w:space="0" w:color="E2E8F0"/>
                <w:left w:val="single" w:sz="2" w:space="0" w:color="E2E8F0"/>
                <w:bottom w:val="single" w:sz="2" w:space="0" w:color="E2E8F0"/>
                <w:right w:val="single" w:sz="2" w:space="0" w:color="E2E8F0"/>
              </w:divBdr>
            </w:div>
            <w:div w:id="1573153833">
              <w:marLeft w:val="0"/>
              <w:marRight w:val="0"/>
              <w:marTop w:val="0"/>
              <w:marBottom w:val="0"/>
              <w:divBdr>
                <w:top w:val="single" w:sz="2" w:space="11" w:color="E2E8F0"/>
                <w:left w:val="single" w:sz="2" w:space="11" w:color="E2E8F0"/>
                <w:bottom w:val="single" w:sz="2" w:space="11" w:color="E2E8F0"/>
                <w:right w:val="single" w:sz="2" w:space="11" w:color="E2E8F0"/>
              </w:divBdr>
              <w:divsChild>
                <w:div w:id="189995084">
                  <w:marLeft w:val="0"/>
                  <w:marRight w:val="0"/>
                  <w:marTop w:val="0"/>
                  <w:marBottom w:val="0"/>
                  <w:divBdr>
                    <w:top w:val="single" w:sz="2" w:space="0" w:color="E2E8F0"/>
                    <w:left w:val="single" w:sz="2" w:space="0" w:color="E2E8F0"/>
                    <w:bottom w:val="single" w:sz="2" w:space="0" w:color="E2E8F0"/>
                    <w:right w:val="single" w:sz="2" w:space="0" w:color="E2E8F0"/>
                  </w:divBdr>
                </w:div>
                <w:div w:id="4452022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8745366">
          <w:marLeft w:val="0"/>
          <w:marRight w:val="0"/>
          <w:marTop w:val="0"/>
          <w:marBottom w:val="0"/>
          <w:divBdr>
            <w:top w:val="single" w:sz="2" w:space="0" w:color="E2E8F0"/>
            <w:left w:val="single" w:sz="2" w:space="0" w:color="E2E8F0"/>
            <w:bottom w:val="single" w:sz="2" w:space="0" w:color="E2E8F0"/>
            <w:right w:val="single" w:sz="2" w:space="0" w:color="E2E8F0"/>
          </w:divBdr>
          <w:divsChild>
            <w:div w:id="801117729">
              <w:marLeft w:val="0"/>
              <w:marRight w:val="0"/>
              <w:marTop w:val="0"/>
              <w:marBottom w:val="0"/>
              <w:divBdr>
                <w:top w:val="single" w:sz="2" w:space="0" w:color="E2E8F0"/>
                <w:left w:val="single" w:sz="2" w:space="0" w:color="E2E8F0"/>
                <w:bottom w:val="single" w:sz="2" w:space="0" w:color="E2E8F0"/>
                <w:right w:val="single" w:sz="2" w:space="0" w:color="E2E8F0"/>
              </w:divBdr>
            </w:div>
            <w:div w:id="1953240039">
              <w:marLeft w:val="0"/>
              <w:marRight w:val="0"/>
              <w:marTop w:val="0"/>
              <w:marBottom w:val="0"/>
              <w:divBdr>
                <w:top w:val="single" w:sz="2" w:space="0" w:color="E2E8F0"/>
                <w:left w:val="single" w:sz="2" w:space="11" w:color="E2E8F0"/>
                <w:bottom w:val="single" w:sz="2" w:space="0" w:color="E2E8F0"/>
                <w:right w:val="single" w:sz="2" w:space="0" w:color="E2E8F0"/>
              </w:divBdr>
              <w:divsChild>
                <w:div w:id="18868688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2041278">
          <w:marLeft w:val="0"/>
          <w:marRight w:val="0"/>
          <w:marTop w:val="0"/>
          <w:marBottom w:val="0"/>
          <w:divBdr>
            <w:top w:val="single" w:sz="2" w:space="0" w:color="E2E8F0"/>
            <w:left w:val="single" w:sz="2" w:space="0" w:color="E2E8F0"/>
            <w:bottom w:val="single" w:sz="2" w:space="0" w:color="E2E8F0"/>
            <w:right w:val="single" w:sz="2" w:space="0" w:color="E2E8F0"/>
          </w:divBdr>
          <w:divsChild>
            <w:div w:id="1342471187">
              <w:marLeft w:val="0"/>
              <w:marRight w:val="0"/>
              <w:marTop w:val="0"/>
              <w:marBottom w:val="0"/>
              <w:divBdr>
                <w:top w:val="single" w:sz="2" w:space="0" w:color="E2E8F0"/>
                <w:left w:val="single" w:sz="2" w:space="11" w:color="E2E8F0"/>
                <w:bottom w:val="single" w:sz="2" w:space="0" w:color="E2E8F0"/>
                <w:right w:val="single" w:sz="2" w:space="0" w:color="E2E8F0"/>
              </w:divBdr>
              <w:divsChild>
                <w:div w:id="4200317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69202696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4127144">
          <w:marLeft w:val="0"/>
          <w:marRight w:val="0"/>
          <w:marTop w:val="450"/>
          <w:marBottom w:val="0"/>
          <w:divBdr>
            <w:top w:val="single" w:sz="2" w:space="0" w:color="E2E8F0"/>
            <w:left w:val="single" w:sz="2" w:space="0" w:color="E2E8F0"/>
            <w:bottom w:val="single" w:sz="2" w:space="0" w:color="E2E8F0"/>
            <w:right w:val="single" w:sz="2" w:space="0" w:color="E2E8F0"/>
          </w:divBdr>
          <w:divsChild>
            <w:div w:id="1880819923">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64563498">
          <w:marLeft w:val="0"/>
          <w:marRight w:val="0"/>
          <w:marTop w:val="0"/>
          <w:marBottom w:val="0"/>
          <w:divBdr>
            <w:top w:val="single" w:sz="2" w:space="23" w:color="E2E8F0"/>
            <w:left w:val="single" w:sz="2" w:space="11" w:color="E2E8F0"/>
            <w:bottom w:val="single" w:sz="2" w:space="0" w:color="E2E8F0"/>
            <w:right w:val="single" w:sz="2" w:space="11" w:color="E2E8F0"/>
          </w:divBdr>
          <w:divsChild>
            <w:div w:id="5578257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201987338">
          <w:marLeft w:val="0"/>
          <w:marRight w:val="0"/>
          <w:marTop w:val="0"/>
          <w:marBottom w:val="0"/>
          <w:divBdr>
            <w:top w:val="single" w:sz="2" w:space="0" w:color="E2E8F0"/>
            <w:left w:val="single" w:sz="2" w:space="0" w:color="E2E8F0"/>
            <w:bottom w:val="single" w:sz="2" w:space="0" w:color="E2E8F0"/>
            <w:right w:val="single" w:sz="2" w:space="0" w:color="E2E8F0"/>
          </w:divBdr>
          <w:divsChild>
            <w:div w:id="973412672">
              <w:marLeft w:val="0"/>
              <w:marRight w:val="0"/>
              <w:marTop w:val="0"/>
              <w:marBottom w:val="0"/>
              <w:divBdr>
                <w:top w:val="single" w:sz="2" w:space="0" w:color="E2E8F0"/>
                <w:left w:val="single" w:sz="2" w:space="0" w:color="E2E8F0"/>
                <w:bottom w:val="single" w:sz="2" w:space="0" w:color="E2E8F0"/>
                <w:right w:val="single" w:sz="2" w:space="0" w:color="E2E8F0"/>
              </w:divBdr>
            </w:div>
            <w:div w:id="2088845557">
              <w:marLeft w:val="0"/>
              <w:marRight w:val="0"/>
              <w:marTop w:val="0"/>
              <w:marBottom w:val="0"/>
              <w:divBdr>
                <w:top w:val="single" w:sz="2" w:space="11" w:color="E2E8F0"/>
                <w:left w:val="single" w:sz="2" w:space="11" w:color="E2E8F0"/>
                <w:bottom w:val="single" w:sz="2" w:space="11" w:color="E2E8F0"/>
                <w:right w:val="single" w:sz="2" w:space="11" w:color="E2E8F0"/>
              </w:divBdr>
              <w:divsChild>
                <w:div w:id="1095320916">
                  <w:marLeft w:val="0"/>
                  <w:marRight w:val="0"/>
                  <w:marTop w:val="0"/>
                  <w:marBottom w:val="0"/>
                  <w:divBdr>
                    <w:top w:val="single" w:sz="2" w:space="0" w:color="E2E8F0"/>
                    <w:left w:val="single" w:sz="2" w:space="0" w:color="E2E8F0"/>
                    <w:bottom w:val="single" w:sz="2" w:space="0" w:color="E2E8F0"/>
                    <w:right w:val="single" w:sz="2" w:space="0" w:color="E2E8F0"/>
                  </w:divBdr>
                </w:div>
                <w:div w:id="118228079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6797565">
          <w:marLeft w:val="0"/>
          <w:marRight w:val="0"/>
          <w:marTop w:val="0"/>
          <w:marBottom w:val="0"/>
          <w:divBdr>
            <w:top w:val="single" w:sz="2" w:space="0" w:color="E2E8F0"/>
            <w:left w:val="single" w:sz="2" w:space="0" w:color="E2E8F0"/>
            <w:bottom w:val="single" w:sz="2" w:space="0" w:color="E2E8F0"/>
            <w:right w:val="single" w:sz="2" w:space="0" w:color="E2E8F0"/>
          </w:divBdr>
          <w:divsChild>
            <w:div w:id="2122724412">
              <w:marLeft w:val="0"/>
              <w:marRight w:val="0"/>
              <w:marTop w:val="0"/>
              <w:marBottom w:val="0"/>
              <w:divBdr>
                <w:top w:val="single" w:sz="2" w:space="11" w:color="E2E8F0"/>
                <w:left w:val="single" w:sz="2" w:space="11" w:color="E2E8F0"/>
                <w:bottom w:val="single" w:sz="2" w:space="11" w:color="E2E8F0"/>
                <w:right w:val="single" w:sz="2" w:space="11" w:color="E2E8F0"/>
              </w:divBdr>
              <w:divsChild>
                <w:div w:id="1789615694">
                  <w:marLeft w:val="0"/>
                  <w:marRight w:val="0"/>
                  <w:marTop w:val="0"/>
                  <w:marBottom w:val="0"/>
                  <w:divBdr>
                    <w:top w:val="single" w:sz="2" w:space="4" w:color="E2E8F0"/>
                    <w:left w:val="single" w:sz="2" w:space="0" w:color="E2E8F0"/>
                    <w:bottom w:val="single" w:sz="2" w:space="4" w:color="E2E8F0"/>
                    <w:right w:val="single" w:sz="2" w:space="0" w:color="E2E8F0"/>
                  </w:divBdr>
                </w:div>
                <w:div w:id="19693893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3556242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9735558">
          <w:marLeft w:val="0"/>
          <w:marRight w:val="0"/>
          <w:marTop w:val="0"/>
          <w:marBottom w:val="0"/>
          <w:divBdr>
            <w:top w:val="single" w:sz="2" w:space="0" w:color="E2E8F0"/>
            <w:left w:val="single" w:sz="2" w:space="0" w:color="E2E8F0"/>
            <w:bottom w:val="single" w:sz="2" w:space="0" w:color="E2E8F0"/>
            <w:right w:val="single" w:sz="2" w:space="0" w:color="E2E8F0"/>
          </w:divBdr>
          <w:divsChild>
            <w:div w:id="905190445">
              <w:marLeft w:val="0"/>
              <w:marRight w:val="0"/>
              <w:marTop w:val="0"/>
              <w:marBottom w:val="0"/>
              <w:divBdr>
                <w:top w:val="single" w:sz="2" w:space="0" w:color="E2E8F0"/>
                <w:left w:val="single" w:sz="2" w:space="11" w:color="E2E8F0"/>
                <w:bottom w:val="single" w:sz="2" w:space="0" w:color="E2E8F0"/>
                <w:right w:val="single" w:sz="2" w:space="0" w:color="E2E8F0"/>
              </w:divBdr>
              <w:divsChild>
                <w:div w:id="130069392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5325678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44075600">
          <w:marLeft w:val="0"/>
          <w:marRight w:val="0"/>
          <w:marTop w:val="0"/>
          <w:marBottom w:val="0"/>
          <w:divBdr>
            <w:top w:val="single" w:sz="2" w:space="0" w:color="E2E8F0"/>
            <w:left w:val="single" w:sz="2" w:space="0" w:color="E2E8F0"/>
            <w:bottom w:val="single" w:sz="2" w:space="0" w:color="E2E8F0"/>
            <w:right w:val="single" w:sz="2" w:space="0" w:color="E2E8F0"/>
          </w:divBdr>
          <w:divsChild>
            <w:div w:id="251357119">
              <w:marLeft w:val="0"/>
              <w:marRight w:val="0"/>
              <w:marTop w:val="0"/>
              <w:marBottom w:val="0"/>
              <w:divBdr>
                <w:top w:val="single" w:sz="2" w:space="0" w:color="E2E8F0"/>
                <w:left w:val="single" w:sz="2" w:space="0" w:color="E2E8F0"/>
                <w:bottom w:val="single" w:sz="2" w:space="0" w:color="E2E8F0"/>
                <w:right w:val="single" w:sz="2" w:space="0" w:color="E2E8F0"/>
              </w:divBdr>
              <w:divsChild>
                <w:div w:id="1661542148">
                  <w:marLeft w:val="0"/>
                  <w:marRight w:val="0"/>
                  <w:marTop w:val="0"/>
                  <w:marBottom w:val="0"/>
                  <w:divBdr>
                    <w:top w:val="single" w:sz="2" w:space="0" w:color="E2E8F0"/>
                    <w:left w:val="single" w:sz="2" w:space="0" w:color="E2E8F0"/>
                    <w:bottom w:val="single" w:sz="2" w:space="0" w:color="E2E8F0"/>
                    <w:right w:val="single" w:sz="2" w:space="0" w:color="E2E8F0"/>
                  </w:divBdr>
                </w:div>
                <w:div w:id="1920404728">
                  <w:marLeft w:val="0"/>
                  <w:marRight w:val="0"/>
                  <w:marTop w:val="0"/>
                  <w:marBottom w:val="0"/>
                  <w:divBdr>
                    <w:top w:val="single" w:sz="2" w:space="11" w:color="E2E8F0"/>
                    <w:left w:val="single" w:sz="2" w:space="11" w:color="E2E8F0"/>
                    <w:bottom w:val="single" w:sz="2" w:space="11" w:color="E2E8F0"/>
                    <w:right w:val="single" w:sz="2" w:space="11" w:color="E2E8F0"/>
                  </w:divBdr>
                  <w:divsChild>
                    <w:div w:id="1002392771">
                      <w:marLeft w:val="0"/>
                      <w:marRight w:val="0"/>
                      <w:marTop w:val="0"/>
                      <w:marBottom w:val="0"/>
                      <w:divBdr>
                        <w:top w:val="single" w:sz="2" w:space="0" w:color="E2E8F0"/>
                        <w:left w:val="single" w:sz="2" w:space="0" w:color="E2E8F0"/>
                        <w:bottom w:val="single" w:sz="2" w:space="0" w:color="E2E8F0"/>
                        <w:right w:val="single" w:sz="2" w:space="0" w:color="E2E8F0"/>
                      </w:divBdr>
                    </w:div>
                    <w:div w:id="159000075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6333881">
              <w:marLeft w:val="0"/>
              <w:marRight w:val="0"/>
              <w:marTop w:val="0"/>
              <w:marBottom w:val="0"/>
              <w:divBdr>
                <w:top w:val="single" w:sz="2" w:space="0" w:color="E2E8F0"/>
                <w:left w:val="single" w:sz="2" w:space="0" w:color="E2E8F0"/>
                <w:bottom w:val="single" w:sz="2" w:space="0" w:color="E2E8F0"/>
                <w:right w:val="single" w:sz="2" w:space="0" w:color="E2E8F0"/>
              </w:divBdr>
              <w:divsChild>
                <w:div w:id="739016356">
                  <w:marLeft w:val="0"/>
                  <w:marRight w:val="0"/>
                  <w:marTop w:val="0"/>
                  <w:marBottom w:val="0"/>
                  <w:divBdr>
                    <w:top w:val="single" w:sz="2" w:space="11" w:color="E2E8F0"/>
                    <w:left w:val="single" w:sz="2" w:space="11" w:color="E2E8F0"/>
                    <w:bottom w:val="single" w:sz="2" w:space="11" w:color="E2E8F0"/>
                    <w:right w:val="single" w:sz="2" w:space="11" w:color="E2E8F0"/>
                  </w:divBdr>
                  <w:divsChild>
                    <w:div w:id="872570572">
                      <w:marLeft w:val="0"/>
                      <w:marRight w:val="0"/>
                      <w:marTop w:val="0"/>
                      <w:marBottom w:val="0"/>
                      <w:divBdr>
                        <w:top w:val="single" w:sz="2" w:space="0" w:color="E2E8F0"/>
                        <w:left w:val="single" w:sz="2" w:space="0" w:color="E2E8F0"/>
                        <w:bottom w:val="single" w:sz="2" w:space="0" w:color="E2E8F0"/>
                        <w:right w:val="single" w:sz="2" w:space="0" w:color="E2E8F0"/>
                      </w:divBdr>
                    </w:div>
                    <w:div w:id="17177721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8830535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68240584">
              <w:marLeft w:val="0"/>
              <w:marRight w:val="0"/>
              <w:marTop w:val="0"/>
              <w:marBottom w:val="0"/>
              <w:divBdr>
                <w:top w:val="single" w:sz="2" w:space="0" w:color="E2E8F0"/>
                <w:left w:val="single" w:sz="2" w:space="0" w:color="E2E8F0"/>
                <w:bottom w:val="single" w:sz="2" w:space="0" w:color="E2E8F0"/>
                <w:right w:val="single" w:sz="2" w:space="0" w:color="E2E8F0"/>
              </w:divBdr>
              <w:divsChild>
                <w:div w:id="425227169">
                  <w:marLeft w:val="0"/>
                  <w:marRight w:val="0"/>
                  <w:marTop w:val="0"/>
                  <w:marBottom w:val="0"/>
                  <w:divBdr>
                    <w:top w:val="single" w:sz="2" w:space="11" w:color="E2E8F0"/>
                    <w:left w:val="single" w:sz="2" w:space="11" w:color="E2E8F0"/>
                    <w:bottom w:val="single" w:sz="2" w:space="11" w:color="E2E8F0"/>
                    <w:right w:val="single" w:sz="2" w:space="11" w:color="E2E8F0"/>
                  </w:divBdr>
                  <w:divsChild>
                    <w:div w:id="1624461855">
                      <w:marLeft w:val="0"/>
                      <w:marRight w:val="0"/>
                      <w:marTop w:val="0"/>
                      <w:marBottom w:val="0"/>
                      <w:divBdr>
                        <w:top w:val="single" w:sz="2" w:space="0" w:color="E2E8F0"/>
                        <w:left w:val="single" w:sz="2" w:space="0" w:color="E2E8F0"/>
                        <w:bottom w:val="single" w:sz="2" w:space="0" w:color="E2E8F0"/>
                        <w:right w:val="single" w:sz="2" w:space="0" w:color="E2E8F0"/>
                      </w:divBdr>
                    </w:div>
                    <w:div w:id="166450282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45194591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36542060">
              <w:marLeft w:val="0"/>
              <w:marRight w:val="0"/>
              <w:marTop w:val="0"/>
              <w:marBottom w:val="0"/>
              <w:divBdr>
                <w:top w:val="single" w:sz="2" w:space="0" w:color="E2E8F0"/>
                <w:left w:val="single" w:sz="2" w:space="0" w:color="E2E8F0"/>
                <w:bottom w:val="single" w:sz="2" w:space="0" w:color="E2E8F0"/>
                <w:right w:val="single" w:sz="2" w:space="0" w:color="E2E8F0"/>
              </w:divBdr>
              <w:divsChild>
                <w:div w:id="842671457">
                  <w:marLeft w:val="0"/>
                  <w:marRight w:val="0"/>
                  <w:marTop w:val="0"/>
                  <w:marBottom w:val="0"/>
                  <w:divBdr>
                    <w:top w:val="single" w:sz="2" w:space="11" w:color="E2E8F0"/>
                    <w:left w:val="single" w:sz="2" w:space="11" w:color="E2E8F0"/>
                    <w:bottom w:val="single" w:sz="2" w:space="11" w:color="E2E8F0"/>
                    <w:right w:val="single" w:sz="2" w:space="11" w:color="E2E8F0"/>
                  </w:divBdr>
                  <w:divsChild>
                    <w:div w:id="986469481">
                      <w:marLeft w:val="0"/>
                      <w:marRight w:val="0"/>
                      <w:marTop w:val="0"/>
                      <w:marBottom w:val="0"/>
                      <w:divBdr>
                        <w:top w:val="single" w:sz="2" w:space="0" w:color="E2E8F0"/>
                        <w:left w:val="single" w:sz="2" w:space="0" w:color="E2E8F0"/>
                        <w:bottom w:val="single" w:sz="2" w:space="0" w:color="E2E8F0"/>
                        <w:right w:val="single" w:sz="2" w:space="0" w:color="E2E8F0"/>
                      </w:divBdr>
                    </w:div>
                    <w:div w:id="19094595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505974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39625295">
              <w:marLeft w:val="0"/>
              <w:marRight w:val="0"/>
              <w:marTop w:val="0"/>
              <w:marBottom w:val="0"/>
              <w:divBdr>
                <w:top w:val="single" w:sz="2" w:space="0" w:color="E2E8F0"/>
                <w:left w:val="single" w:sz="2" w:space="0" w:color="E2E8F0"/>
                <w:bottom w:val="single" w:sz="2" w:space="0" w:color="E2E8F0"/>
                <w:right w:val="single" w:sz="2" w:space="0" w:color="E2E8F0"/>
              </w:divBdr>
              <w:divsChild>
                <w:div w:id="673529160">
                  <w:marLeft w:val="0"/>
                  <w:marRight w:val="0"/>
                  <w:marTop w:val="0"/>
                  <w:marBottom w:val="0"/>
                  <w:divBdr>
                    <w:top w:val="single" w:sz="2" w:space="11" w:color="E2E8F0"/>
                    <w:left w:val="single" w:sz="2" w:space="11" w:color="E2E8F0"/>
                    <w:bottom w:val="single" w:sz="2" w:space="11" w:color="E2E8F0"/>
                    <w:right w:val="single" w:sz="2" w:space="11" w:color="E2E8F0"/>
                  </w:divBdr>
                  <w:divsChild>
                    <w:div w:id="257835520">
                      <w:marLeft w:val="0"/>
                      <w:marRight w:val="0"/>
                      <w:marTop w:val="0"/>
                      <w:marBottom w:val="0"/>
                      <w:divBdr>
                        <w:top w:val="single" w:sz="2" w:space="0" w:color="E2E8F0"/>
                        <w:left w:val="single" w:sz="2" w:space="0" w:color="E2E8F0"/>
                        <w:bottom w:val="single" w:sz="2" w:space="0" w:color="E2E8F0"/>
                        <w:right w:val="single" w:sz="2" w:space="0" w:color="E2E8F0"/>
                      </w:divBdr>
                    </w:div>
                    <w:div w:id="15838295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29897306">
                  <w:marLeft w:val="0"/>
                  <w:marRight w:val="0"/>
                  <w:marTop w:val="0"/>
                  <w:marBottom w:val="0"/>
                  <w:divBdr>
                    <w:top w:val="single" w:sz="2" w:space="0" w:color="E2E8F0"/>
                    <w:left w:val="single" w:sz="2" w:space="0" w:color="E2E8F0"/>
                    <w:bottom w:val="single" w:sz="2" w:space="0" w:color="E2E8F0"/>
                    <w:right w:val="single" w:sz="2" w:space="0" w:color="E2E8F0"/>
                  </w:divBdr>
                </w:div>
                <w:div w:id="121662466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443768336">
              <w:marLeft w:val="0"/>
              <w:marRight w:val="0"/>
              <w:marTop w:val="0"/>
              <w:marBottom w:val="0"/>
              <w:divBdr>
                <w:top w:val="single" w:sz="2" w:space="0" w:color="E2E8F0"/>
                <w:left w:val="single" w:sz="2" w:space="0" w:color="E2E8F0"/>
                <w:bottom w:val="single" w:sz="12" w:space="0" w:color="000000"/>
                <w:right w:val="single" w:sz="2" w:space="0" w:color="E2E8F0"/>
              </w:divBdr>
            </w:div>
            <w:div w:id="617875028">
              <w:marLeft w:val="0"/>
              <w:marRight w:val="0"/>
              <w:marTop w:val="0"/>
              <w:marBottom w:val="0"/>
              <w:divBdr>
                <w:top w:val="single" w:sz="2" w:space="0" w:color="E2E8F0"/>
                <w:left w:val="single" w:sz="2" w:space="0" w:color="E2E8F0"/>
                <w:bottom w:val="single" w:sz="2" w:space="0" w:color="E2E8F0"/>
                <w:right w:val="single" w:sz="2" w:space="0" w:color="E2E8F0"/>
              </w:divBdr>
              <w:divsChild>
                <w:div w:id="526989617">
                  <w:marLeft w:val="0"/>
                  <w:marRight w:val="0"/>
                  <w:marTop w:val="0"/>
                  <w:marBottom w:val="0"/>
                  <w:divBdr>
                    <w:top w:val="single" w:sz="2" w:space="11" w:color="E2E8F0"/>
                    <w:left w:val="single" w:sz="2" w:space="11" w:color="E2E8F0"/>
                    <w:bottom w:val="single" w:sz="2" w:space="11" w:color="E2E8F0"/>
                    <w:right w:val="single" w:sz="2" w:space="11" w:color="E2E8F0"/>
                  </w:divBdr>
                  <w:divsChild>
                    <w:div w:id="940336120">
                      <w:marLeft w:val="0"/>
                      <w:marRight w:val="0"/>
                      <w:marTop w:val="0"/>
                      <w:marBottom w:val="0"/>
                      <w:divBdr>
                        <w:top w:val="single" w:sz="2" w:space="0" w:color="E2E8F0"/>
                        <w:left w:val="single" w:sz="2" w:space="0" w:color="E2E8F0"/>
                        <w:bottom w:val="single" w:sz="2" w:space="0" w:color="E2E8F0"/>
                        <w:right w:val="single" w:sz="2" w:space="0" w:color="E2E8F0"/>
                      </w:divBdr>
                    </w:div>
                    <w:div w:id="12908213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2843561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621033987">
              <w:marLeft w:val="0"/>
              <w:marRight w:val="0"/>
              <w:marTop w:val="0"/>
              <w:marBottom w:val="0"/>
              <w:divBdr>
                <w:top w:val="single" w:sz="2" w:space="0" w:color="E2E8F0"/>
                <w:left w:val="single" w:sz="2" w:space="0" w:color="E2E8F0"/>
                <w:bottom w:val="single" w:sz="2" w:space="0" w:color="E2E8F0"/>
                <w:right w:val="single" w:sz="2" w:space="0" w:color="E2E8F0"/>
              </w:divBdr>
              <w:divsChild>
                <w:div w:id="136797905">
                  <w:marLeft w:val="0"/>
                  <w:marRight w:val="0"/>
                  <w:marTop w:val="0"/>
                  <w:marBottom w:val="0"/>
                  <w:divBdr>
                    <w:top w:val="single" w:sz="2" w:space="11" w:color="E2E8F0"/>
                    <w:left w:val="single" w:sz="2" w:space="11" w:color="E2E8F0"/>
                    <w:bottom w:val="single" w:sz="2" w:space="11" w:color="E2E8F0"/>
                    <w:right w:val="single" w:sz="2" w:space="11" w:color="E2E8F0"/>
                  </w:divBdr>
                  <w:divsChild>
                    <w:div w:id="1197738443">
                      <w:marLeft w:val="0"/>
                      <w:marRight w:val="0"/>
                      <w:marTop w:val="0"/>
                      <w:marBottom w:val="0"/>
                      <w:divBdr>
                        <w:top w:val="single" w:sz="2" w:space="0" w:color="E2E8F0"/>
                        <w:left w:val="single" w:sz="2" w:space="0" w:color="E2E8F0"/>
                        <w:bottom w:val="single" w:sz="2" w:space="0" w:color="E2E8F0"/>
                        <w:right w:val="single" w:sz="2" w:space="0" w:color="E2E8F0"/>
                      </w:divBdr>
                    </w:div>
                    <w:div w:id="12644594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4024085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697631340">
              <w:marLeft w:val="0"/>
              <w:marRight w:val="0"/>
              <w:marTop w:val="0"/>
              <w:marBottom w:val="0"/>
              <w:divBdr>
                <w:top w:val="single" w:sz="2" w:space="0" w:color="E2E8F0"/>
                <w:left w:val="single" w:sz="2" w:space="0" w:color="E2E8F0"/>
                <w:bottom w:val="single" w:sz="2" w:space="0" w:color="E2E8F0"/>
                <w:right w:val="single" w:sz="2" w:space="0" w:color="E2E8F0"/>
              </w:divBdr>
              <w:divsChild>
                <w:div w:id="154296948">
                  <w:marLeft w:val="0"/>
                  <w:marRight w:val="0"/>
                  <w:marTop w:val="0"/>
                  <w:marBottom w:val="0"/>
                  <w:divBdr>
                    <w:top w:val="single" w:sz="2" w:space="11" w:color="E2E8F0"/>
                    <w:left w:val="single" w:sz="2" w:space="11" w:color="E2E8F0"/>
                    <w:bottom w:val="single" w:sz="2" w:space="11" w:color="E2E8F0"/>
                    <w:right w:val="single" w:sz="2" w:space="11" w:color="E2E8F0"/>
                  </w:divBdr>
                  <w:divsChild>
                    <w:div w:id="1384325009">
                      <w:marLeft w:val="0"/>
                      <w:marRight w:val="0"/>
                      <w:marTop w:val="0"/>
                      <w:marBottom w:val="0"/>
                      <w:divBdr>
                        <w:top w:val="single" w:sz="2" w:space="0" w:color="E2E8F0"/>
                        <w:left w:val="single" w:sz="2" w:space="0" w:color="E2E8F0"/>
                        <w:bottom w:val="single" w:sz="2" w:space="0" w:color="E2E8F0"/>
                        <w:right w:val="single" w:sz="2" w:space="0" w:color="E2E8F0"/>
                      </w:divBdr>
                    </w:div>
                    <w:div w:id="18782763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761193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34478030">
              <w:marLeft w:val="0"/>
              <w:marRight w:val="0"/>
              <w:marTop w:val="0"/>
              <w:marBottom w:val="0"/>
              <w:divBdr>
                <w:top w:val="single" w:sz="2" w:space="0" w:color="E2E8F0"/>
                <w:left w:val="single" w:sz="2" w:space="0" w:color="E2E8F0"/>
                <w:bottom w:val="single" w:sz="2" w:space="0" w:color="E2E8F0"/>
                <w:right w:val="single" w:sz="2" w:space="0" w:color="E2E8F0"/>
              </w:divBdr>
              <w:divsChild>
                <w:div w:id="686758877">
                  <w:marLeft w:val="0"/>
                  <w:marRight w:val="0"/>
                  <w:marTop w:val="0"/>
                  <w:marBottom w:val="0"/>
                  <w:divBdr>
                    <w:top w:val="single" w:sz="2" w:space="0" w:color="E2E8F0"/>
                    <w:left w:val="single" w:sz="2" w:space="0" w:color="E2E8F0"/>
                    <w:bottom w:val="single" w:sz="2" w:space="0" w:color="E2E8F0"/>
                    <w:right w:val="single" w:sz="2" w:space="0" w:color="E2E8F0"/>
                  </w:divBdr>
                </w:div>
                <w:div w:id="767044565">
                  <w:marLeft w:val="0"/>
                  <w:marRight w:val="0"/>
                  <w:marTop w:val="0"/>
                  <w:marBottom w:val="0"/>
                  <w:divBdr>
                    <w:top w:val="single" w:sz="2" w:space="11" w:color="E2E8F0"/>
                    <w:left w:val="single" w:sz="2" w:space="11" w:color="E2E8F0"/>
                    <w:bottom w:val="single" w:sz="2" w:space="11" w:color="E2E8F0"/>
                    <w:right w:val="single" w:sz="2" w:space="11" w:color="E2E8F0"/>
                  </w:divBdr>
                  <w:divsChild>
                    <w:div w:id="84616476">
                      <w:marLeft w:val="0"/>
                      <w:marRight w:val="0"/>
                      <w:marTop w:val="0"/>
                      <w:marBottom w:val="0"/>
                      <w:divBdr>
                        <w:top w:val="single" w:sz="2" w:space="0" w:color="E2E8F0"/>
                        <w:left w:val="single" w:sz="2" w:space="0" w:color="E2E8F0"/>
                        <w:bottom w:val="single" w:sz="2" w:space="0" w:color="E2E8F0"/>
                        <w:right w:val="single" w:sz="2" w:space="0" w:color="E2E8F0"/>
                      </w:divBdr>
                    </w:div>
                    <w:div w:id="11367231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4078376">
              <w:marLeft w:val="0"/>
              <w:marRight w:val="0"/>
              <w:marTop w:val="0"/>
              <w:marBottom w:val="0"/>
              <w:divBdr>
                <w:top w:val="single" w:sz="2" w:space="0" w:color="E2E8F0"/>
                <w:left w:val="single" w:sz="2" w:space="0" w:color="E2E8F0"/>
                <w:bottom w:val="single" w:sz="2" w:space="0" w:color="E2E8F0"/>
                <w:right w:val="single" w:sz="2" w:space="0" w:color="E2E8F0"/>
              </w:divBdr>
              <w:divsChild>
                <w:div w:id="731850759">
                  <w:marLeft w:val="0"/>
                  <w:marRight w:val="0"/>
                  <w:marTop w:val="0"/>
                  <w:marBottom w:val="0"/>
                  <w:divBdr>
                    <w:top w:val="single" w:sz="2" w:space="11" w:color="E2E8F0"/>
                    <w:left w:val="single" w:sz="2" w:space="11" w:color="E2E8F0"/>
                    <w:bottom w:val="single" w:sz="2" w:space="11" w:color="E2E8F0"/>
                    <w:right w:val="single" w:sz="2" w:space="11" w:color="E2E8F0"/>
                  </w:divBdr>
                  <w:divsChild>
                    <w:div w:id="693386530">
                      <w:marLeft w:val="0"/>
                      <w:marRight w:val="0"/>
                      <w:marTop w:val="0"/>
                      <w:marBottom w:val="0"/>
                      <w:divBdr>
                        <w:top w:val="single" w:sz="2" w:space="0" w:color="E2E8F0"/>
                        <w:left w:val="single" w:sz="2" w:space="0" w:color="E2E8F0"/>
                        <w:bottom w:val="single" w:sz="2" w:space="0" w:color="E2E8F0"/>
                        <w:right w:val="single" w:sz="2" w:space="0" w:color="E2E8F0"/>
                      </w:divBdr>
                    </w:div>
                    <w:div w:id="16344808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4876663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844906882">
              <w:marLeft w:val="0"/>
              <w:marRight w:val="0"/>
              <w:marTop w:val="0"/>
              <w:marBottom w:val="0"/>
              <w:divBdr>
                <w:top w:val="single" w:sz="2" w:space="0" w:color="E2E8F0"/>
                <w:left w:val="single" w:sz="2" w:space="0" w:color="E2E8F0"/>
                <w:bottom w:val="single" w:sz="2" w:space="0" w:color="E2E8F0"/>
                <w:right w:val="single" w:sz="2" w:space="0" w:color="E2E8F0"/>
              </w:divBdr>
              <w:divsChild>
                <w:div w:id="245656805">
                  <w:marLeft w:val="0"/>
                  <w:marRight w:val="0"/>
                  <w:marTop w:val="0"/>
                  <w:marBottom w:val="0"/>
                  <w:divBdr>
                    <w:top w:val="single" w:sz="2" w:space="0" w:color="E2E8F0"/>
                    <w:left w:val="single" w:sz="2" w:space="0" w:color="E2E8F0"/>
                    <w:bottom w:val="single" w:sz="2" w:space="0" w:color="E2E8F0"/>
                    <w:right w:val="single" w:sz="2" w:space="0" w:color="E2E8F0"/>
                  </w:divBdr>
                </w:div>
                <w:div w:id="1496725012">
                  <w:marLeft w:val="0"/>
                  <w:marRight w:val="0"/>
                  <w:marTop w:val="0"/>
                  <w:marBottom w:val="0"/>
                  <w:divBdr>
                    <w:top w:val="single" w:sz="2" w:space="11" w:color="E2E8F0"/>
                    <w:left w:val="single" w:sz="2" w:space="11" w:color="E2E8F0"/>
                    <w:bottom w:val="single" w:sz="2" w:space="11" w:color="E2E8F0"/>
                    <w:right w:val="single" w:sz="2" w:space="11" w:color="E2E8F0"/>
                  </w:divBdr>
                  <w:divsChild>
                    <w:div w:id="200870368">
                      <w:marLeft w:val="0"/>
                      <w:marRight w:val="0"/>
                      <w:marTop w:val="0"/>
                      <w:marBottom w:val="0"/>
                      <w:divBdr>
                        <w:top w:val="single" w:sz="2" w:space="0" w:color="E2E8F0"/>
                        <w:left w:val="single" w:sz="2" w:space="0" w:color="E2E8F0"/>
                        <w:bottom w:val="single" w:sz="2" w:space="0" w:color="E2E8F0"/>
                        <w:right w:val="single" w:sz="2" w:space="0" w:color="E2E8F0"/>
                      </w:divBdr>
                    </w:div>
                    <w:div w:id="100351124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28792861">
              <w:marLeft w:val="0"/>
              <w:marRight w:val="0"/>
              <w:marTop w:val="0"/>
              <w:marBottom w:val="0"/>
              <w:divBdr>
                <w:top w:val="single" w:sz="2" w:space="0" w:color="E2E8F0"/>
                <w:left w:val="single" w:sz="2" w:space="0" w:color="E2E8F0"/>
                <w:bottom w:val="single" w:sz="2" w:space="0" w:color="E2E8F0"/>
                <w:right w:val="single" w:sz="2" w:space="0" w:color="E2E8F0"/>
              </w:divBdr>
              <w:divsChild>
                <w:div w:id="490145997">
                  <w:marLeft w:val="0"/>
                  <w:marRight w:val="0"/>
                  <w:marTop w:val="0"/>
                  <w:marBottom w:val="0"/>
                  <w:divBdr>
                    <w:top w:val="single" w:sz="2" w:space="11" w:color="E2E8F0"/>
                    <w:left w:val="single" w:sz="2" w:space="11" w:color="E2E8F0"/>
                    <w:bottom w:val="single" w:sz="2" w:space="11" w:color="E2E8F0"/>
                    <w:right w:val="single" w:sz="2" w:space="11" w:color="E2E8F0"/>
                  </w:divBdr>
                  <w:divsChild>
                    <w:div w:id="449009261">
                      <w:marLeft w:val="0"/>
                      <w:marRight w:val="0"/>
                      <w:marTop w:val="0"/>
                      <w:marBottom w:val="0"/>
                      <w:divBdr>
                        <w:top w:val="single" w:sz="2" w:space="0" w:color="E2E8F0"/>
                        <w:left w:val="single" w:sz="2" w:space="0" w:color="E2E8F0"/>
                        <w:bottom w:val="single" w:sz="2" w:space="0" w:color="E2E8F0"/>
                        <w:right w:val="single" w:sz="2" w:space="0" w:color="E2E8F0"/>
                      </w:divBdr>
                    </w:div>
                    <w:div w:id="6781196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68054802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0010203">
              <w:marLeft w:val="0"/>
              <w:marRight w:val="0"/>
              <w:marTop w:val="0"/>
              <w:marBottom w:val="0"/>
              <w:divBdr>
                <w:top w:val="single" w:sz="2" w:space="0" w:color="E2E8F0"/>
                <w:left w:val="single" w:sz="2" w:space="0" w:color="E2E8F0"/>
                <w:bottom w:val="single" w:sz="2" w:space="0" w:color="E2E8F0"/>
                <w:right w:val="single" w:sz="2" w:space="0" w:color="E2E8F0"/>
              </w:divBdr>
              <w:divsChild>
                <w:div w:id="328991639">
                  <w:marLeft w:val="0"/>
                  <w:marRight w:val="0"/>
                  <w:marTop w:val="0"/>
                  <w:marBottom w:val="0"/>
                  <w:divBdr>
                    <w:top w:val="single" w:sz="2" w:space="11" w:color="E2E8F0"/>
                    <w:left w:val="single" w:sz="2" w:space="11" w:color="E2E8F0"/>
                    <w:bottom w:val="single" w:sz="2" w:space="11" w:color="E2E8F0"/>
                    <w:right w:val="single" w:sz="2" w:space="11" w:color="E2E8F0"/>
                  </w:divBdr>
                  <w:divsChild>
                    <w:div w:id="588470292">
                      <w:marLeft w:val="0"/>
                      <w:marRight w:val="0"/>
                      <w:marTop w:val="0"/>
                      <w:marBottom w:val="0"/>
                      <w:divBdr>
                        <w:top w:val="single" w:sz="2" w:space="0" w:color="E2E8F0"/>
                        <w:left w:val="single" w:sz="2" w:space="0" w:color="E2E8F0"/>
                        <w:bottom w:val="single" w:sz="2" w:space="0" w:color="E2E8F0"/>
                        <w:right w:val="single" w:sz="2" w:space="0" w:color="E2E8F0"/>
                      </w:divBdr>
                    </w:div>
                    <w:div w:id="10597845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9086332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9824839">
              <w:marLeft w:val="0"/>
              <w:marRight w:val="0"/>
              <w:marTop w:val="0"/>
              <w:marBottom w:val="0"/>
              <w:divBdr>
                <w:top w:val="single" w:sz="2" w:space="0" w:color="E2E8F0"/>
                <w:left w:val="single" w:sz="2" w:space="0" w:color="E2E8F0"/>
                <w:bottom w:val="single" w:sz="2" w:space="0" w:color="E2E8F0"/>
                <w:right w:val="single" w:sz="2" w:space="0" w:color="E2E8F0"/>
              </w:divBdr>
              <w:divsChild>
                <w:div w:id="1797211857">
                  <w:marLeft w:val="0"/>
                  <w:marRight w:val="0"/>
                  <w:marTop w:val="0"/>
                  <w:marBottom w:val="0"/>
                  <w:divBdr>
                    <w:top w:val="single" w:sz="2" w:space="11" w:color="E2E8F0"/>
                    <w:left w:val="single" w:sz="2" w:space="11" w:color="E2E8F0"/>
                    <w:bottom w:val="single" w:sz="2" w:space="11" w:color="E2E8F0"/>
                    <w:right w:val="single" w:sz="2" w:space="11" w:color="E2E8F0"/>
                  </w:divBdr>
                  <w:divsChild>
                    <w:div w:id="857810876">
                      <w:marLeft w:val="0"/>
                      <w:marRight w:val="0"/>
                      <w:marTop w:val="0"/>
                      <w:marBottom w:val="0"/>
                      <w:divBdr>
                        <w:top w:val="single" w:sz="2" w:space="0" w:color="E2E8F0"/>
                        <w:left w:val="single" w:sz="2" w:space="0" w:color="E2E8F0"/>
                        <w:bottom w:val="single" w:sz="2" w:space="0" w:color="E2E8F0"/>
                        <w:right w:val="single" w:sz="2" w:space="0" w:color="E2E8F0"/>
                      </w:divBdr>
                    </w:div>
                    <w:div w:id="182920664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423519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47960165">
              <w:marLeft w:val="0"/>
              <w:marRight w:val="0"/>
              <w:marTop w:val="0"/>
              <w:marBottom w:val="0"/>
              <w:divBdr>
                <w:top w:val="single" w:sz="2" w:space="0" w:color="E2E8F0"/>
                <w:left w:val="single" w:sz="2" w:space="0" w:color="E2E8F0"/>
                <w:bottom w:val="single" w:sz="2" w:space="0" w:color="E2E8F0"/>
                <w:right w:val="single" w:sz="2" w:space="0" w:color="E2E8F0"/>
              </w:divBdr>
              <w:divsChild>
                <w:div w:id="617443985">
                  <w:marLeft w:val="0"/>
                  <w:marRight w:val="0"/>
                  <w:marTop w:val="0"/>
                  <w:marBottom w:val="0"/>
                  <w:divBdr>
                    <w:top w:val="single" w:sz="2" w:space="11" w:color="E2E8F0"/>
                    <w:left w:val="single" w:sz="2" w:space="11" w:color="E2E8F0"/>
                    <w:bottom w:val="single" w:sz="2" w:space="11" w:color="E2E8F0"/>
                    <w:right w:val="single" w:sz="2" w:space="11" w:color="E2E8F0"/>
                  </w:divBdr>
                  <w:divsChild>
                    <w:div w:id="1662612049">
                      <w:marLeft w:val="0"/>
                      <w:marRight w:val="0"/>
                      <w:marTop w:val="0"/>
                      <w:marBottom w:val="0"/>
                      <w:divBdr>
                        <w:top w:val="single" w:sz="2" w:space="0" w:color="E2E8F0"/>
                        <w:left w:val="single" w:sz="2" w:space="0" w:color="E2E8F0"/>
                        <w:bottom w:val="single" w:sz="2" w:space="0" w:color="E2E8F0"/>
                        <w:right w:val="single" w:sz="2" w:space="0" w:color="E2E8F0"/>
                      </w:divBdr>
                    </w:div>
                    <w:div w:id="17771404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5547785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76331248">
              <w:marLeft w:val="0"/>
              <w:marRight w:val="0"/>
              <w:marTop w:val="0"/>
              <w:marBottom w:val="0"/>
              <w:divBdr>
                <w:top w:val="single" w:sz="2" w:space="0" w:color="E2E8F0"/>
                <w:left w:val="single" w:sz="2" w:space="0" w:color="E2E8F0"/>
                <w:bottom w:val="single" w:sz="2" w:space="0" w:color="E2E8F0"/>
                <w:right w:val="single" w:sz="2" w:space="0" w:color="E2E8F0"/>
              </w:divBdr>
              <w:divsChild>
                <w:div w:id="928778815">
                  <w:marLeft w:val="0"/>
                  <w:marRight w:val="0"/>
                  <w:marTop w:val="0"/>
                  <w:marBottom w:val="0"/>
                  <w:divBdr>
                    <w:top w:val="single" w:sz="2" w:space="0" w:color="E2E8F0"/>
                    <w:left w:val="single" w:sz="2" w:space="0" w:color="E2E8F0"/>
                    <w:bottom w:val="single" w:sz="2" w:space="0" w:color="E2E8F0"/>
                    <w:right w:val="single" w:sz="2" w:space="0" w:color="E2E8F0"/>
                  </w:divBdr>
                </w:div>
                <w:div w:id="1652563662">
                  <w:marLeft w:val="0"/>
                  <w:marRight w:val="0"/>
                  <w:marTop w:val="0"/>
                  <w:marBottom w:val="0"/>
                  <w:divBdr>
                    <w:top w:val="single" w:sz="2" w:space="11" w:color="E2E8F0"/>
                    <w:left w:val="single" w:sz="2" w:space="11" w:color="E2E8F0"/>
                    <w:bottom w:val="single" w:sz="2" w:space="11" w:color="E2E8F0"/>
                    <w:right w:val="single" w:sz="2" w:space="11" w:color="E2E8F0"/>
                  </w:divBdr>
                  <w:divsChild>
                    <w:div w:id="208500408">
                      <w:marLeft w:val="0"/>
                      <w:marRight w:val="0"/>
                      <w:marTop w:val="0"/>
                      <w:marBottom w:val="0"/>
                      <w:divBdr>
                        <w:top w:val="single" w:sz="2" w:space="0" w:color="E2E8F0"/>
                        <w:left w:val="single" w:sz="2" w:space="0" w:color="E2E8F0"/>
                        <w:bottom w:val="single" w:sz="2" w:space="0" w:color="E2E8F0"/>
                        <w:right w:val="single" w:sz="2" w:space="0" w:color="E2E8F0"/>
                      </w:divBdr>
                    </w:div>
                    <w:div w:id="70401816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80380588">
              <w:marLeft w:val="0"/>
              <w:marRight w:val="0"/>
              <w:marTop w:val="0"/>
              <w:marBottom w:val="0"/>
              <w:divBdr>
                <w:top w:val="single" w:sz="2" w:space="0" w:color="E2E8F0"/>
                <w:left w:val="single" w:sz="2" w:space="0" w:color="E2E8F0"/>
                <w:bottom w:val="single" w:sz="2" w:space="0" w:color="E2E8F0"/>
                <w:right w:val="single" w:sz="2" w:space="0" w:color="E2E8F0"/>
              </w:divBdr>
              <w:divsChild>
                <w:div w:id="1292327505">
                  <w:marLeft w:val="0"/>
                  <w:marRight w:val="0"/>
                  <w:marTop w:val="0"/>
                  <w:marBottom w:val="0"/>
                  <w:divBdr>
                    <w:top w:val="single" w:sz="2" w:space="0" w:color="E2E8F0"/>
                    <w:left w:val="single" w:sz="2" w:space="0" w:color="E2E8F0"/>
                    <w:bottom w:val="single" w:sz="2" w:space="0" w:color="E2E8F0"/>
                    <w:right w:val="single" w:sz="2" w:space="0" w:color="E2E8F0"/>
                  </w:divBdr>
                </w:div>
                <w:div w:id="1573274594">
                  <w:marLeft w:val="0"/>
                  <w:marRight w:val="0"/>
                  <w:marTop w:val="0"/>
                  <w:marBottom w:val="0"/>
                  <w:divBdr>
                    <w:top w:val="single" w:sz="2" w:space="11" w:color="E2E8F0"/>
                    <w:left w:val="single" w:sz="2" w:space="11" w:color="E2E8F0"/>
                    <w:bottom w:val="single" w:sz="2" w:space="11" w:color="E2E8F0"/>
                    <w:right w:val="single" w:sz="2" w:space="11" w:color="E2E8F0"/>
                  </w:divBdr>
                  <w:divsChild>
                    <w:div w:id="69274970">
                      <w:marLeft w:val="0"/>
                      <w:marRight w:val="0"/>
                      <w:marTop w:val="0"/>
                      <w:marBottom w:val="0"/>
                      <w:divBdr>
                        <w:top w:val="single" w:sz="2" w:space="0" w:color="E2E8F0"/>
                        <w:left w:val="single" w:sz="2" w:space="0" w:color="E2E8F0"/>
                        <w:bottom w:val="single" w:sz="2" w:space="0" w:color="E2E8F0"/>
                        <w:right w:val="single" w:sz="2" w:space="0" w:color="E2E8F0"/>
                      </w:divBdr>
                    </w:div>
                    <w:div w:id="9212566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78354963">
              <w:marLeft w:val="0"/>
              <w:marRight w:val="0"/>
              <w:marTop w:val="0"/>
              <w:marBottom w:val="0"/>
              <w:divBdr>
                <w:top w:val="single" w:sz="2" w:space="0" w:color="E2E8F0"/>
                <w:left w:val="single" w:sz="2" w:space="0" w:color="E2E8F0"/>
                <w:bottom w:val="single" w:sz="2" w:space="0" w:color="E2E8F0"/>
                <w:right w:val="single" w:sz="2" w:space="0" w:color="E2E8F0"/>
              </w:divBdr>
              <w:divsChild>
                <w:div w:id="154615723">
                  <w:marLeft w:val="0"/>
                  <w:marRight w:val="0"/>
                  <w:marTop w:val="0"/>
                  <w:marBottom w:val="0"/>
                  <w:divBdr>
                    <w:top w:val="single" w:sz="2" w:space="0" w:color="E2E8F0"/>
                    <w:left w:val="single" w:sz="2" w:space="0" w:color="E2E8F0"/>
                    <w:bottom w:val="single" w:sz="2" w:space="0" w:color="E2E8F0"/>
                    <w:right w:val="single" w:sz="2" w:space="0" w:color="E2E8F0"/>
                  </w:divBdr>
                </w:div>
                <w:div w:id="1393314703">
                  <w:marLeft w:val="0"/>
                  <w:marRight w:val="0"/>
                  <w:marTop w:val="0"/>
                  <w:marBottom w:val="0"/>
                  <w:divBdr>
                    <w:top w:val="single" w:sz="2" w:space="11" w:color="E2E8F0"/>
                    <w:left w:val="single" w:sz="2" w:space="11" w:color="E2E8F0"/>
                    <w:bottom w:val="single" w:sz="2" w:space="11" w:color="E2E8F0"/>
                    <w:right w:val="single" w:sz="2" w:space="11" w:color="E2E8F0"/>
                  </w:divBdr>
                  <w:divsChild>
                    <w:div w:id="273830786">
                      <w:marLeft w:val="0"/>
                      <w:marRight w:val="0"/>
                      <w:marTop w:val="0"/>
                      <w:marBottom w:val="0"/>
                      <w:divBdr>
                        <w:top w:val="single" w:sz="2" w:space="0" w:color="E2E8F0"/>
                        <w:left w:val="single" w:sz="2" w:space="0" w:color="E2E8F0"/>
                        <w:bottom w:val="single" w:sz="2" w:space="0" w:color="E2E8F0"/>
                        <w:right w:val="single" w:sz="2" w:space="0" w:color="E2E8F0"/>
                      </w:divBdr>
                    </w:div>
                    <w:div w:id="7426036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362467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01971096">
              <w:marLeft w:val="0"/>
              <w:marRight w:val="0"/>
              <w:marTop w:val="0"/>
              <w:marBottom w:val="0"/>
              <w:divBdr>
                <w:top w:val="single" w:sz="2" w:space="0" w:color="E2E8F0"/>
                <w:left w:val="single" w:sz="2" w:space="0" w:color="E2E8F0"/>
                <w:bottom w:val="single" w:sz="2" w:space="0" w:color="E2E8F0"/>
                <w:right w:val="single" w:sz="2" w:space="0" w:color="E2E8F0"/>
              </w:divBdr>
              <w:divsChild>
                <w:div w:id="551045544">
                  <w:marLeft w:val="0"/>
                  <w:marRight w:val="0"/>
                  <w:marTop w:val="0"/>
                  <w:marBottom w:val="0"/>
                  <w:divBdr>
                    <w:top w:val="single" w:sz="2" w:space="11" w:color="E2E8F0"/>
                    <w:left w:val="single" w:sz="2" w:space="11" w:color="E2E8F0"/>
                    <w:bottom w:val="single" w:sz="2" w:space="11" w:color="E2E8F0"/>
                    <w:right w:val="single" w:sz="2" w:space="11" w:color="E2E8F0"/>
                  </w:divBdr>
                  <w:divsChild>
                    <w:div w:id="676735496">
                      <w:marLeft w:val="0"/>
                      <w:marRight w:val="0"/>
                      <w:marTop w:val="0"/>
                      <w:marBottom w:val="0"/>
                      <w:divBdr>
                        <w:top w:val="single" w:sz="2" w:space="0" w:color="E2E8F0"/>
                        <w:left w:val="single" w:sz="2" w:space="0" w:color="E2E8F0"/>
                        <w:bottom w:val="single" w:sz="2" w:space="0" w:color="E2E8F0"/>
                        <w:right w:val="single" w:sz="2" w:space="0" w:color="E2E8F0"/>
                      </w:divBdr>
                    </w:div>
                    <w:div w:id="20692615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1470671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09562445">
              <w:marLeft w:val="0"/>
              <w:marRight w:val="0"/>
              <w:marTop w:val="0"/>
              <w:marBottom w:val="0"/>
              <w:divBdr>
                <w:top w:val="single" w:sz="2" w:space="0" w:color="E2E8F0"/>
                <w:left w:val="single" w:sz="2" w:space="0" w:color="E2E8F0"/>
                <w:bottom w:val="single" w:sz="2" w:space="0" w:color="E2E8F0"/>
                <w:right w:val="single" w:sz="2" w:space="0" w:color="E2E8F0"/>
              </w:divBdr>
              <w:divsChild>
                <w:div w:id="922419790">
                  <w:marLeft w:val="0"/>
                  <w:marRight w:val="0"/>
                  <w:marTop w:val="0"/>
                  <w:marBottom w:val="0"/>
                  <w:divBdr>
                    <w:top w:val="single" w:sz="2" w:space="0" w:color="E2E8F0"/>
                    <w:left w:val="single" w:sz="2" w:space="0" w:color="E2E8F0"/>
                    <w:bottom w:val="single" w:sz="2" w:space="0" w:color="E2E8F0"/>
                    <w:right w:val="single" w:sz="2" w:space="0" w:color="E2E8F0"/>
                  </w:divBdr>
                </w:div>
                <w:div w:id="1149513023">
                  <w:marLeft w:val="0"/>
                  <w:marRight w:val="0"/>
                  <w:marTop w:val="0"/>
                  <w:marBottom w:val="0"/>
                  <w:divBdr>
                    <w:top w:val="single" w:sz="2" w:space="11" w:color="E2E8F0"/>
                    <w:left w:val="single" w:sz="2" w:space="11" w:color="E2E8F0"/>
                    <w:bottom w:val="single" w:sz="2" w:space="11" w:color="E2E8F0"/>
                    <w:right w:val="single" w:sz="2" w:space="11" w:color="E2E8F0"/>
                  </w:divBdr>
                  <w:divsChild>
                    <w:div w:id="36273326">
                      <w:marLeft w:val="0"/>
                      <w:marRight w:val="0"/>
                      <w:marTop w:val="0"/>
                      <w:marBottom w:val="0"/>
                      <w:divBdr>
                        <w:top w:val="single" w:sz="2" w:space="0" w:color="E2E8F0"/>
                        <w:left w:val="single" w:sz="2" w:space="0" w:color="E2E8F0"/>
                        <w:bottom w:val="single" w:sz="2" w:space="0" w:color="E2E8F0"/>
                        <w:right w:val="single" w:sz="2" w:space="0" w:color="E2E8F0"/>
                      </w:divBdr>
                    </w:div>
                    <w:div w:id="175053932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3800702">
              <w:marLeft w:val="0"/>
              <w:marRight w:val="0"/>
              <w:marTop w:val="0"/>
              <w:marBottom w:val="0"/>
              <w:divBdr>
                <w:top w:val="single" w:sz="2" w:space="0" w:color="E2E8F0"/>
                <w:left w:val="single" w:sz="2" w:space="0" w:color="E2E8F0"/>
                <w:bottom w:val="single" w:sz="2" w:space="0" w:color="E2E8F0"/>
                <w:right w:val="single" w:sz="2" w:space="0" w:color="E2E8F0"/>
              </w:divBdr>
              <w:divsChild>
                <w:div w:id="9070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996881842">
                      <w:marLeft w:val="0"/>
                      <w:marRight w:val="0"/>
                      <w:marTop w:val="0"/>
                      <w:marBottom w:val="0"/>
                      <w:divBdr>
                        <w:top w:val="single" w:sz="2" w:space="0" w:color="E2E8F0"/>
                        <w:left w:val="single" w:sz="2" w:space="0" w:color="E2E8F0"/>
                        <w:bottom w:val="single" w:sz="2" w:space="0" w:color="E2E8F0"/>
                        <w:right w:val="single" w:sz="2" w:space="0" w:color="E2E8F0"/>
                      </w:divBdr>
                    </w:div>
                    <w:div w:id="149594786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69137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24997558">
              <w:marLeft w:val="0"/>
              <w:marRight w:val="0"/>
              <w:marTop w:val="0"/>
              <w:marBottom w:val="0"/>
              <w:divBdr>
                <w:top w:val="single" w:sz="2" w:space="0" w:color="E2E8F0"/>
                <w:left w:val="single" w:sz="2" w:space="0" w:color="E2E8F0"/>
                <w:bottom w:val="single" w:sz="2" w:space="0" w:color="E2E8F0"/>
                <w:right w:val="single" w:sz="2" w:space="0" w:color="E2E8F0"/>
              </w:divBdr>
              <w:divsChild>
                <w:div w:id="683438859">
                  <w:marLeft w:val="0"/>
                  <w:marRight w:val="0"/>
                  <w:marTop w:val="0"/>
                  <w:marBottom w:val="0"/>
                  <w:divBdr>
                    <w:top w:val="single" w:sz="2" w:space="0" w:color="E2E8F0"/>
                    <w:left w:val="single" w:sz="2" w:space="0" w:color="E2E8F0"/>
                    <w:bottom w:val="single" w:sz="2" w:space="0" w:color="E2E8F0"/>
                    <w:right w:val="single" w:sz="2" w:space="0" w:color="E2E8F0"/>
                  </w:divBdr>
                </w:div>
                <w:div w:id="1133256115">
                  <w:marLeft w:val="0"/>
                  <w:marRight w:val="0"/>
                  <w:marTop w:val="0"/>
                  <w:marBottom w:val="0"/>
                  <w:divBdr>
                    <w:top w:val="single" w:sz="2" w:space="11" w:color="E2E8F0"/>
                    <w:left w:val="single" w:sz="2" w:space="11" w:color="E2E8F0"/>
                    <w:bottom w:val="single" w:sz="2" w:space="11" w:color="E2E8F0"/>
                    <w:right w:val="single" w:sz="2" w:space="11" w:color="E2E8F0"/>
                  </w:divBdr>
                  <w:divsChild>
                    <w:div w:id="660471810">
                      <w:marLeft w:val="0"/>
                      <w:marRight w:val="0"/>
                      <w:marTop w:val="0"/>
                      <w:marBottom w:val="0"/>
                      <w:divBdr>
                        <w:top w:val="single" w:sz="2" w:space="0" w:color="E2E8F0"/>
                        <w:left w:val="single" w:sz="2" w:space="0" w:color="E2E8F0"/>
                        <w:bottom w:val="single" w:sz="2" w:space="0" w:color="E2E8F0"/>
                        <w:right w:val="single" w:sz="2" w:space="0" w:color="E2E8F0"/>
                      </w:divBdr>
                    </w:div>
                    <w:div w:id="17228221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1951869">
              <w:marLeft w:val="0"/>
              <w:marRight w:val="0"/>
              <w:marTop w:val="0"/>
              <w:marBottom w:val="0"/>
              <w:divBdr>
                <w:top w:val="single" w:sz="2" w:space="0" w:color="E2E8F0"/>
                <w:left w:val="single" w:sz="2" w:space="0" w:color="E2E8F0"/>
                <w:bottom w:val="single" w:sz="2" w:space="0" w:color="E2E8F0"/>
                <w:right w:val="single" w:sz="2" w:space="0" w:color="E2E8F0"/>
              </w:divBdr>
              <w:divsChild>
                <w:div w:id="1009870023">
                  <w:marLeft w:val="0"/>
                  <w:marRight w:val="0"/>
                  <w:marTop w:val="0"/>
                  <w:marBottom w:val="0"/>
                  <w:divBdr>
                    <w:top w:val="single" w:sz="2" w:space="0" w:color="E2E8F0"/>
                    <w:left w:val="single" w:sz="2" w:space="0" w:color="E2E8F0"/>
                    <w:bottom w:val="single" w:sz="2" w:space="0" w:color="E2E8F0"/>
                    <w:right w:val="single" w:sz="2" w:space="0" w:color="E2E8F0"/>
                  </w:divBdr>
                </w:div>
                <w:div w:id="1967000696">
                  <w:marLeft w:val="0"/>
                  <w:marRight w:val="0"/>
                  <w:marTop w:val="0"/>
                  <w:marBottom w:val="0"/>
                  <w:divBdr>
                    <w:top w:val="single" w:sz="2" w:space="11" w:color="E2E8F0"/>
                    <w:left w:val="single" w:sz="2" w:space="11" w:color="E2E8F0"/>
                    <w:bottom w:val="single" w:sz="2" w:space="11" w:color="E2E8F0"/>
                    <w:right w:val="single" w:sz="2" w:space="11" w:color="E2E8F0"/>
                  </w:divBdr>
                  <w:divsChild>
                    <w:div w:id="1085876839">
                      <w:marLeft w:val="0"/>
                      <w:marRight w:val="0"/>
                      <w:marTop w:val="0"/>
                      <w:marBottom w:val="0"/>
                      <w:divBdr>
                        <w:top w:val="single" w:sz="2" w:space="0" w:color="E2E8F0"/>
                        <w:left w:val="single" w:sz="2" w:space="0" w:color="E2E8F0"/>
                        <w:bottom w:val="single" w:sz="2" w:space="0" w:color="E2E8F0"/>
                        <w:right w:val="single" w:sz="2" w:space="0" w:color="E2E8F0"/>
                      </w:divBdr>
                    </w:div>
                    <w:div w:id="11541007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09184694">
              <w:marLeft w:val="0"/>
              <w:marRight w:val="0"/>
              <w:marTop w:val="0"/>
              <w:marBottom w:val="0"/>
              <w:divBdr>
                <w:top w:val="single" w:sz="2" w:space="0" w:color="E2E8F0"/>
                <w:left w:val="single" w:sz="2" w:space="0" w:color="E2E8F0"/>
                <w:bottom w:val="single" w:sz="2" w:space="0" w:color="E2E8F0"/>
                <w:right w:val="single" w:sz="2" w:space="0" w:color="E2E8F0"/>
              </w:divBdr>
              <w:divsChild>
                <w:div w:id="674042104">
                  <w:marLeft w:val="0"/>
                  <w:marRight w:val="0"/>
                  <w:marTop w:val="0"/>
                  <w:marBottom w:val="0"/>
                  <w:divBdr>
                    <w:top w:val="single" w:sz="2" w:space="0" w:color="E2E8F0"/>
                    <w:left w:val="single" w:sz="2" w:space="0" w:color="E2E8F0"/>
                    <w:bottom w:val="single" w:sz="2" w:space="0" w:color="E2E8F0"/>
                    <w:right w:val="single" w:sz="2" w:space="0" w:color="E2E8F0"/>
                  </w:divBdr>
                </w:div>
                <w:div w:id="1557736650">
                  <w:marLeft w:val="0"/>
                  <w:marRight w:val="0"/>
                  <w:marTop w:val="0"/>
                  <w:marBottom w:val="0"/>
                  <w:divBdr>
                    <w:top w:val="single" w:sz="2" w:space="11" w:color="E2E8F0"/>
                    <w:left w:val="single" w:sz="2" w:space="11" w:color="E2E8F0"/>
                    <w:bottom w:val="single" w:sz="2" w:space="11" w:color="E2E8F0"/>
                    <w:right w:val="single" w:sz="2" w:space="11" w:color="E2E8F0"/>
                  </w:divBdr>
                  <w:divsChild>
                    <w:div w:id="248513272">
                      <w:marLeft w:val="0"/>
                      <w:marRight w:val="0"/>
                      <w:marTop w:val="0"/>
                      <w:marBottom w:val="0"/>
                      <w:divBdr>
                        <w:top w:val="single" w:sz="2" w:space="0" w:color="E2E8F0"/>
                        <w:left w:val="single" w:sz="2" w:space="0" w:color="E2E8F0"/>
                        <w:bottom w:val="single" w:sz="2" w:space="0" w:color="E2E8F0"/>
                        <w:right w:val="single" w:sz="2" w:space="0" w:color="E2E8F0"/>
                      </w:divBdr>
                    </w:div>
                    <w:div w:id="26989545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3694655">
              <w:marLeft w:val="0"/>
              <w:marRight w:val="0"/>
              <w:marTop w:val="0"/>
              <w:marBottom w:val="0"/>
              <w:divBdr>
                <w:top w:val="single" w:sz="2" w:space="0" w:color="E2E8F0"/>
                <w:left w:val="single" w:sz="2" w:space="0" w:color="E2E8F0"/>
                <w:bottom w:val="single" w:sz="2" w:space="0" w:color="E2E8F0"/>
                <w:right w:val="single" w:sz="2" w:space="0" w:color="E2E8F0"/>
              </w:divBdr>
              <w:divsChild>
                <w:div w:id="310908552">
                  <w:marLeft w:val="0"/>
                  <w:marRight w:val="0"/>
                  <w:marTop w:val="0"/>
                  <w:marBottom w:val="0"/>
                  <w:divBdr>
                    <w:top w:val="single" w:sz="2" w:space="11" w:color="E2E8F0"/>
                    <w:left w:val="single" w:sz="2" w:space="11" w:color="E2E8F0"/>
                    <w:bottom w:val="single" w:sz="2" w:space="11" w:color="E2E8F0"/>
                    <w:right w:val="single" w:sz="2" w:space="11" w:color="E2E8F0"/>
                  </w:divBdr>
                  <w:divsChild>
                    <w:div w:id="473910561">
                      <w:marLeft w:val="0"/>
                      <w:marRight w:val="0"/>
                      <w:marTop w:val="0"/>
                      <w:marBottom w:val="0"/>
                      <w:divBdr>
                        <w:top w:val="single" w:sz="2" w:space="0" w:color="E2E8F0"/>
                        <w:left w:val="single" w:sz="2" w:space="0" w:color="E2E8F0"/>
                        <w:bottom w:val="single" w:sz="2" w:space="0" w:color="E2E8F0"/>
                        <w:right w:val="single" w:sz="2" w:space="0" w:color="E2E8F0"/>
                      </w:divBdr>
                    </w:div>
                    <w:div w:id="202578941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854643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28547080">
              <w:marLeft w:val="0"/>
              <w:marRight w:val="0"/>
              <w:marTop w:val="0"/>
              <w:marBottom w:val="0"/>
              <w:divBdr>
                <w:top w:val="single" w:sz="2" w:space="0" w:color="E2E8F0"/>
                <w:left w:val="single" w:sz="2" w:space="0" w:color="E2E8F0"/>
                <w:bottom w:val="single" w:sz="2" w:space="0" w:color="E2E8F0"/>
                <w:right w:val="single" w:sz="2" w:space="0" w:color="E2E8F0"/>
              </w:divBdr>
              <w:divsChild>
                <w:div w:id="256788290">
                  <w:marLeft w:val="0"/>
                  <w:marRight w:val="0"/>
                  <w:marTop w:val="0"/>
                  <w:marBottom w:val="0"/>
                  <w:divBdr>
                    <w:top w:val="single" w:sz="2" w:space="0" w:color="E2E8F0"/>
                    <w:left w:val="single" w:sz="2" w:space="0" w:color="E2E8F0"/>
                    <w:bottom w:val="single" w:sz="2" w:space="0" w:color="E2E8F0"/>
                    <w:right w:val="single" w:sz="2" w:space="0" w:color="E2E8F0"/>
                  </w:divBdr>
                </w:div>
                <w:div w:id="2117559943">
                  <w:marLeft w:val="0"/>
                  <w:marRight w:val="0"/>
                  <w:marTop w:val="0"/>
                  <w:marBottom w:val="0"/>
                  <w:divBdr>
                    <w:top w:val="single" w:sz="2" w:space="11" w:color="E2E8F0"/>
                    <w:left w:val="single" w:sz="2" w:space="11" w:color="E2E8F0"/>
                    <w:bottom w:val="single" w:sz="2" w:space="11" w:color="E2E8F0"/>
                    <w:right w:val="single" w:sz="2" w:space="11" w:color="E2E8F0"/>
                  </w:divBdr>
                  <w:divsChild>
                    <w:div w:id="180364651">
                      <w:marLeft w:val="0"/>
                      <w:marRight w:val="0"/>
                      <w:marTop w:val="0"/>
                      <w:marBottom w:val="0"/>
                      <w:divBdr>
                        <w:top w:val="single" w:sz="2" w:space="0" w:color="E2E8F0"/>
                        <w:left w:val="single" w:sz="2" w:space="0" w:color="E2E8F0"/>
                        <w:bottom w:val="single" w:sz="2" w:space="0" w:color="E2E8F0"/>
                        <w:right w:val="single" w:sz="2" w:space="0" w:color="E2E8F0"/>
                      </w:divBdr>
                    </w:div>
                    <w:div w:id="139627359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36602533">
              <w:marLeft w:val="0"/>
              <w:marRight w:val="0"/>
              <w:marTop w:val="0"/>
              <w:marBottom w:val="0"/>
              <w:divBdr>
                <w:top w:val="single" w:sz="2" w:space="0" w:color="E2E8F0"/>
                <w:left w:val="single" w:sz="2" w:space="0" w:color="E2E8F0"/>
                <w:bottom w:val="single" w:sz="2" w:space="0" w:color="E2E8F0"/>
                <w:right w:val="single" w:sz="2" w:space="0" w:color="E2E8F0"/>
              </w:divBdr>
              <w:divsChild>
                <w:div w:id="203177975">
                  <w:marLeft w:val="0"/>
                  <w:marRight w:val="0"/>
                  <w:marTop w:val="0"/>
                  <w:marBottom w:val="0"/>
                  <w:divBdr>
                    <w:top w:val="single" w:sz="2" w:space="0" w:color="E2E8F0"/>
                    <w:left w:val="single" w:sz="2" w:space="0" w:color="E2E8F0"/>
                    <w:bottom w:val="single" w:sz="2" w:space="0" w:color="E2E8F0"/>
                    <w:right w:val="single" w:sz="2" w:space="0" w:color="E2E8F0"/>
                  </w:divBdr>
                </w:div>
                <w:div w:id="1949040663">
                  <w:marLeft w:val="0"/>
                  <w:marRight w:val="0"/>
                  <w:marTop w:val="0"/>
                  <w:marBottom w:val="0"/>
                  <w:divBdr>
                    <w:top w:val="single" w:sz="2" w:space="11" w:color="E2E8F0"/>
                    <w:left w:val="single" w:sz="2" w:space="11" w:color="E2E8F0"/>
                    <w:bottom w:val="single" w:sz="2" w:space="11" w:color="E2E8F0"/>
                    <w:right w:val="single" w:sz="2" w:space="11" w:color="E2E8F0"/>
                  </w:divBdr>
                  <w:divsChild>
                    <w:div w:id="1963148603">
                      <w:marLeft w:val="0"/>
                      <w:marRight w:val="0"/>
                      <w:marTop w:val="0"/>
                      <w:marBottom w:val="0"/>
                      <w:divBdr>
                        <w:top w:val="single" w:sz="2" w:space="0" w:color="E2E8F0"/>
                        <w:left w:val="single" w:sz="2" w:space="0" w:color="E2E8F0"/>
                        <w:bottom w:val="single" w:sz="2" w:space="0" w:color="E2E8F0"/>
                        <w:right w:val="single" w:sz="2" w:space="0" w:color="E2E8F0"/>
                      </w:divBdr>
                    </w:div>
                    <w:div w:id="19908638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39635464">
              <w:marLeft w:val="0"/>
              <w:marRight w:val="0"/>
              <w:marTop w:val="0"/>
              <w:marBottom w:val="0"/>
              <w:divBdr>
                <w:top w:val="single" w:sz="2" w:space="0" w:color="E2E8F0"/>
                <w:left w:val="single" w:sz="2" w:space="0" w:color="E2E8F0"/>
                <w:bottom w:val="single" w:sz="2" w:space="0" w:color="E2E8F0"/>
                <w:right w:val="single" w:sz="2" w:space="0" w:color="E2E8F0"/>
              </w:divBdr>
              <w:divsChild>
                <w:div w:id="143011193">
                  <w:marLeft w:val="0"/>
                  <w:marRight w:val="0"/>
                  <w:marTop w:val="0"/>
                  <w:marBottom w:val="0"/>
                  <w:divBdr>
                    <w:top w:val="single" w:sz="2" w:space="0" w:color="E2E8F0"/>
                    <w:left w:val="single" w:sz="2" w:space="0" w:color="E2E8F0"/>
                    <w:bottom w:val="single" w:sz="2" w:space="0" w:color="E2E8F0"/>
                    <w:right w:val="single" w:sz="2" w:space="0" w:color="E2E8F0"/>
                  </w:divBdr>
                </w:div>
                <w:div w:id="1093819264">
                  <w:marLeft w:val="0"/>
                  <w:marRight w:val="0"/>
                  <w:marTop w:val="0"/>
                  <w:marBottom w:val="0"/>
                  <w:divBdr>
                    <w:top w:val="single" w:sz="2" w:space="11" w:color="E2E8F0"/>
                    <w:left w:val="single" w:sz="2" w:space="11" w:color="E2E8F0"/>
                    <w:bottom w:val="single" w:sz="2" w:space="11" w:color="E2E8F0"/>
                    <w:right w:val="single" w:sz="2" w:space="11" w:color="E2E8F0"/>
                  </w:divBdr>
                  <w:divsChild>
                    <w:div w:id="262419755">
                      <w:marLeft w:val="0"/>
                      <w:marRight w:val="0"/>
                      <w:marTop w:val="0"/>
                      <w:marBottom w:val="0"/>
                      <w:divBdr>
                        <w:top w:val="single" w:sz="2" w:space="0" w:color="E2E8F0"/>
                        <w:left w:val="single" w:sz="2" w:space="0" w:color="E2E8F0"/>
                        <w:bottom w:val="single" w:sz="2" w:space="0" w:color="E2E8F0"/>
                        <w:right w:val="single" w:sz="2" w:space="0" w:color="E2E8F0"/>
                      </w:divBdr>
                    </w:div>
                    <w:div w:id="14518211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85307886">
              <w:marLeft w:val="0"/>
              <w:marRight w:val="0"/>
              <w:marTop w:val="0"/>
              <w:marBottom w:val="0"/>
              <w:divBdr>
                <w:top w:val="single" w:sz="2" w:space="0" w:color="E2E8F0"/>
                <w:left w:val="single" w:sz="2" w:space="0" w:color="E2E8F0"/>
                <w:bottom w:val="single" w:sz="2" w:space="0" w:color="E2E8F0"/>
                <w:right w:val="single" w:sz="2" w:space="0" w:color="E2E8F0"/>
              </w:divBdr>
              <w:divsChild>
                <w:div w:id="1121613628">
                  <w:marLeft w:val="0"/>
                  <w:marRight w:val="0"/>
                  <w:marTop w:val="0"/>
                  <w:marBottom w:val="0"/>
                  <w:divBdr>
                    <w:top w:val="single" w:sz="2" w:space="11" w:color="E2E8F0"/>
                    <w:left w:val="single" w:sz="2" w:space="11" w:color="E2E8F0"/>
                    <w:bottom w:val="single" w:sz="2" w:space="11" w:color="E2E8F0"/>
                    <w:right w:val="single" w:sz="2" w:space="11" w:color="E2E8F0"/>
                  </w:divBdr>
                  <w:divsChild>
                    <w:div w:id="121198335">
                      <w:marLeft w:val="0"/>
                      <w:marRight w:val="0"/>
                      <w:marTop w:val="0"/>
                      <w:marBottom w:val="0"/>
                      <w:divBdr>
                        <w:top w:val="single" w:sz="2" w:space="0" w:color="E2E8F0"/>
                        <w:left w:val="single" w:sz="2" w:space="0" w:color="E2E8F0"/>
                        <w:bottom w:val="single" w:sz="2" w:space="0" w:color="E2E8F0"/>
                        <w:right w:val="single" w:sz="2" w:space="0" w:color="E2E8F0"/>
                      </w:divBdr>
                    </w:div>
                    <w:div w:id="482044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9818534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30645616">
              <w:marLeft w:val="0"/>
              <w:marRight w:val="0"/>
              <w:marTop w:val="0"/>
              <w:marBottom w:val="0"/>
              <w:divBdr>
                <w:top w:val="single" w:sz="2" w:space="0" w:color="E2E8F0"/>
                <w:left w:val="single" w:sz="2" w:space="0" w:color="E2E8F0"/>
                <w:bottom w:val="single" w:sz="2" w:space="0" w:color="E2E8F0"/>
                <w:right w:val="single" w:sz="2" w:space="0" w:color="E2E8F0"/>
              </w:divBdr>
              <w:divsChild>
                <w:div w:id="657851515">
                  <w:marLeft w:val="0"/>
                  <w:marRight w:val="0"/>
                  <w:marTop w:val="0"/>
                  <w:marBottom w:val="0"/>
                  <w:divBdr>
                    <w:top w:val="single" w:sz="2" w:space="0" w:color="E2E8F0"/>
                    <w:left w:val="single" w:sz="2" w:space="0" w:color="E2E8F0"/>
                    <w:bottom w:val="single" w:sz="2" w:space="0" w:color="E2E8F0"/>
                    <w:right w:val="single" w:sz="2" w:space="0" w:color="E2E8F0"/>
                  </w:divBdr>
                </w:div>
                <w:div w:id="1321425039">
                  <w:marLeft w:val="0"/>
                  <w:marRight w:val="0"/>
                  <w:marTop w:val="0"/>
                  <w:marBottom w:val="0"/>
                  <w:divBdr>
                    <w:top w:val="single" w:sz="2" w:space="11" w:color="E2E8F0"/>
                    <w:left w:val="single" w:sz="2" w:space="11" w:color="E2E8F0"/>
                    <w:bottom w:val="single" w:sz="2" w:space="11" w:color="E2E8F0"/>
                    <w:right w:val="single" w:sz="2" w:space="11" w:color="E2E8F0"/>
                  </w:divBdr>
                  <w:divsChild>
                    <w:div w:id="1414005782">
                      <w:marLeft w:val="0"/>
                      <w:marRight w:val="0"/>
                      <w:marTop w:val="0"/>
                      <w:marBottom w:val="0"/>
                      <w:divBdr>
                        <w:top w:val="single" w:sz="2" w:space="0" w:color="E2E8F0"/>
                        <w:left w:val="single" w:sz="2" w:space="0" w:color="E2E8F0"/>
                        <w:bottom w:val="single" w:sz="2" w:space="0" w:color="E2E8F0"/>
                        <w:right w:val="single" w:sz="2" w:space="0" w:color="E2E8F0"/>
                      </w:divBdr>
                    </w:div>
                    <w:div w:id="212646097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247882705">
          <w:marLeft w:val="0"/>
          <w:marRight w:val="0"/>
          <w:marTop w:val="0"/>
          <w:marBottom w:val="0"/>
          <w:divBdr>
            <w:top w:val="single" w:sz="2" w:space="0" w:color="E2E8F0"/>
            <w:left w:val="single" w:sz="2" w:space="0" w:color="E2E8F0"/>
            <w:bottom w:val="single" w:sz="2" w:space="0" w:color="E2E8F0"/>
            <w:right w:val="single" w:sz="2" w:space="0" w:color="E2E8F0"/>
          </w:divBdr>
          <w:divsChild>
            <w:div w:id="888028459">
              <w:marLeft w:val="0"/>
              <w:marRight w:val="0"/>
              <w:marTop w:val="0"/>
              <w:marBottom w:val="0"/>
              <w:divBdr>
                <w:top w:val="single" w:sz="2" w:space="0" w:color="E2E8F0"/>
                <w:left w:val="single" w:sz="2" w:space="0" w:color="E2E8F0"/>
                <w:bottom w:val="single" w:sz="2" w:space="0" w:color="E2E8F0"/>
                <w:right w:val="single" w:sz="2" w:space="0" w:color="E2E8F0"/>
              </w:divBdr>
            </w:div>
            <w:div w:id="214442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69933011">
                  <w:marLeft w:val="0"/>
                  <w:marRight w:val="0"/>
                  <w:marTop w:val="0"/>
                  <w:marBottom w:val="0"/>
                  <w:divBdr>
                    <w:top w:val="single" w:sz="2" w:space="4" w:color="E2E8F0"/>
                    <w:left w:val="single" w:sz="2" w:space="0" w:color="E2E8F0"/>
                    <w:bottom w:val="single" w:sz="2" w:space="4" w:color="E2E8F0"/>
                    <w:right w:val="single" w:sz="2" w:space="0" w:color="E2E8F0"/>
                  </w:divBdr>
                </w:div>
                <w:div w:id="9474669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61885461">
          <w:marLeft w:val="0"/>
          <w:marRight w:val="0"/>
          <w:marTop w:val="0"/>
          <w:marBottom w:val="0"/>
          <w:divBdr>
            <w:top w:val="single" w:sz="2" w:space="0" w:color="E2E8F0"/>
            <w:left w:val="single" w:sz="2" w:space="0" w:color="E2E8F0"/>
            <w:bottom w:val="single" w:sz="2" w:space="0" w:color="E2E8F0"/>
            <w:right w:val="single" w:sz="2" w:space="0" w:color="E2E8F0"/>
          </w:divBdr>
          <w:divsChild>
            <w:div w:id="689186331">
              <w:marLeft w:val="0"/>
              <w:marRight w:val="0"/>
              <w:marTop w:val="0"/>
              <w:marBottom w:val="0"/>
              <w:divBdr>
                <w:top w:val="single" w:sz="2" w:space="0" w:color="E2E8F0"/>
                <w:left w:val="single" w:sz="2" w:space="0" w:color="E2E8F0"/>
                <w:bottom w:val="single" w:sz="2" w:space="0" w:color="E2E8F0"/>
                <w:right w:val="single" w:sz="2" w:space="0" w:color="E2E8F0"/>
              </w:divBdr>
            </w:div>
            <w:div w:id="1682078108">
              <w:marLeft w:val="0"/>
              <w:marRight w:val="0"/>
              <w:marTop w:val="0"/>
              <w:marBottom w:val="0"/>
              <w:divBdr>
                <w:top w:val="single" w:sz="2" w:space="0" w:color="E2E8F0"/>
                <w:left w:val="single" w:sz="2" w:space="11" w:color="E2E8F0"/>
                <w:bottom w:val="single" w:sz="2" w:space="0" w:color="E2E8F0"/>
                <w:right w:val="single" w:sz="2" w:space="0" w:color="E2E8F0"/>
              </w:divBdr>
              <w:divsChild>
                <w:div w:id="16355982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83077195">
          <w:marLeft w:val="0"/>
          <w:marRight w:val="0"/>
          <w:marTop w:val="675"/>
          <w:marBottom w:val="675"/>
          <w:divBdr>
            <w:top w:val="single" w:sz="2" w:space="0" w:color="E2E8F0"/>
            <w:left w:val="single" w:sz="2" w:space="0" w:color="E2E8F0"/>
            <w:bottom w:val="single" w:sz="2" w:space="0" w:color="E2E8F0"/>
            <w:right w:val="single" w:sz="2" w:space="0" w:color="E2E8F0"/>
          </w:divBdr>
          <w:divsChild>
            <w:div w:id="164783565">
              <w:marLeft w:val="0"/>
              <w:marRight w:val="0"/>
              <w:marTop w:val="0"/>
              <w:marBottom w:val="0"/>
              <w:divBdr>
                <w:top w:val="single" w:sz="2" w:space="0" w:color="E2E8F0"/>
                <w:left w:val="single" w:sz="2" w:space="0" w:color="E2E8F0"/>
                <w:bottom w:val="single" w:sz="2" w:space="0" w:color="E2E8F0"/>
                <w:right w:val="single" w:sz="2" w:space="0" w:color="E2E8F0"/>
              </w:divBdr>
              <w:divsChild>
                <w:div w:id="299698105">
                  <w:marLeft w:val="0"/>
                  <w:marRight w:val="0"/>
                  <w:marTop w:val="0"/>
                  <w:marBottom w:val="0"/>
                  <w:divBdr>
                    <w:top w:val="single" w:sz="2" w:space="0" w:color="E2E8F0"/>
                    <w:left w:val="single" w:sz="2" w:space="0" w:color="E2E8F0"/>
                    <w:bottom w:val="single" w:sz="2" w:space="0" w:color="E2E8F0"/>
                    <w:right w:val="single" w:sz="2" w:space="0" w:color="E2E8F0"/>
                  </w:divBdr>
                </w:div>
                <w:div w:id="102027733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6201553">
          <w:marLeft w:val="0"/>
          <w:marRight w:val="0"/>
          <w:marTop w:val="0"/>
          <w:marBottom w:val="0"/>
          <w:divBdr>
            <w:top w:val="single" w:sz="2" w:space="0" w:color="E2E8F0"/>
            <w:left w:val="single" w:sz="2" w:space="0" w:color="E2E8F0"/>
            <w:bottom w:val="single" w:sz="2" w:space="0" w:color="E2E8F0"/>
            <w:right w:val="single" w:sz="2" w:space="0" w:color="E2E8F0"/>
          </w:divBdr>
          <w:divsChild>
            <w:div w:id="827208329">
              <w:marLeft w:val="0"/>
              <w:marRight w:val="0"/>
              <w:marTop w:val="0"/>
              <w:marBottom w:val="0"/>
              <w:divBdr>
                <w:top w:val="single" w:sz="2" w:space="0" w:color="E2E8F0"/>
                <w:left w:val="single" w:sz="2" w:space="0" w:color="E2E8F0"/>
                <w:bottom w:val="single" w:sz="2" w:space="0" w:color="E2E8F0"/>
                <w:right w:val="single" w:sz="2" w:space="0" w:color="E2E8F0"/>
              </w:divBdr>
            </w:div>
            <w:div w:id="1308046297">
              <w:marLeft w:val="0"/>
              <w:marRight w:val="0"/>
              <w:marTop w:val="0"/>
              <w:marBottom w:val="0"/>
              <w:divBdr>
                <w:top w:val="single" w:sz="2" w:space="0" w:color="E2E8F0"/>
                <w:left w:val="single" w:sz="2" w:space="11" w:color="E2E8F0"/>
                <w:bottom w:val="single" w:sz="2" w:space="0" w:color="E2E8F0"/>
                <w:right w:val="single" w:sz="2" w:space="0" w:color="E2E8F0"/>
              </w:divBdr>
              <w:divsChild>
                <w:div w:id="12670807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43899975">
          <w:marLeft w:val="0"/>
          <w:marRight w:val="0"/>
          <w:marTop w:val="0"/>
          <w:marBottom w:val="0"/>
          <w:divBdr>
            <w:top w:val="single" w:sz="2" w:space="0" w:color="E2E8F0"/>
            <w:left w:val="single" w:sz="2" w:space="0" w:color="E2E8F0"/>
            <w:bottom w:val="single" w:sz="2" w:space="0" w:color="E2E8F0"/>
            <w:right w:val="single" w:sz="2" w:space="0" w:color="E2E8F0"/>
          </w:divBdr>
          <w:divsChild>
            <w:div w:id="1217428504">
              <w:marLeft w:val="0"/>
              <w:marRight w:val="0"/>
              <w:marTop w:val="0"/>
              <w:marBottom w:val="0"/>
              <w:divBdr>
                <w:top w:val="single" w:sz="2" w:space="0" w:color="E2E8F0"/>
                <w:left w:val="single" w:sz="2" w:space="0" w:color="E2E8F0"/>
                <w:bottom w:val="single" w:sz="2" w:space="0" w:color="E2E8F0"/>
                <w:right w:val="single" w:sz="2" w:space="0" w:color="E2E8F0"/>
              </w:divBdr>
            </w:div>
            <w:div w:id="1326280572">
              <w:marLeft w:val="0"/>
              <w:marRight w:val="0"/>
              <w:marTop w:val="0"/>
              <w:marBottom w:val="0"/>
              <w:divBdr>
                <w:top w:val="single" w:sz="2" w:space="0" w:color="E2E8F0"/>
                <w:left w:val="single" w:sz="2" w:space="11" w:color="E2E8F0"/>
                <w:bottom w:val="single" w:sz="2" w:space="0" w:color="E2E8F0"/>
                <w:right w:val="single" w:sz="2" w:space="0" w:color="E2E8F0"/>
              </w:divBdr>
              <w:divsChild>
                <w:div w:id="12837312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54189229">
          <w:marLeft w:val="0"/>
          <w:marRight w:val="0"/>
          <w:marTop w:val="0"/>
          <w:marBottom w:val="0"/>
          <w:divBdr>
            <w:top w:val="single" w:sz="2" w:space="0" w:color="E2E8F0"/>
            <w:left w:val="single" w:sz="2" w:space="0" w:color="E2E8F0"/>
            <w:bottom w:val="single" w:sz="2" w:space="0" w:color="E2E8F0"/>
            <w:right w:val="single" w:sz="2" w:space="0" w:color="E2E8F0"/>
          </w:divBdr>
          <w:divsChild>
            <w:div w:id="708339811">
              <w:marLeft w:val="0"/>
              <w:marRight w:val="0"/>
              <w:marTop w:val="0"/>
              <w:marBottom w:val="0"/>
              <w:divBdr>
                <w:top w:val="single" w:sz="2" w:space="0" w:color="E2E8F0"/>
                <w:left w:val="single" w:sz="2" w:space="0" w:color="E2E8F0"/>
                <w:bottom w:val="single" w:sz="2" w:space="0" w:color="E2E8F0"/>
                <w:right w:val="single" w:sz="2" w:space="0" w:color="E2E8F0"/>
              </w:divBdr>
            </w:div>
            <w:div w:id="901526876">
              <w:marLeft w:val="0"/>
              <w:marRight w:val="0"/>
              <w:marTop w:val="0"/>
              <w:marBottom w:val="0"/>
              <w:divBdr>
                <w:top w:val="single" w:sz="2" w:space="11" w:color="E2E8F0"/>
                <w:left w:val="single" w:sz="2" w:space="11" w:color="E2E8F0"/>
                <w:bottom w:val="single" w:sz="2" w:space="11" w:color="E2E8F0"/>
                <w:right w:val="single" w:sz="2" w:space="11" w:color="E2E8F0"/>
              </w:divBdr>
              <w:divsChild>
                <w:div w:id="9714033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5981495">
          <w:marLeft w:val="0"/>
          <w:marRight w:val="0"/>
          <w:marTop w:val="0"/>
          <w:marBottom w:val="0"/>
          <w:divBdr>
            <w:top w:val="single" w:sz="2" w:space="0" w:color="E2E8F0"/>
            <w:left w:val="single" w:sz="2" w:space="0" w:color="E2E8F0"/>
            <w:bottom w:val="single" w:sz="2" w:space="0" w:color="E2E8F0"/>
            <w:right w:val="single" w:sz="2" w:space="0" w:color="E2E8F0"/>
          </w:divBdr>
          <w:divsChild>
            <w:div w:id="1302537559">
              <w:marLeft w:val="0"/>
              <w:marRight w:val="0"/>
              <w:marTop w:val="0"/>
              <w:marBottom w:val="0"/>
              <w:divBdr>
                <w:top w:val="single" w:sz="2" w:space="0" w:color="E2E8F0"/>
                <w:left w:val="single" w:sz="2" w:space="0" w:color="E2E8F0"/>
                <w:bottom w:val="single" w:sz="2" w:space="0" w:color="E2E8F0"/>
                <w:right w:val="single" w:sz="2" w:space="0" w:color="E2E8F0"/>
              </w:divBdr>
              <w:divsChild>
                <w:div w:id="799586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85840794">
          <w:marLeft w:val="0"/>
          <w:marRight w:val="0"/>
          <w:marTop w:val="0"/>
          <w:marBottom w:val="0"/>
          <w:divBdr>
            <w:top w:val="single" w:sz="2" w:space="0" w:color="E2E8F0"/>
            <w:left w:val="single" w:sz="2" w:space="0" w:color="E2E8F0"/>
            <w:bottom w:val="single" w:sz="2" w:space="0" w:color="E2E8F0"/>
            <w:right w:val="single" w:sz="2" w:space="0" w:color="E2E8F0"/>
          </w:divBdr>
          <w:divsChild>
            <w:div w:id="952514264">
              <w:marLeft w:val="0"/>
              <w:marRight w:val="0"/>
              <w:marTop w:val="0"/>
              <w:marBottom w:val="0"/>
              <w:divBdr>
                <w:top w:val="single" w:sz="2" w:space="0" w:color="E2E8F0"/>
                <w:left w:val="single" w:sz="2" w:space="0" w:color="E2E8F0"/>
                <w:bottom w:val="single" w:sz="2" w:space="0" w:color="E2E8F0"/>
                <w:right w:val="single" w:sz="2" w:space="0" w:color="E2E8F0"/>
              </w:divBdr>
            </w:div>
            <w:div w:id="1108963540">
              <w:marLeft w:val="0"/>
              <w:marRight w:val="0"/>
              <w:marTop w:val="0"/>
              <w:marBottom w:val="0"/>
              <w:divBdr>
                <w:top w:val="single" w:sz="2" w:space="11" w:color="E2E8F0"/>
                <w:left w:val="single" w:sz="2" w:space="11" w:color="E2E8F0"/>
                <w:bottom w:val="single" w:sz="2" w:space="11" w:color="E2E8F0"/>
                <w:right w:val="single" w:sz="2" w:space="11" w:color="E2E8F0"/>
              </w:divBdr>
              <w:divsChild>
                <w:div w:id="213196842">
                  <w:marLeft w:val="0"/>
                  <w:marRight w:val="0"/>
                  <w:marTop w:val="0"/>
                  <w:marBottom w:val="0"/>
                  <w:divBdr>
                    <w:top w:val="single" w:sz="2" w:space="0" w:color="E2E8F0"/>
                    <w:left w:val="single" w:sz="2" w:space="0" w:color="E2E8F0"/>
                    <w:bottom w:val="single" w:sz="2" w:space="0" w:color="E2E8F0"/>
                    <w:right w:val="single" w:sz="2" w:space="0" w:color="E2E8F0"/>
                  </w:divBdr>
                </w:div>
                <w:div w:id="20098694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27625283">
          <w:marLeft w:val="0"/>
          <w:marRight w:val="0"/>
          <w:marTop w:val="0"/>
          <w:marBottom w:val="0"/>
          <w:divBdr>
            <w:top w:val="single" w:sz="2" w:space="0" w:color="E2E8F0"/>
            <w:left w:val="single" w:sz="2" w:space="0" w:color="E2E8F0"/>
            <w:bottom w:val="single" w:sz="2" w:space="0" w:color="E2E8F0"/>
            <w:right w:val="single" w:sz="2" w:space="0" w:color="E2E8F0"/>
          </w:divBdr>
          <w:divsChild>
            <w:div w:id="311914471">
              <w:marLeft w:val="0"/>
              <w:marRight w:val="0"/>
              <w:marTop w:val="0"/>
              <w:marBottom w:val="0"/>
              <w:divBdr>
                <w:top w:val="single" w:sz="2" w:space="0" w:color="E2E8F0"/>
                <w:left w:val="single" w:sz="2" w:space="0" w:color="E2E8F0"/>
                <w:bottom w:val="single" w:sz="2" w:space="0" w:color="E2E8F0"/>
                <w:right w:val="single" w:sz="2" w:space="0" w:color="E2E8F0"/>
              </w:divBdr>
              <w:divsChild>
                <w:div w:id="134878914">
                  <w:marLeft w:val="0"/>
                  <w:marRight w:val="0"/>
                  <w:marTop w:val="0"/>
                  <w:marBottom w:val="0"/>
                  <w:divBdr>
                    <w:top w:val="single" w:sz="2" w:space="18" w:color="E2E8F0"/>
                    <w:left w:val="single" w:sz="2" w:space="18" w:color="E2E8F0"/>
                    <w:bottom w:val="single" w:sz="2" w:space="18" w:color="E2E8F0"/>
                    <w:right w:val="single" w:sz="2" w:space="18" w:color="E2E8F0"/>
                  </w:divBdr>
                  <w:divsChild>
                    <w:div w:id="76434988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8995799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44997608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406613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462625377">
          <w:marLeft w:val="0"/>
          <w:marRight w:val="0"/>
          <w:marTop w:val="0"/>
          <w:marBottom w:val="0"/>
          <w:divBdr>
            <w:top w:val="single" w:sz="2" w:space="0" w:color="E2E8F0"/>
            <w:left w:val="single" w:sz="2" w:space="0" w:color="E2E8F0"/>
            <w:bottom w:val="single" w:sz="2" w:space="0" w:color="E2E8F0"/>
            <w:right w:val="single" w:sz="2" w:space="0" w:color="E2E8F0"/>
          </w:divBdr>
          <w:divsChild>
            <w:div w:id="234750036">
              <w:marLeft w:val="0"/>
              <w:marRight w:val="0"/>
              <w:marTop w:val="0"/>
              <w:marBottom w:val="0"/>
              <w:divBdr>
                <w:top w:val="single" w:sz="2" w:space="0" w:color="E2E8F0"/>
                <w:left w:val="single" w:sz="2" w:space="11" w:color="E2E8F0"/>
                <w:bottom w:val="single" w:sz="2" w:space="0" w:color="E2E8F0"/>
                <w:right w:val="single" w:sz="2" w:space="0" w:color="E2E8F0"/>
              </w:divBdr>
              <w:divsChild>
                <w:div w:id="15364996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89196389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474491739">
          <w:marLeft w:val="0"/>
          <w:marRight w:val="0"/>
          <w:marTop w:val="0"/>
          <w:marBottom w:val="0"/>
          <w:divBdr>
            <w:top w:val="single" w:sz="2" w:space="0" w:color="E2E8F0"/>
            <w:left w:val="single" w:sz="2" w:space="0" w:color="E2E8F0"/>
            <w:bottom w:val="single" w:sz="2" w:space="0" w:color="E2E8F0"/>
            <w:right w:val="single" w:sz="2" w:space="0" w:color="E2E8F0"/>
          </w:divBdr>
          <w:divsChild>
            <w:div w:id="385838692">
              <w:marLeft w:val="0"/>
              <w:marRight w:val="0"/>
              <w:marTop w:val="0"/>
              <w:marBottom w:val="0"/>
              <w:divBdr>
                <w:top w:val="single" w:sz="2" w:space="0" w:color="E2E8F0"/>
                <w:left w:val="single" w:sz="2" w:space="11" w:color="E2E8F0"/>
                <w:bottom w:val="single" w:sz="2" w:space="0" w:color="E2E8F0"/>
                <w:right w:val="single" w:sz="2" w:space="0" w:color="E2E8F0"/>
              </w:divBdr>
              <w:divsChild>
                <w:div w:id="6404255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7015115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479932440">
          <w:marLeft w:val="0"/>
          <w:marRight w:val="0"/>
          <w:marTop w:val="0"/>
          <w:marBottom w:val="0"/>
          <w:divBdr>
            <w:top w:val="single" w:sz="2" w:space="0" w:color="E2E8F0"/>
            <w:left w:val="single" w:sz="2" w:space="0" w:color="E2E8F0"/>
            <w:bottom w:val="single" w:sz="2" w:space="0" w:color="E2E8F0"/>
            <w:right w:val="single" w:sz="2" w:space="0" w:color="E2E8F0"/>
          </w:divBdr>
          <w:divsChild>
            <w:div w:id="1021013742">
              <w:marLeft w:val="0"/>
              <w:marRight w:val="0"/>
              <w:marTop w:val="0"/>
              <w:marBottom w:val="0"/>
              <w:divBdr>
                <w:top w:val="single" w:sz="2" w:space="0" w:color="E2E8F0"/>
                <w:left w:val="single" w:sz="2" w:space="0" w:color="E2E8F0"/>
                <w:bottom w:val="single" w:sz="2" w:space="0" w:color="E2E8F0"/>
                <w:right w:val="single" w:sz="2" w:space="0" w:color="E2E8F0"/>
              </w:divBdr>
            </w:div>
            <w:div w:id="1718049856">
              <w:marLeft w:val="0"/>
              <w:marRight w:val="0"/>
              <w:marTop w:val="0"/>
              <w:marBottom w:val="0"/>
              <w:divBdr>
                <w:top w:val="single" w:sz="2" w:space="0" w:color="E2E8F0"/>
                <w:left w:val="single" w:sz="2" w:space="11" w:color="E2E8F0"/>
                <w:bottom w:val="single" w:sz="2" w:space="0" w:color="E2E8F0"/>
                <w:right w:val="single" w:sz="2" w:space="0" w:color="E2E8F0"/>
              </w:divBdr>
              <w:divsChild>
                <w:div w:id="100165839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810965">
          <w:marLeft w:val="0"/>
          <w:marRight w:val="0"/>
          <w:marTop w:val="0"/>
          <w:marBottom w:val="0"/>
          <w:divBdr>
            <w:top w:val="single" w:sz="2" w:space="0" w:color="E2E8F0"/>
            <w:left w:val="single" w:sz="2" w:space="0" w:color="E2E8F0"/>
            <w:bottom w:val="single" w:sz="2" w:space="0" w:color="E2E8F0"/>
            <w:right w:val="single" w:sz="2" w:space="0" w:color="E2E8F0"/>
          </w:divBdr>
          <w:divsChild>
            <w:div w:id="671684886">
              <w:marLeft w:val="0"/>
              <w:marRight w:val="0"/>
              <w:marTop w:val="0"/>
              <w:marBottom w:val="0"/>
              <w:divBdr>
                <w:top w:val="single" w:sz="2" w:space="0" w:color="E2E8F0"/>
                <w:left w:val="single" w:sz="2" w:space="0" w:color="E2E8F0"/>
                <w:bottom w:val="single" w:sz="2" w:space="0" w:color="E2E8F0"/>
                <w:right w:val="single" w:sz="2" w:space="0" w:color="E2E8F0"/>
              </w:divBdr>
            </w:div>
            <w:div w:id="1457288091">
              <w:marLeft w:val="0"/>
              <w:marRight w:val="0"/>
              <w:marTop w:val="0"/>
              <w:marBottom w:val="0"/>
              <w:divBdr>
                <w:top w:val="single" w:sz="2" w:space="0" w:color="E2E8F0"/>
                <w:left w:val="single" w:sz="2" w:space="11" w:color="E2E8F0"/>
                <w:bottom w:val="single" w:sz="2" w:space="0" w:color="E2E8F0"/>
                <w:right w:val="single" w:sz="2" w:space="0" w:color="E2E8F0"/>
              </w:divBdr>
              <w:divsChild>
                <w:div w:id="182022941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74322317">
          <w:marLeft w:val="0"/>
          <w:marRight w:val="0"/>
          <w:marTop w:val="0"/>
          <w:marBottom w:val="0"/>
          <w:divBdr>
            <w:top w:val="single" w:sz="2" w:space="0" w:color="E2E8F0"/>
            <w:left w:val="single" w:sz="2" w:space="0" w:color="E2E8F0"/>
            <w:bottom w:val="single" w:sz="2" w:space="0" w:color="E2E8F0"/>
            <w:right w:val="single" w:sz="2" w:space="0" w:color="E2E8F0"/>
          </w:divBdr>
          <w:divsChild>
            <w:div w:id="471482103">
              <w:marLeft w:val="0"/>
              <w:marRight w:val="0"/>
              <w:marTop w:val="0"/>
              <w:marBottom w:val="0"/>
              <w:divBdr>
                <w:top w:val="single" w:sz="2" w:space="11" w:color="E2E8F0"/>
                <w:left w:val="single" w:sz="2" w:space="11" w:color="E2E8F0"/>
                <w:bottom w:val="single" w:sz="2" w:space="11" w:color="E2E8F0"/>
                <w:right w:val="single" w:sz="2" w:space="11" w:color="E2E8F0"/>
              </w:divBdr>
              <w:divsChild>
                <w:div w:id="1646079800">
                  <w:marLeft w:val="0"/>
                  <w:marRight w:val="0"/>
                  <w:marTop w:val="0"/>
                  <w:marBottom w:val="0"/>
                  <w:divBdr>
                    <w:top w:val="single" w:sz="2" w:space="4" w:color="E2E8F0"/>
                    <w:left w:val="single" w:sz="2" w:space="0" w:color="E2E8F0"/>
                    <w:bottom w:val="single" w:sz="2" w:space="4" w:color="E2E8F0"/>
                    <w:right w:val="single" w:sz="2" w:space="0" w:color="E2E8F0"/>
                  </w:divBdr>
                </w:div>
                <w:div w:id="21041795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37993238">
              <w:marLeft w:val="0"/>
              <w:marRight w:val="0"/>
              <w:marTop w:val="0"/>
              <w:marBottom w:val="0"/>
              <w:divBdr>
                <w:top w:val="single" w:sz="2" w:space="0" w:color="E2E8F0"/>
                <w:left w:val="single" w:sz="2" w:space="0" w:color="E2E8F0"/>
                <w:bottom w:val="single" w:sz="2" w:space="0" w:color="E2E8F0"/>
                <w:right w:val="single" w:sz="2" w:space="0" w:color="E2E8F0"/>
              </w:divBdr>
            </w:div>
            <w:div w:id="193030613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644621557">
          <w:marLeft w:val="0"/>
          <w:marRight w:val="0"/>
          <w:marTop w:val="450"/>
          <w:marBottom w:val="0"/>
          <w:divBdr>
            <w:top w:val="single" w:sz="2" w:space="0" w:color="E2E8F0"/>
            <w:left w:val="single" w:sz="2" w:space="0" w:color="E2E8F0"/>
            <w:bottom w:val="single" w:sz="2" w:space="0" w:color="E2E8F0"/>
            <w:right w:val="single" w:sz="2" w:space="0" w:color="E2E8F0"/>
          </w:divBdr>
          <w:divsChild>
            <w:div w:id="73983677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668023421">
          <w:marLeft w:val="0"/>
          <w:marRight w:val="0"/>
          <w:marTop w:val="0"/>
          <w:marBottom w:val="0"/>
          <w:divBdr>
            <w:top w:val="single" w:sz="2" w:space="0" w:color="E2E8F0"/>
            <w:left w:val="single" w:sz="2" w:space="0" w:color="E2E8F0"/>
            <w:bottom w:val="single" w:sz="2" w:space="0" w:color="E2E8F0"/>
            <w:right w:val="single" w:sz="2" w:space="0" w:color="E2E8F0"/>
          </w:divBdr>
          <w:divsChild>
            <w:div w:id="931596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5499924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751804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668291472">
          <w:marLeft w:val="300"/>
          <w:marRight w:val="300"/>
          <w:marTop w:val="225"/>
          <w:marBottom w:val="0"/>
          <w:divBdr>
            <w:top w:val="single" w:sz="2" w:space="0" w:color="E2E8F0"/>
            <w:left w:val="single" w:sz="2" w:space="0" w:color="E2E8F0"/>
            <w:bottom w:val="single" w:sz="2" w:space="0" w:color="E2E8F0"/>
            <w:right w:val="single" w:sz="2" w:space="0" w:color="E2E8F0"/>
          </w:divBdr>
          <w:divsChild>
            <w:div w:id="99722186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704330197">
          <w:marLeft w:val="0"/>
          <w:marRight w:val="0"/>
          <w:marTop w:val="0"/>
          <w:marBottom w:val="0"/>
          <w:divBdr>
            <w:top w:val="single" w:sz="2" w:space="0" w:color="E2E8F0"/>
            <w:left w:val="single" w:sz="2" w:space="0" w:color="E2E8F0"/>
            <w:bottom w:val="single" w:sz="2" w:space="0" w:color="E2E8F0"/>
            <w:right w:val="single" w:sz="2" w:space="0" w:color="E2E8F0"/>
          </w:divBdr>
          <w:divsChild>
            <w:div w:id="1847594276">
              <w:marLeft w:val="0"/>
              <w:marRight w:val="0"/>
              <w:marTop w:val="0"/>
              <w:marBottom w:val="0"/>
              <w:divBdr>
                <w:top w:val="single" w:sz="2" w:space="0" w:color="E2E8F0"/>
                <w:left w:val="single" w:sz="2" w:space="11" w:color="E2E8F0"/>
                <w:bottom w:val="single" w:sz="2" w:space="0" w:color="E2E8F0"/>
                <w:right w:val="single" w:sz="2" w:space="0" w:color="E2E8F0"/>
              </w:divBdr>
              <w:divsChild>
                <w:div w:id="803623284">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211092922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47458640">
          <w:marLeft w:val="0"/>
          <w:marRight w:val="0"/>
          <w:marTop w:val="0"/>
          <w:marBottom w:val="0"/>
          <w:divBdr>
            <w:top w:val="single" w:sz="2" w:space="0" w:color="E2E8F0"/>
            <w:left w:val="single" w:sz="2" w:space="0" w:color="E2E8F0"/>
            <w:bottom w:val="single" w:sz="2" w:space="0" w:color="E2E8F0"/>
            <w:right w:val="single" w:sz="2" w:space="0" w:color="E2E8F0"/>
          </w:divBdr>
          <w:divsChild>
            <w:div w:id="1656450073">
              <w:marLeft w:val="0"/>
              <w:marRight w:val="0"/>
              <w:marTop w:val="450"/>
              <w:marBottom w:val="0"/>
              <w:divBdr>
                <w:top w:val="single" w:sz="2" w:space="0" w:color="E2E8F0"/>
                <w:left w:val="single" w:sz="2" w:space="0" w:color="E2E8F0"/>
                <w:bottom w:val="single" w:sz="2" w:space="0" w:color="E2E8F0"/>
                <w:right w:val="single" w:sz="2" w:space="0" w:color="E2E8F0"/>
              </w:divBdr>
              <w:divsChild>
                <w:div w:id="183715721">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765610254">
          <w:marLeft w:val="0"/>
          <w:marRight w:val="0"/>
          <w:marTop w:val="0"/>
          <w:marBottom w:val="0"/>
          <w:divBdr>
            <w:top w:val="single" w:sz="2" w:space="0" w:color="E2E8F0"/>
            <w:left w:val="single" w:sz="2" w:space="0" w:color="E2E8F0"/>
            <w:bottom w:val="single" w:sz="2" w:space="0" w:color="E2E8F0"/>
            <w:right w:val="single" w:sz="2" w:space="0" w:color="E2E8F0"/>
          </w:divBdr>
          <w:divsChild>
            <w:div w:id="79497027">
              <w:marLeft w:val="0"/>
              <w:marRight w:val="0"/>
              <w:marTop w:val="0"/>
              <w:marBottom w:val="0"/>
              <w:divBdr>
                <w:top w:val="single" w:sz="2" w:space="11" w:color="E2E8F0"/>
                <w:left w:val="single" w:sz="2" w:space="11" w:color="E2E8F0"/>
                <w:bottom w:val="single" w:sz="2" w:space="11" w:color="E2E8F0"/>
                <w:right w:val="single" w:sz="2" w:space="11" w:color="E2E8F0"/>
              </w:divBdr>
              <w:divsChild>
                <w:div w:id="522404823">
                  <w:marLeft w:val="0"/>
                  <w:marRight w:val="0"/>
                  <w:marTop w:val="0"/>
                  <w:marBottom w:val="0"/>
                  <w:divBdr>
                    <w:top w:val="single" w:sz="2" w:space="0" w:color="E2E8F0"/>
                    <w:left w:val="single" w:sz="2" w:space="0" w:color="E2E8F0"/>
                    <w:bottom w:val="single" w:sz="2" w:space="0" w:color="E2E8F0"/>
                    <w:right w:val="single" w:sz="2" w:space="0" w:color="E2E8F0"/>
                  </w:divBdr>
                </w:div>
                <w:div w:id="5678864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4836653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99490890">
          <w:marLeft w:val="0"/>
          <w:marRight w:val="0"/>
          <w:marTop w:val="0"/>
          <w:marBottom w:val="0"/>
          <w:divBdr>
            <w:top w:val="single" w:sz="2" w:space="0" w:color="E2E8F0"/>
            <w:left w:val="single" w:sz="2" w:space="0" w:color="E2E8F0"/>
            <w:bottom w:val="single" w:sz="2" w:space="0" w:color="E2E8F0"/>
            <w:right w:val="single" w:sz="2" w:space="0" w:color="E2E8F0"/>
          </w:divBdr>
          <w:divsChild>
            <w:div w:id="201138243">
              <w:marLeft w:val="0"/>
              <w:marRight w:val="0"/>
              <w:marTop w:val="0"/>
              <w:marBottom w:val="0"/>
              <w:divBdr>
                <w:top w:val="single" w:sz="2" w:space="0" w:color="E2E8F0"/>
                <w:left w:val="single" w:sz="2" w:space="11" w:color="E2E8F0"/>
                <w:bottom w:val="single" w:sz="2" w:space="0" w:color="E2E8F0"/>
                <w:right w:val="single" w:sz="2" w:space="0" w:color="E2E8F0"/>
              </w:divBdr>
              <w:divsChild>
                <w:div w:id="14481624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1494431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808862455">
          <w:marLeft w:val="0"/>
          <w:marRight w:val="0"/>
          <w:marTop w:val="0"/>
          <w:marBottom w:val="0"/>
          <w:divBdr>
            <w:top w:val="single" w:sz="2" w:space="0" w:color="E2E8F0"/>
            <w:left w:val="single" w:sz="2" w:space="0" w:color="E2E8F0"/>
            <w:bottom w:val="single" w:sz="2" w:space="0" w:color="E2E8F0"/>
            <w:right w:val="single" w:sz="2" w:space="0" w:color="E2E8F0"/>
          </w:divBdr>
          <w:divsChild>
            <w:div w:id="882015512">
              <w:marLeft w:val="0"/>
              <w:marRight w:val="0"/>
              <w:marTop w:val="0"/>
              <w:marBottom w:val="0"/>
              <w:divBdr>
                <w:top w:val="single" w:sz="2" w:space="0" w:color="E2E8F0"/>
                <w:left w:val="single" w:sz="2" w:space="0" w:color="E2E8F0"/>
                <w:bottom w:val="single" w:sz="2" w:space="0" w:color="E2E8F0"/>
                <w:right w:val="single" w:sz="2" w:space="0" w:color="E2E8F0"/>
              </w:divBdr>
            </w:div>
            <w:div w:id="1449356203">
              <w:marLeft w:val="0"/>
              <w:marRight w:val="0"/>
              <w:marTop w:val="0"/>
              <w:marBottom w:val="0"/>
              <w:divBdr>
                <w:top w:val="single" w:sz="2" w:space="0" w:color="E2E8F0"/>
                <w:left w:val="single" w:sz="2" w:space="11" w:color="E2E8F0"/>
                <w:bottom w:val="single" w:sz="2" w:space="0" w:color="E2E8F0"/>
                <w:right w:val="single" w:sz="2" w:space="0" w:color="E2E8F0"/>
              </w:divBdr>
              <w:divsChild>
                <w:div w:id="5856562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34035126">
          <w:marLeft w:val="0"/>
          <w:marRight w:val="0"/>
          <w:marTop w:val="0"/>
          <w:marBottom w:val="0"/>
          <w:divBdr>
            <w:top w:val="single" w:sz="2" w:space="0" w:color="E2E8F0"/>
            <w:left w:val="single" w:sz="2" w:space="0" w:color="E2E8F0"/>
            <w:bottom w:val="single" w:sz="2" w:space="0" w:color="E2E8F0"/>
            <w:right w:val="single" w:sz="2" w:space="0" w:color="E2E8F0"/>
          </w:divBdr>
          <w:divsChild>
            <w:div w:id="143931978">
              <w:marLeft w:val="0"/>
              <w:marRight w:val="0"/>
              <w:marTop w:val="0"/>
              <w:marBottom w:val="0"/>
              <w:divBdr>
                <w:top w:val="single" w:sz="2" w:space="0" w:color="E2E8F0"/>
                <w:left w:val="single" w:sz="2" w:space="0" w:color="E2E8F0"/>
                <w:bottom w:val="single" w:sz="2" w:space="0" w:color="E2E8F0"/>
                <w:right w:val="single" w:sz="2" w:space="0" w:color="E2E8F0"/>
              </w:divBdr>
            </w:div>
            <w:div w:id="250815221">
              <w:marLeft w:val="0"/>
              <w:marRight w:val="0"/>
              <w:marTop w:val="0"/>
              <w:marBottom w:val="0"/>
              <w:divBdr>
                <w:top w:val="single" w:sz="2" w:space="0" w:color="E2E8F0"/>
                <w:left w:val="single" w:sz="2" w:space="11" w:color="E2E8F0"/>
                <w:bottom w:val="single" w:sz="2" w:space="0" w:color="E2E8F0"/>
                <w:right w:val="single" w:sz="2" w:space="0" w:color="E2E8F0"/>
              </w:divBdr>
              <w:divsChild>
                <w:div w:id="8007344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4466638">
          <w:marLeft w:val="0"/>
          <w:marRight w:val="0"/>
          <w:marTop w:val="0"/>
          <w:marBottom w:val="0"/>
          <w:divBdr>
            <w:top w:val="single" w:sz="2" w:space="0" w:color="E2E8F0"/>
            <w:left w:val="single" w:sz="2" w:space="0" w:color="E2E8F0"/>
            <w:bottom w:val="single" w:sz="2" w:space="0" w:color="E2E8F0"/>
            <w:right w:val="single" w:sz="2" w:space="0" w:color="E2E8F0"/>
          </w:divBdr>
          <w:divsChild>
            <w:div w:id="1223760014">
              <w:marLeft w:val="0"/>
              <w:marRight w:val="0"/>
              <w:marTop w:val="0"/>
              <w:marBottom w:val="0"/>
              <w:divBdr>
                <w:top w:val="single" w:sz="2" w:space="0" w:color="E2E8F0"/>
                <w:left w:val="single" w:sz="2" w:space="0" w:color="E2E8F0"/>
                <w:bottom w:val="single" w:sz="2" w:space="0" w:color="E2E8F0"/>
                <w:right w:val="single" w:sz="2" w:space="0" w:color="E2E8F0"/>
              </w:divBdr>
            </w:div>
            <w:div w:id="1676150786">
              <w:marLeft w:val="0"/>
              <w:marRight w:val="0"/>
              <w:marTop w:val="0"/>
              <w:marBottom w:val="0"/>
              <w:divBdr>
                <w:top w:val="single" w:sz="2" w:space="0" w:color="E2E8F0"/>
                <w:left w:val="single" w:sz="2" w:space="11" w:color="E2E8F0"/>
                <w:bottom w:val="single" w:sz="2" w:space="0" w:color="E2E8F0"/>
                <w:right w:val="single" w:sz="2" w:space="0" w:color="E2E8F0"/>
              </w:divBdr>
              <w:divsChild>
                <w:div w:id="8557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9053431">
          <w:marLeft w:val="0"/>
          <w:marRight w:val="0"/>
          <w:marTop w:val="0"/>
          <w:marBottom w:val="0"/>
          <w:divBdr>
            <w:top w:val="single" w:sz="2" w:space="0" w:color="E2E8F0"/>
            <w:left w:val="single" w:sz="2" w:space="0" w:color="E2E8F0"/>
            <w:bottom w:val="single" w:sz="2" w:space="0" w:color="E2E8F0"/>
            <w:right w:val="single" w:sz="2" w:space="0" w:color="E2E8F0"/>
          </w:divBdr>
          <w:divsChild>
            <w:div w:id="202252103">
              <w:marLeft w:val="0"/>
              <w:marRight w:val="0"/>
              <w:marTop w:val="0"/>
              <w:marBottom w:val="0"/>
              <w:divBdr>
                <w:top w:val="single" w:sz="2" w:space="0" w:color="E2E8F0"/>
                <w:left w:val="single" w:sz="2" w:space="0" w:color="E2E8F0"/>
                <w:bottom w:val="single" w:sz="2" w:space="0" w:color="E2E8F0"/>
                <w:right w:val="single" w:sz="2" w:space="0" w:color="E2E8F0"/>
              </w:divBdr>
            </w:div>
            <w:div w:id="852375293">
              <w:marLeft w:val="0"/>
              <w:marRight w:val="0"/>
              <w:marTop w:val="0"/>
              <w:marBottom w:val="0"/>
              <w:divBdr>
                <w:top w:val="single" w:sz="2" w:space="0" w:color="E2E8F0"/>
                <w:left w:val="single" w:sz="2" w:space="11" w:color="E2E8F0"/>
                <w:bottom w:val="single" w:sz="2" w:space="0" w:color="E2E8F0"/>
                <w:right w:val="single" w:sz="2" w:space="0" w:color="E2E8F0"/>
              </w:divBdr>
              <w:divsChild>
                <w:div w:id="173600160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60895662">
          <w:marLeft w:val="0"/>
          <w:marRight w:val="0"/>
          <w:marTop w:val="0"/>
          <w:marBottom w:val="0"/>
          <w:divBdr>
            <w:top w:val="single" w:sz="2" w:space="0" w:color="E2E8F0"/>
            <w:left w:val="single" w:sz="2" w:space="0" w:color="E2E8F0"/>
            <w:bottom w:val="single" w:sz="2" w:space="0" w:color="E2E8F0"/>
            <w:right w:val="single" w:sz="2" w:space="0" w:color="E2E8F0"/>
          </w:divBdr>
          <w:divsChild>
            <w:div w:id="381096853">
              <w:marLeft w:val="0"/>
              <w:marRight w:val="0"/>
              <w:marTop w:val="0"/>
              <w:marBottom w:val="0"/>
              <w:divBdr>
                <w:top w:val="single" w:sz="2" w:space="0" w:color="E2E8F0"/>
                <w:left w:val="single" w:sz="2" w:space="0" w:color="E2E8F0"/>
                <w:bottom w:val="single" w:sz="2" w:space="0" w:color="E2E8F0"/>
                <w:right w:val="single" w:sz="2" w:space="0" w:color="E2E8F0"/>
              </w:divBdr>
            </w:div>
            <w:div w:id="1316453983">
              <w:marLeft w:val="0"/>
              <w:marRight w:val="0"/>
              <w:marTop w:val="0"/>
              <w:marBottom w:val="0"/>
              <w:divBdr>
                <w:top w:val="single" w:sz="2" w:space="11" w:color="E2E8F0"/>
                <w:left w:val="single" w:sz="2" w:space="11" w:color="E2E8F0"/>
                <w:bottom w:val="single" w:sz="2" w:space="11" w:color="E2E8F0"/>
                <w:right w:val="single" w:sz="2" w:space="11" w:color="E2E8F0"/>
              </w:divBdr>
              <w:divsChild>
                <w:div w:id="9534384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06887657">
          <w:marLeft w:val="0"/>
          <w:marRight w:val="0"/>
          <w:marTop w:val="0"/>
          <w:marBottom w:val="0"/>
          <w:divBdr>
            <w:top w:val="single" w:sz="2" w:space="0" w:color="E2E8F0"/>
            <w:left w:val="single" w:sz="2" w:space="0" w:color="E2E8F0"/>
            <w:bottom w:val="single" w:sz="2" w:space="0" w:color="E2E8F0"/>
            <w:right w:val="single" w:sz="2" w:space="0" w:color="E2E8F0"/>
          </w:divBdr>
          <w:divsChild>
            <w:div w:id="901209631">
              <w:marLeft w:val="0"/>
              <w:marRight w:val="0"/>
              <w:marTop w:val="0"/>
              <w:marBottom w:val="0"/>
              <w:divBdr>
                <w:top w:val="single" w:sz="2" w:space="0" w:color="E2E8F0"/>
                <w:left w:val="single" w:sz="2" w:space="0" w:color="E2E8F0"/>
                <w:bottom w:val="single" w:sz="2" w:space="0" w:color="E2E8F0"/>
                <w:right w:val="single" w:sz="2" w:space="0" w:color="E2E8F0"/>
              </w:divBdr>
              <w:divsChild>
                <w:div w:id="4168295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7668347">
              <w:marLeft w:val="0"/>
              <w:marRight w:val="0"/>
              <w:marTop w:val="0"/>
              <w:marBottom w:val="0"/>
              <w:divBdr>
                <w:top w:val="single" w:sz="2" w:space="23" w:color="E2E8F0"/>
                <w:left w:val="single" w:sz="2" w:space="31" w:color="E2E8F0"/>
                <w:bottom w:val="single" w:sz="2" w:space="0" w:color="E2E8F0"/>
                <w:right w:val="single" w:sz="2" w:space="31" w:color="E2E8F0"/>
              </w:divBdr>
              <w:divsChild>
                <w:div w:id="187553189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41104702">
          <w:marLeft w:val="0"/>
          <w:marRight w:val="0"/>
          <w:marTop w:val="0"/>
          <w:marBottom w:val="0"/>
          <w:divBdr>
            <w:top w:val="single" w:sz="2" w:space="0" w:color="E2E8F0"/>
            <w:left w:val="single" w:sz="2" w:space="0" w:color="E2E8F0"/>
            <w:bottom w:val="single" w:sz="2" w:space="0" w:color="E2E8F0"/>
            <w:right w:val="single" w:sz="2" w:space="0" w:color="E2E8F0"/>
          </w:divBdr>
          <w:divsChild>
            <w:div w:id="853962525">
              <w:marLeft w:val="0"/>
              <w:marRight w:val="0"/>
              <w:marTop w:val="0"/>
              <w:marBottom w:val="0"/>
              <w:divBdr>
                <w:top w:val="single" w:sz="2" w:space="0" w:color="E2E8F0"/>
                <w:left w:val="single" w:sz="2" w:space="0" w:color="E2E8F0"/>
                <w:bottom w:val="single" w:sz="2" w:space="0" w:color="E2E8F0"/>
                <w:right w:val="single" w:sz="2" w:space="0" w:color="E2E8F0"/>
              </w:divBdr>
            </w:div>
            <w:div w:id="1050686225">
              <w:marLeft w:val="0"/>
              <w:marRight w:val="0"/>
              <w:marTop w:val="0"/>
              <w:marBottom w:val="0"/>
              <w:divBdr>
                <w:top w:val="single" w:sz="2" w:space="0" w:color="E2E8F0"/>
                <w:left w:val="single" w:sz="2" w:space="11" w:color="E2E8F0"/>
                <w:bottom w:val="single" w:sz="2" w:space="0" w:color="E2E8F0"/>
                <w:right w:val="single" w:sz="2" w:space="0" w:color="E2E8F0"/>
              </w:divBdr>
              <w:divsChild>
                <w:div w:id="173411413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68364202">
          <w:marLeft w:val="0"/>
          <w:marRight w:val="0"/>
          <w:marTop w:val="0"/>
          <w:marBottom w:val="0"/>
          <w:divBdr>
            <w:top w:val="single" w:sz="2" w:space="0" w:color="E2E8F0"/>
            <w:left w:val="single" w:sz="2" w:space="0" w:color="E2E8F0"/>
            <w:bottom w:val="single" w:sz="2" w:space="0" w:color="E2E8F0"/>
            <w:right w:val="single" w:sz="2" w:space="0" w:color="E2E8F0"/>
          </w:divBdr>
          <w:divsChild>
            <w:div w:id="700937729">
              <w:marLeft w:val="0"/>
              <w:marRight w:val="0"/>
              <w:marTop w:val="0"/>
              <w:marBottom w:val="0"/>
              <w:divBdr>
                <w:top w:val="single" w:sz="2" w:space="0" w:color="E2E8F0"/>
                <w:left w:val="single" w:sz="2" w:space="11" w:color="E2E8F0"/>
                <w:bottom w:val="single" w:sz="2" w:space="0" w:color="E2E8F0"/>
                <w:right w:val="single" w:sz="2" w:space="0" w:color="E2E8F0"/>
              </w:divBdr>
              <w:divsChild>
                <w:div w:id="1162429926">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65367745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22366521">
          <w:marLeft w:val="0"/>
          <w:marRight w:val="0"/>
          <w:marTop w:val="0"/>
          <w:marBottom w:val="0"/>
          <w:divBdr>
            <w:top w:val="single" w:sz="2" w:space="11" w:color="E2E8F0"/>
            <w:left w:val="single" w:sz="2" w:space="11" w:color="E2E8F0"/>
            <w:bottom w:val="single" w:sz="2" w:space="11" w:color="E2E8F0"/>
            <w:right w:val="single" w:sz="2" w:space="11" w:color="E2E8F0"/>
          </w:divBdr>
          <w:divsChild>
            <w:div w:id="4456638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43960514">
          <w:marLeft w:val="0"/>
          <w:marRight w:val="0"/>
          <w:marTop w:val="0"/>
          <w:marBottom w:val="0"/>
          <w:divBdr>
            <w:top w:val="single" w:sz="2" w:space="0" w:color="E2E8F0"/>
            <w:left w:val="single" w:sz="2" w:space="0" w:color="E2E8F0"/>
            <w:bottom w:val="single" w:sz="2" w:space="0" w:color="E2E8F0"/>
            <w:right w:val="single" w:sz="2" w:space="0" w:color="E2E8F0"/>
          </w:divBdr>
          <w:divsChild>
            <w:div w:id="1558315937">
              <w:marLeft w:val="0"/>
              <w:marRight w:val="0"/>
              <w:marTop w:val="0"/>
              <w:marBottom w:val="0"/>
              <w:divBdr>
                <w:top w:val="single" w:sz="2" w:space="0" w:color="E2E8F0"/>
                <w:left w:val="single" w:sz="2" w:space="11" w:color="E2E8F0"/>
                <w:bottom w:val="single" w:sz="2" w:space="0" w:color="E2E8F0"/>
                <w:right w:val="single" w:sz="2" w:space="0" w:color="E2E8F0"/>
              </w:divBdr>
              <w:divsChild>
                <w:div w:id="20715380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97140174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62309919">
          <w:marLeft w:val="0"/>
          <w:marRight w:val="0"/>
          <w:marTop w:val="0"/>
          <w:marBottom w:val="0"/>
          <w:divBdr>
            <w:top w:val="single" w:sz="2" w:space="0" w:color="E2E8F0"/>
            <w:left w:val="single" w:sz="2" w:space="0" w:color="E2E8F0"/>
            <w:bottom w:val="single" w:sz="2" w:space="0" w:color="E2E8F0"/>
            <w:right w:val="single" w:sz="2" w:space="0" w:color="E2E8F0"/>
          </w:divBdr>
          <w:divsChild>
            <w:div w:id="1098481515">
              <w:marLeft w:val="0"/>
              <w:marRight w:val="0"/>
              <w:marTop w:val="0"/>
              <w:marBottom w:val="0"/>
              <w:divBdr>
                <w:top w:val="single" w:sz="2" w:space="0" w:color="E2E8F0"/>
                <w:left w:val="single" w:sz="2" w:space="0" w:color="E2E8F0"/>
                <w:bottom w:val="single" w:sz="2" w:space="0" w:color="E2E8F0"/>
                <w:right w:val="single" w:sz="2" w:space="0" w:color="E2E8F0"/>
              </w:divBdr>
            </w:div>
            <w:div w:id="1255095352">
              <w:marLeft w:val="0"/>
              <w:marRight w:val="0"/>
              <w:marTop w:val="0"/>
              <w:marBottom w:val="0"/>
              <w:divBdr>
                <w:top w:val="single" w:sz="2" w:space="0" w:color="E2E8F0"/>
                <w:left w:val="single" w:sz="2" w:space="11" w:color="E2E8F0"/>
                <w:bottom w:val="single" w:sz="2" w:space="0" w:color="E2E8F0"/>
                <w:right w:val="single" w:sz="2" w:space="0" w:color="E2E8F0"/>
              </w:divBdr>
              <w:divsChild>
                <w:div w:id="16831692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71723055">
          <w:marLeft w:val="300"/>
          <w:marRight w:val="300"/>
          <w:marTop w:val="225"/>
          <w:marBottom w:val="0"/>
          <w:divBdr>
            <w:top w:val="single" w:sz="2" w:space="0" w:color="E2E8F0"/>
            <w:left w:val="single" w:sz="2" w:space="0" w:color="E2E8F0"/>
            <w:bottom w:val="single" w:sz="2" w:space="0" w:color="E2E8F0"/>
            <w:right w:val="single" w:sz="2" w:space="0" w:color="E2E8F0"/>
          </w:divBdr>
          <w:divsChild>
            <w:div w:id="66238904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173179338">
          <w:marLeft w:val="0"/>
          <w:marRight w:val="0"/>
          <w:marTop w:val="0"/>
          <w:marBottom w:val="0"/>
          <w:divBdr>
            <w:top w:val="single" w:sz="2" w:space="0" w:color="E2E8F0"/>
            <w:left w:val="single" w:sz="2" w:space="0" w:color="E2E8F0"/>
            <w:bottom w:val="single" w:sz="2" w:space="0" w:color="E2E8F0"/>
            <w:right w:val="single" w:sz="2" w:space="0" w:color="E2E8F0"/>
          </w:divBdr>
          <w:divsChild>
            <w:div w:id="1971669886">
              <w:marLeft w:val="0"/>
              <w:marRight w:val="0"/>
              <w:marTop w:val="0"/>
              <w:marBottom w:val="0"/>
              <w:divBdr>
                <w:top w:val="single" w:sz="2" w:space="0" w:color="E2E8F0"/>
                <w:left w:val="single" w:sz="2" w:space="0" w:color="E2E8F0"/>
                <w:bottom w:val="single" w:sz="2" w:space="0" w:color="E2E8F0"/>
                <w:right w:val="single" w:sz="2" w:space="0" w:color="E2E8F0"/>
              </w:divBdr>
            </w:div>
            <w:div w:id="2014725567">
              <w:marLeft w:val="0"/>
              <w:marRight w:val="0"/>
              <w:marTop w:val="0"/>
              <w:marBottom w:val="0"/>
              <w:divBdr>
                <w:top w:val="single" w:sz="2" w:space="0" w:color="E2E8F0"/>
                <w:left w:val="single" w:sz="2" w:space="11" w:color="E2E8F0"/>
                <w:bottom w:val="single" w:sz="2" w:space="0" w:color="E2E8F0"/>
                <w:right w:val="single" w:sz="2" w:space="0" w:color="E2E8F0"/>
              </w:divBdr>
              <w:divsChild>
                <w:div w:id="101673683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76722719">
          <w:marLeft w:val="0"/>
          <w:marRight w:val="0"/>
          <w:marTop w:val="0"/>
          <w:marBottom w:val="0"/>
          <w:divBdr>
            <w:top w:val="single" w:sz="2" w:space="0" w:color="E2E8F0"/>
            <w:left w:val="single" w:sz="2" w:space="0" w:color="E2E8F0"/>
            <w:bottom w:val="single" w:sz="2" w:space="0" w:color="E2E8F0"/>
            <w:right w:val="single" w:sz="2" w:space="0" w:color="E2E8F0"/>
          </w:divBdr>
          <w:divsChild>
            <w:div w:id="1256207649">
              <w:marLeft w:val="0"/>
              <w:marRight w:val="0"/>
              <w:marTop w:val="0"/>
              <w:marBottom w:val="0"/>
              <w:divBdr>
                <w:top w:val="single" w:sz="2" w:space="11" w:color="E2E8F0"/>
                <w:left w:val="single" w:sz="2" w:space="11" w:color="E2E8F0"/>
                <w:bottom w:val="single" w:sz="2" w:space="11" w:color="E2E8F0"/>
                <w:right w:val="single" w:sz="2" w:space="11" w:color="E2E8F0"/>
              </w:divBdr>
              <w:divsChild>
                <w:div w:id="1317609816">
                  <w:marLeft w:val="0"/>
                  <w:marRight w:val="0"/>
                  <w:marTop w:val="0"/>
                  <w:marBottom w:val="0"/>
                  <w:divBdr>
                    <w:top w:val="single" w:sz="2" w:space="0" w:color="E2E8F0"/>
                    <w:left w:val="single" w:sz="2" w:space="0" w:color="E2E8F0"/>
                    <w:bottom w:val="single" w:sz="2" w:space="0" w:color="E2E8F0"/>
                    <w:right w:val="single" w:sz="2" w:space="0" w:color="E2E8F0"/>
                  </w:divBdr>
                </w:div>
                <w:div w:id="16690958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895406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85941329">
          <w:marLeft w:val="0"/>
          <w:marRight w:val="0"/>
          <w:marTop w:val="0"/>
          <w:marBottom w:val="0"/>
          <w:divBdr>
            <w:top w:val="single" w:sz="2" w:space="0" w:color="E2E8F0"/>
            <w:left w:val="single" w:sz="2" w:space="0" w:color="E2E8F0"/>
            <w:bottom w:val="single" w:sz="2" w:space="0" w:color="E2E8F0"/>
            <w:right w:val="single" w:sz="2" w:space="0" w:color="E2E8F0"/>
          </w:divBdr>
          <w:divsChild>
            <w:div w:id="616718996">
              <w:marLeft w:val="0"/>
              <w:marRight w:val="0"/>
              <w:marTop w:val="0"/>
              <w:marBottom w:val="0"/>
              <w:divBdr>
                <w:top w:val="single" w:sz="2" w:space="0" w:color="E2E8F0"/>
                <w:left w:val="single" w:sz="2" w:space="0" w:color="E2E8F0"/>
                <w:bottom w:val="single" w:sz="2" w:space="0" w:color="E2E8F0"/>
                <w:right w:val="single" w:sz="2" w:space="0" w:color="E2E8F0"/>
              </w:divBdr>
            </w:div>
            <w:div w:id="1788157062">
              <w:marLeft w:val="0"/>
              <w:marRight w:val="0"/>
              <w:marTop w:val="0"/>
              <w:marBottom w:val="0"/>
              <w:divBdr>
                <w:top w:val="single" w:sz="2" w:space="11" w:color="E2E8F0"/>
                <w:left w:val="single" w:sz="2" w:space="11" w:color="E2E8F0"/>
                <w:bottom w:val="single" w:sz="2" w:space="11" w:color="E2E8F0"/>
                <w:right w:val="single" w:sz="2" w:space="11" w:color="E2E8F0"/>
              </w:divBdr>
              <w:divsChild>
                <w:div w:id="1044985722">
                  <w:marLeft w:val="0"/>
                  <w:marRight w:val="0"/>
                  <w:marTop w:val="0"/>
                  <w:marBottom w:val="0"/>
                  <w:divBdr>
                    <w:top w:val="single" w:sz="2" w:space="0" w:color="E2E8F0"/>
                    <w:left w:val="single" w:sz="2" w:space="0" w:color="E2E8F0"/>
                    <w:bottom w:val="single" w:sz="2" w:space="0" w:color="E2E8F0"/>
                    <w:right w:val="single" w:sz="2" w:space="0" w:color="E2E8F0"/>
                  </w:divBdr>
                </w:div>
                <w:div w:id="19202133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2421687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497769625">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228611964">
          <w:marLeft w:val="0"/>
          <w:marRight w:val="0"/>
          <w:marTop w:val="0"/>
          <w:marBottom w:val="0"/>
          <w:divBdr>
            <w:top w:val="single" w:sz="2" w:space="0" w:color="E2E8F0"/>
            <w:left w:val="single" w:sz="2" w:space="0" w:color="E2E8F0"/>
            <w:bottom w:val="single" w:sz="2" w:space="0" w:color="E2E8F0"/>
            <w:right w:val="single" w:sz="2" w:space="0" w:color="E2E8F0"/>
          </w:divBdr>
          <w:divsChild>
            <w:div w:id="488717718">
              <w:marLeft w:val="0"/>
              <w:marRight w:val="0"/>
              <w:marTop w:val="0"/>
              <w:marBottom w:val="0"/>
              <w:divBdr>
                <w:top w:val="single" w:sz="2" w:space="0" w:color="E2E8F0"/>
                <w:left w:val="single" w:sz="2" w:space="0" w:color="E2E8F0"/>
                <w:bottom w:val="single" w:sz="2" w:space="0" w:color="E2E8F0"/>
                <w:right w:val="single" w:sz="2" w:space="0" w:color="E2E8F0"/>
              </w:divBdr>
            </w:div>
            <w:div w:id="1703820344">
              <w:marLeft w:val="0"/>
              <w:marRight w:val="0"/>
              <w:marTop w:val="0"/>
              <w:marBottom w:val="0"/>
              <w:divBdr>
                <w:top w:val="single" w:sz="2" w:space="0" w:color="E2E8F0"/>
                <w:left w:val="single" w:sz="2" w:space="11" w:color="E2E8F0"/>
                <w:bottom w:val="single" w:sz="2" w:space="0" w:color="E2E8F0"/>
                <w:right w:val="single" w:sz="2" w:space="0" w:color="E2E8F0"/>
              </w:divBdr>
              <w:divsChild>
                <w:div w:id="10166158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1527130">
          <w:marLeft w:val="0"/>
          <w:marRight w:val="0"/>
          <w:marTop w:val="0"/>
          <w:marBottom w:val="0"/>
          <w:divBdr>
            <w:top w:val="single" w:sz="2" w:space="0" w:color="E2E8F0"/>
            <w:left w:val="single" w:sz="2" w:space="0" w:color="E2E8F0"/>
            <w:bottom w:val="single" w:sz="2" w:space="0" w:color="E2E8F0"/>
            <w:right w:val="single" w:sz="2" w:space="0" w:color="E2E8F0"/>
          </w:divBdr>
          <w:divsChild>
            <w:div w:id="411049561">
              <w:marLeft w:val="0"/>
              <w:marRight w:val="0"/>
              <w:marTop w:val="0"/>
              <w:marBottom w:val="0"/>
              <w:divBdr>
                <w:top w:val="single" w:sz="2" w:space="0" w:color="E2E8F0"/>
                <w:left w:val="single" w:sz="2" w:space="0" w:color="E2E8F0"/>
                <w:bottom w:val="single" w:sz="2" w:space="0" w:color="E2E8F0"/>
                <w:right w:val="single" w:sz="2" w:space="0" w:color="E2E8F0"/>
              </w:divBdr>
            </w:div>
            <w:div w:id="1610120216">
              <w:marLeft w:val="0"/>
              <w:marRight w:val="0"/>
              <w:marTop w:val="0"/>
              <w:marBottom w:val="0"/>
              <w:divBdr>
                <w:top w:val="single" w:sz="2" w:space="0" w:color="E2E8F0"/>
                <w:left w:val="single" w:sz="2" w:space="11" w:color="E2E8F0"/>
                <w:bottom w:val="single" w:sz="2" w:space="0" w:color="E2E8F0"/>
                <w:right w:val="single" w:sz="2" w:space="0" w:color="E2E8F0"/>
              </w:divBdr>
              <w:divsChild>
                <w:div w:id="108391740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20652477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43237150">
          <w:marLeft w:val="0"/>
          <w:marRight w:val="0"/>
          <w:marTop w:val="0"/>
          <w:marBottom w:val="0"/>
          <w:divBdr>
            <w:top w:val="single" w:sz="2" w:space="0" w:color="E2E8F0"/>
            <w:left w:val="single" w:sz="2" w:space="0" w:color="E2E8F0"/>
            <w:bottom w:val="single" w:sz="2" w:space="0" w:color="E2E8F0"/>
            <w:right w:val="single" w:sz="2" w:space="0" w:color="E2E8F0"/>
          </w:divBdr>
          <w:divsChild>
            <w:div w:id="317923956">
              <w:marLeft w:val="0"/>
              <w:marRight w:val="0"/>
              <w:marTop w:val="0"/>
              <w:marBottom w:val="0"/>
              <w:divBdr>
                <w:top w:val="single" w:sz="2" w:space="11" w:color="E2E8F0"/>
                <w:left w:val="single" w:sz="2" w:space="11" w:color="E2E8F0"/>
                <w:bottom w:val="single" w:sz="2" w:space="11" w:color="E2E8F0"/>
                <w:right w:val="single" w:sz="2" w:space="11" w:color="E2E8F0"/>
              </w:divBdr>
              <w:divsChild>
                <w:div w:id="525212714">
                  <w:marLeft w:val="0"/>
                  <w:marRight w:val="0"/>
                  <w:marTop w:val="0"/>
                  <w:marBottom w:val="0"/>
                  <w:divBdr>
                    <w:top w:val="single" w:sz="2" w:space="0" w:color="E2E8F0"/>
                    <w:left w:val="single" w:sz="2" w:space="0" w:color="E2E8F0"/>
                    <w:bottom w:val="single" w:sz="2" w:space="0" w:color="E2E8F0"/>
                    <w:right w:val="single" w:sz="2" w:space="0" w:color="E2E8F0"/>
                  </w:divBdr>
                </w:div>
                <w:div w:id="156985117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532757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55571325">
          <w:marLeft w:val="0"/>
          <w:marRight w:val="0"/>
          <w:marTop w:val="0"/>
          <w:marBottom w:val="0"/>
          <w:divBdr>
            <w:top w:val="single" w:sz="2" w:space="0" w:color="E2E8F0"/>
            <w:left w:val="single" w:sz="2" w:space="0" w:color="E2E8F0"/>
            <w:bottom w:val="single" w:sz="2" w:space="0" w:color="E2E8F0"/>
            <w:right w:val="single" w:sz="2" w:space="0" w:color="E2E8F0"/>
          </w:divBdr>
          <w:divsChild>
            <w:div w:id="385762698">
              <w:marLeft w:val="0"/>
              <w:marRight w:val="0"/>
              <w:marTop w:val="0"/>
              <w:marBottom w:val="0"/>
              <w:divBdr>
                <w:top w:val="single" w:sz="2" w:space="0" w:color="E2E8F0"/>
                <w:left w:val="single" w:sz="2" w:space="11" w:color="E2E8F0"/>
                <w:bottom w:val="single" w:sz="2" w:space="0" w:color="E2E8F0"/>
                <w:right w:val="single" w:sz="2" w:space="0" w:color="E2E8F0"/>
              </w:divBdr>
              <w:divsChild>
                <w:div w:id="15366963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2360101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8477709">
          <w:marLeft w:val="0"/>
          <w:marRight w:val="0"/>
          <w:marTop w:val="0"/>
          <w:marBottom w:val="0"/>
          <w:divBdr>
            <w:top w:val="single" w:sz="2" w:space="0" w:color="E2E8F0"/>
            <w:left w:val="single" w:sz="2" w:space="0" w:color="E2E8F0"/>
            <w:bottom w:val="single" w:sz="2" w:space="0" w:color="E2E8F0"/>
            <w:right w:val="single" w:sz="2" w:space="0" w:color="E2E8F0"/>
          </w:divBdr>
          <w:divsChild>
            <w:div w:id="1107851144">
              <w:marLeft w:val="0"/>
              <w:marRight w:val="0"/>
              <w:marTop w:val="0"/>
              <w:marBottom w:val="0"/>
              <w:divBdr>
                <w:top w:val="single" w:sz="2" w:space="0" w:color="E2E8F0"/>
                <w:left w:val="single" w:sz="2" w:space="11" w:color="E2E8F0"/>
                <w:bottom w:val="single" w:sz="2" w:space="0" w:color="E2E8F0"/>
                <w:right w:val="single" w:sz="2" w:space="0" w:color="E2E8F0"/>
              </w:divBdr>
              <w:divsChild>
                <w:div w:id="13746929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33059632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07528200">
          <w:marLeft w:val="0"/>
          <w:marRight w:val="0"/>
          <w:marTop w:val="0"/>
          <w:marBottom w:val="0"/>
          <w:divBdr>
            <w:top w:val="single" w:sz="2" w:space="0" w:color="E2E8F0"/>
            <w:left w:val="single" w:sz="2" w:space="0" w:color="E2E8F0"/>
            <w:bottom w:val="single" w:sz="2" w:space="0" w:color="E2E8F0"/>
            <w:right w:val="single" w:sz="2" w:space="0" w:color="E2E8F0"/>
          </w:divBdr>
          <w:divsChild>
            <w:div w:id="265426606">
              <w:marLeft w:val="0"/>
              <w:marRight w:val="0"/>
              <w:marTop w:val="0"/>
              <w:marBottom w:val="0"/>
              <w:divBdr>
                <w:top w:val="single" w:sz="2" w:space="0" w:color="E2E8F0"/>
                <w:left w:val="single" w:sz="2" w:space="0" w:color="E2E8F0"/>
                <w:bottom w:val="single" w:sz="2" w:space="0" w:color="E2E8F0"/>
                <w:right w:val="single" w:sz="2" w:space="0" w:color="E2E8F0"/>
              </w:divBdr>
            </w:div>
            <w:div w:id="2005010278">
              <w:marLeft w:val="0"/>
              <w:marRight w:val="0"/>
              <w:marTop w:val="0"/>
              <w:marBottom w:val="0"/>
              <w:divBdr>
                <w:top w:val="single" w:sz="2" w:space="11" w:color="E2E8F0"/>
                <w:left w:val="single" w:sz="2" w:space="11" w:color="E2E8F0"/>
                <w:bottom w:val="single" w:sz="2" w:space="11" w:color="E2E8F0"/>
                <w:right w:val="single" w:sz="2" w:space="11" w:color="E2E8F0"/>
              </w:divBdr>
              <w:divsChild>
                <w:div w:id="635834247">
                  <w:marLeft w:val="0"/>
                  <w:marRight w:val="0"/>
                  <w:marTop w:val="0"/>
                  <w:marBottom w:val="0"/>
                  <w:divBdr>
                    <w:top w:val="single" w:sz="2" w:space="0" w:color="E2E8F0"/>
                    <w:left w:val="single" w:sz="2" w:space="0" w:color="E2E8F0"/>
                    <w:bottom w:val="single" w:sz="2" w:space="0" w:color="E2E8F0"/>
                    <w:right w:val="single" w:sz="2" w:space="0" w:color="E2E8F0"/>
                  </w:divBdr>
                </w:div>
                <w:div w:id="96750950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44031218">
          <w:marLeft w:val="0"/>
          <w:marRight w:val="0"/>
          <w:marTop w:val="750"/>
          <w:marBottom w:val="0"/>
          <w:divBdr>
            <w:top w:val="single" w:sz="2" w:space="0" w:color="E2E8F0"/>
            <w:left w:val="single" w:sz="2" w:space="0" w:color="E2E8F0"/>
            <w:bottom w:val="single" w:sz="2" w:space="0" w:color="E2E8F0"/>
            <w:right w:val="single" w:sz="2" w:space="0" w:color="E2E8F0"/>
          </w:divBdr>
          <w:divsChild>
            <w:div w:id="133641852">
              <w:marLeft w:val="0"/>
              <w:marRight w:val="0"/>
              <w:marTop w:val="0"/>
              <w:marBottom w:val="0"/>
              <w:divBdr>
                <w:top w:val="single" w:sz="2" w:space="0" w:color="E2E8F0"/>
                <w:left w:val="single" w:sz="2" w:space="0" w:color="E2E8F0"/>
                <w:bottom w:val="single" w:sz="2" w:space="0" w:color="E2E8F0"/>
                <w:right w:val="single" w:sz="2" w:space="0" w:color="E2E8F0"/>
              </w:divBdr>
            </w:div>
            <w:div w:id="9049466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47114708">
          <w:marLeft w:val="0"/>
          <w:marRight w:val="0"/>
          <w:marTop w:val="0"/>
          <w:marBottom w:val="0"/>
          <w:divBdr>
            <w:top w:val="single" w:sz="2" w:space="0" w:color="E2E8F0"/>
            <w:left w:val="single" w:sz="2" w:space="0" w:color="E2E8F0"/>
            <w:bottom w:val="single" w:sz="2" w:space="0" w:color="E2E8F0"/>
            <w:right w:val="single" w:sz="2" w:space="0" w:color="E2E8F0"/>
          </w:divBdr>
          <w:divsChild>
            <w:div w:id="973869530">
              <w:marLeft w:val="0"/>
              <w:marRight w:val="0"/>
              <w:marTop w:val="0"/>
              <w:marBottom w:val="0"/>
              <w:divBdr>
                <w:top w:val="single" w:sz="2" w:space="0" w:color="E2E8F0"/>
                <w:left w:val="single" w:sz="2" w:space="11" w:color="E2E8F0"/>
                <w:bottom w:val="single" w:sz="2" w:space="0" w:color="E2E8F0"/>
                <w:right w:val="single" w:sz="2" w:space="0" w:color="E2E8F0"/>
              </w:divBdr>
              <w:divsChild>
                <w:div w:id="3630212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29526033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14879302">
          <w:marLeft w:val="0"/>
          <w:marRight w:val="0"/>
          <w:marTop w:val="0"/>
          <w:marBottom w:val="0"/>
          <w:divBdr>
            <w:top w:val="single" w:sz="2" w:space="0" w:color="E2E8F0"/>
            <w:left w:val="single" w:sz="2" w:space="0" w:color="E2E8F0"/>
            <w:bottom w:val="single" w:sz="2" w:space="0" w:color="E2E8F0"/>
            <w:right w:val="single" w:sz="2" w:space="0" w:color="E2E8F0"/>
          </w:divBdr>
          <w:divsChild>
            <w:div w:id="1332105149">
              <w:marLeft w:val="0"/>
              <w:marRight w:val="0"/>
              <w:marTop w:val="0"/>
              <w:marBottom w:val="0"/>
              <w:divBdr>
                <w:top w:val="single" w:sz="2" w:space="0" w:color="E2E8F0"/>
                <w:left w:val="single" w:sz="2" w:space="0" w:color="E2E8F0"/>
                <w:bottom w:val="single" w:sz="2" w:space="0" w:color="E2E8F0"/>
                <w:right w:val="single" w:sz="2" w:space="0" w:color="E2E8F0"/>
              </w:divBdr>
            </w:div>
            <w:div w:id="1576939302">
              <w:marLeft w:val="0"/>
              <w:marRight w:val="0"/>
              <w:marTop w:val="0"/>
              <w:marBottom w:val="0"/>
              <w:divBdr>
                <w:top w:val="single" w:sz="2" w:space="0" w:color="E2E8F0"/>
                <w:left w:val="single" w:sz="2" w:space="11" w:color="E2E8F0"/>
                <w:bottom w:val="single" w:sz="2" w:space="0" w:color="E2E8F0"/>
                <w:right w:val="single" w:sz="2" w:space="0" w:color="E2E8F0"/>
              </w:divBdr>
              <w:divsChild>
                <w:div w:id="81507307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30533524">
          <w:marLeft w:val="300"/>
          <w:marRight w:val="300"/>
          <w:marTop w:val="225"/>
          <w:marBottom w:val="0"/>
          <w:divBdr>
            <w:top w:val="single" w:sz="2" w:space="0" w:color="E2E8F0"/>
            <w:left w:val="single" w:sz="2" w:space="0" w:color="E2E8F0"/>
            <w:bottom w:val="single" w:sz="2" w:space="0" w:color="E2E8F0"/>
            <w:right w:val="single" w:sz="2" w:space="0" w:color="E2E8F0"/>
          </w:divBdr>
          <w:divsChild>
            <w:div w:id="208459728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44826266">
          <w:marLeft w:val="0"/>
          <w:marRight w:val="0"/>
          <w:marTop w:val="0"/>
          <w:marBottom w:val="0"/>
          <w:divBdr>
            <w:top w:val="single" w:sz="2" w:space="0" w:color="E2E8F0"/>
            <w:left w:val="single" w:sz="2" w:space="0" w:color="E2E8F0"/>
            <w:bottom w:val="single" w:sz="2" w:space="0" w:color="E2E8F0"/>
            <w:right w:val="single" w:sz="2" w:space="0" w:color="E2E8F0"/>
          </w:divBdr>
          <w:divsChild>
            <w:div w:id="765231085">
              <w:marLeft w:val="0"/>
              <w:marRight w:val="0"/>
              <w:marTop w:val="0"/>
              <w:marBottom w:val="0"/>
              <w:divBdr>
                <w:top w:val="single" w:sz="2" w:space="0" w:color="E2E8F0"/>
                <w:left w:val="single" w:sz="2" w:space="0" w:color="E2E8F0"/>
                <w:bottom w:val="single" w:sz="2" w:space="0" w:color="E2E8F0"/>
                <w:right w:val="single" w:sz="2" w:space="0" w:color="E2E8F0"/>
              </w:divBdr>
            </w:div>
            <w:div w:id="1071385189">
              <w:marLeft w:val="0"/>
              <w:marRight w:val="0"/>
              <w:marTop w:val="0"/>
              <w:marBottom w:val="0"/>
              <w:divBdr>
                <w:top w:val="single" w:sz="2" w:space="11" w:color="E2E8F0"/>
                <w:left w:val="single" w:sz="2" w:space="11" w:color="E2E8F0"/>
                <w:bottom w:val="single" w:sz="2" w:space="11" w:color="E2E8F0"/>
                <w:right w:val="single" w:sz="2" w:space="11" w:color="E2E8F0"/>
              </w:divBdr>
              <w:divsChild>
                <w:div w:id="556432061">
                  <w:marLeft w:val="0"/>
                  <w:marRight w:val="0"/>
                  <w:marTop w:val="0"/>
                  <w:marBottom w:val="0"/>
                  <w:divBdr>
                    <w:top w:val="single" w:sz="2" w:space="0" w:color="E2E8F0"/>
                    <w:left w:val="single" w:sz="2" w:space="0" w:color="E2E8F0"/>
                    <w:bottom w:val="single" w:sz="2" w:space="0" w:color="E2E8F0"/>
                    <w:right w:val="single" w:sz="2" w:space="0" w:color="E2E8F0"/>
                  </w:divBdr>
                </w:div>
                <w:div w:id="13653237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43409016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75240714">
          <w:marLeft w:val="0"/>
          <w:marRight w:val="0"/>
          <w:marTop w:val="450"/>
          <w:marBottom w:val="0"/>
          <w:divBdr>
            <w:top w:val="single" w:sz="2" w:space="0" w:color="E2E8F0"/>
            <w:left w:val="single" w:sz="2" w:space="0" w:color="E2E8F0"/>
            <w:bottom w:val="single" w:sz="2" w:space="0" w:color="E2E8F0"/>
            <w:right w:val="single" w:sz="2" w:space="0" w:color="E2E8F0"/>
          </w:divBdr>
          <w:divsChild>
            <w:div w:id="1458377578">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613630862">
          <w:marLeft w:val="0"/>
          <w:marRight w:val="0"/>
          <w:marTop w:val="0"/>
          <w:marBottom w:val="0"/>
          <w:divBdr>
            <w:top w:val="single" w:sz="2" w:space="0" w:color="E2E8F0"/>
            <w:left w:val="single" w:sz="2" w:space="0" w:color="E2E8F0"/>
            <w:bottom w:val="single" w:sz="2" w:space="0" w:color="E2E8F0"/>
            <w:right w:val="single" w:sz="2" w:space="0" w:color="E2E8F0"/>
          </w:divBdr>
          <w:divsChild>
            <w:div w:id="1309674159">
              <w:marLeft w:val="0"/>
              <w:marRight w:val="0"/>
              <w:marTop w:val="0"/>
              <w:marBottom w:val="0"/>
              <w:divBdr>
                <w:top w:val="single" w:sz="2" w:space="11" w:color="E2E8F0"/>
                <w:left w:val="single" w:sz="2" w:space="11" w:color="E2E8F0"/>
                <w:bottom w:val="single" w:sz="2" w:space="11" w:color="E2E8F0"/>
                <w:right w:val="single" w:sz="2" w:space="11" w:color="E2E8F0"/>
              </w:divBdr>
              <w:divsChild>
                <w:div w:id="804661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103432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29820942">
          <w:marLeft w:val="0"/>
          <w:marRight w:val="0"/>
          <w:marTop w:val="450"/>
          <w:marBottom w:val="0"/>
          <w:divBdr>
            <w:top w:val="single" w:sz="2" w:space="0" w:color="E2E8F0"/>
            <w:left w:val="single" w:sz="2" w:space="0" w:color="E2E8F0"/>
            <w:bottom w:val="single" w:sz="2" w:space="0" w:color="E2E8F0"/>
            <w:right w:val="single" w:sz="2" w:space="0" w:color="E2E8F0"/>
          </w:divBdr>
          <w:divsChild>
            <w:div w:id="196950849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661543351">
          <w:marLeft w:val="0"/>
          <w:marRight w:val="0"/>
          <w:marTop w:val="0"/>
          <w:marBottom w:val="0"/>
          <w:divBdr>
            <w:top w:val="single" w:sz="2" w:space="0" w:color="E2E8F0"/>
            <w:left w:val="single" w:sz="2" w:space="0" w:color="E2E8F0"/>
            <w:bottom w:val="single" w:sz="2" w:space="0" w:color="E2E8F0"/>
            <w:right w:val="single" w:sz="2" w:space="0" w:color="E2E8F0"/>
          </w:divBdr>
          <w:divsChild>
            <w:div w:id="126817881">
              <w:marLeft w:val="0"/>
              <w:marRight w:val="0"/>
              <w:marTop w:val="0"/>
              <w:marBottom w:val="0"/>
              <w:divBdr>
                <w:top w:val="single" w:sz="2" w:space="0" w:color="E2E8F0"/>
                <w:left w:val="single" w:sz="2" w:space="11" w:color="E2E8F0"/>
                <w:bottom w:val="single" w:sz="2" w:space="0" w:color="E2E8F0"/>
                <w:right w:val="single" w:sz="2" w:space="0" w:color="E2E8F0"/>
              </w:divBdr>
              <w:divsChild>
                <w:div w:id="12586321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491482083">
              <w:marLeft w:val="0"/>
              <w:marRight w:val="0"/>
              <w:marTop w:val="0"/>
              <w:marBottom w:val="0"/>
              <w:divBdr>
                <w:top w:val="single" w:sz="2" w:space="0" w:color="E2E8F0"/>
                <w:left w:val="single" w:sz="2" w:space="0" w:color="E2E8F0"/>
                <w:bottom w:val="single" w:sz="2" w:space="0" w:color="E2E8F0"/>
                <w:right w:val="single" w:sz="2" w:space="0" w:color="E2E8F0"/>
              </w:divBdr>
            </w:div>
            <w:div w:id="21193275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04867306">
          <w:marLeft w:val="0"/>
          <w:marRight w:val="0"/>
          <w:marTop w:val="0"/>
          <w:marBottom w:val="0"/>
          <w:divBdr>
            <w:top w:val="single" w:sz="2" w:space="23" w:color="E2E8F0"/>
            <w:left w:val="single" w:sz="2" w:space="11" w:color="E2E8F0"/>
            <w:bottom w:val="single" w:sz="2" w:space="0" w:color="E2E8F0"/>
            <w:right w:val="single" w:sz="2" w:space="11" w:color="E2E8F0"/>
          </w:divBdr>
          <w:divsChild>
            <w:div w:id="153497869">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711800401">
          <w:marLeft w:val="0"/>
          <w:marRight w:val="0"/>
          <w:marTop w:val="0"/>
          <w:marBottom w:val="0"/>
          <w:divBdr>
            <w:top w:val="single" w:sz="2" w:space="0" w:color="E2E8F0"/>
            <w:left w:val="single" w:sz="2" w:space="0" w:color="E2E8F0"/>
            <w:bottom w:val="single" w:sz="2" w:space="0" w:color="E2E8F0"/>
            <w:right w:val="single" w:sz="2" w:space="0" w:color="E2E8F0"/>
          </w:divBdr>
          <w:divsChild>
            <w:div w:id="7489378">
              <w:marLeft w:val="0"/>
              <w:marRight w:val="0"/>
              <w:marTop w:val="0"/>
              <w:marBottom w:val="0"/>
              <w:divBdr>
                <w:top w:val="single" w:sz="2" w:space="0" w:color="E2E8F0"/>
                <w:left w:val="single" w:sz="2" w:space="0" w:color="E2E8F0"/>
                <w:bottom w:val="single" w:sz="2" w:space="0" w:color="E2E8F0"/>
                <w:right w:val="single" w:sz="2" w:space="0" w:color="E2E8F0"/>
              </w:divBdr>
            </w:div>
            <w:div w:id="46104094">
              <w:marLeft w:val="0"/>
              <w:marRight w:val="0"/>
              <w:marTop w:val="0"/>
              <w:marBottom w:val="0"/>
              <w:divBdr>
                <w:top w:val="single" w:sz="2" w:space="0" w:color="E2E8F0"/>
                <w:left w:val="single" w:sz="2" w:space="11" w:color="E2E8F0"/>
                <w:bottom w:val="single" w:sz="2" w:space="0" w:color="E2E8F0"/>
                <w:right w:val="single" w:sz="2" w:space="0" w:color="E2E8F0"/>
              </w:divBdr>
              <w:divsChild>
                <w:div w:id="5528149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7388773">
          <w:marLeft w:val="0"/>
          <w:marRight w:val="0"/>
          <w:marTop w:val="0"/>
          <w:marBottom w:val="0"/>
          <w:divBdr>
            <w:top w:val="single" w:sz="2" w:space="0" w:color="E2E8F0"/>
            <w:left w:val="single" w:sz="2" w:space="0" w:color="E2E8F0"/>
            <w:bottom w:val="single" w:sz="2" w:space="0" w:color="E2E8F0"/>
            <w:right w:val="single" w:sz="2" w:space="0" w:color="E2E8F0"/>
          </w:divBdr>
          <w:divsChild>
            <w:div w:id="305935092">
              <w:marLeft w:val="0"/>
              <w:marRight w:val="0"/>
              <w:marTop w:val="0"/>
              <w:marBottom w:val="0"/>
              <w:divBdr>
                <w:top w:val="single" w:sz="2" w:space="0" w:color="E2E8F0"/>
                <w:left w:val="single" w:sz="2" w:space="0" w:color="E2E8F0"/>
                <w:bottom w:val="single" w:sz="2" w:space="0" w:color="E2E8F0"/>
                <w:right w:val="single" w:sz="2" w:space="0" w:color="E2E8F0"/>
              </w:divBdr>
            </w:div>
            <w:div w:id="827525573">
              <w:marLeft w:val="0"/>
              <w:marRight w:val="0"/>
              <w:marTop w:val="0"/>
              <w:marBottom w:val="0"/>
              <w:divBdr>
                <w:top w:val="single" w:sz="2" w:space="0" w:color="E2E8F0"/>
                <w:left w:val="single" w:sz="2" w:space="11" w:color="E2E8F0"/>
                <w:bottom w:val="single" w:sz="2" w:space="0" w:color="E2E8F0"/>
                <w:right w:val="single" w:sz="2" w:space="0" w:color="E2E8F0"/>
              </w:divBdr>
              <w:divsChild>
                <w:div w:id="12336611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28069516">
          <w:marLeft w:val="0"/>
          <w:marRight w:val="0"/>
          <w:marTop w:val="0"/>
          <w:marBottom w:val="0"/>
          <w:divBdr>
            <w:top w:val="single" w:sz="2" w:space="0" w:color="E2E8F0"/>
            <w:left w:val="single" w:sz="2" w:space="0" w:color="E2E8F0"/>
            <w:bottom w:val="single" w:sz="2" w:space="0" w:color="E2E8F0"/>
            <w:right w:val="single" w:sz="2" w:space="0" w:color="E2E8F0"/>
          </w:divBdr>
          <w:divsChild>
            <w:div w:id="1306736643">
              <w:marLeft w:val="0"/>
              <w:marRight w:val="0"/>
              <w:marTop w:val="0"/>
              <w:marBottom w:val="0"/>
              <w:divBdr>
                <w:top w:val="single" w:sz="2" w:space="0" w:color="E2E8F0"/>
                <w:left w:val="single" w:sz="2" w:space="11" w:color="E2E8F0"/>
                <w:bottom w:val="single" w:sz="2" w:space="0" w:color="E2E8F0"/>
                <w:right w:val="single" w:sz="2" w:space="0" w:color="E2E8F0"/>
              </w:divBdr>
              <w:divsChild>
                <w:div w:id="10219748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624071049">
              <w:marLeft w:val="0"/>
              <w:marRight w:val="0"/>
              <w:marTop w:val="0"/>
              <w:marBottom w:val="0"/>
              <w:divBdr>
                <w:top w:val="single" w:sz="2" w:space="0" w:color="E2E8F0"/>
                <w:left w:val="single" w:sz="2" w:space="0" w:color="E2E8F0"/>
                <w:bottom w:val="single" w:sz="2" w:space="0" w:color="E2E8F0"/>
                <w:right w:val="single" w:sz="2" w:space="0" w:color="E2E8F0"/>
              </w:divBdr>
            </w:div>
            <w:div w:id="194858567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78670925">
          <w:marLeft w:val="0"/>
          <w:marRight w:val="0"/>
          <w:marTop w:val="0"/>
          <w:marBottom w:val="0"/>
          <w:divBdr>
            <w:top w:val="single" w:sz="2" w:space="0" w:color="E2E8F0"/>
            <w:left w:val="single" w:sz="2" w:space="0" w:color="E2E8F0"/>
            <w:bottom w:val="single" w:sz="2" w:space="0" w:color="E2E8F0"/>
            <w:right w:val="single" w:sz="2" w:space="0" w:color="E2E8F0"/>
          </w:divBdr>
          <w:divsChild>
            <w:div w:id="717704456">
              <w:marLeft w:val="0"/>
              <w:marRight w:val="0"/>
              <w:marTop w:val="0"/>
              <w:marBottom w:val="0"/>
              <w:divBdr>
                <w:top w:val="single" w:sz="2" w:space="0" w:color="E2E8F0"/>
                <w:left w:val="single" w:sz="2" w:space="0" w:color="E2E8F0"/>
                <w:bottom w:val="single" w:sz="2" w:space="0" w:color="E2E8F0"/>
                <w:right w:val="single" w:sz="2" w:space="0" w:color="E2E8F0"/>
              </w:divBdr>
            </w:div>
            <w:div w:id="1913421675">
              <w:marLeft w:val="0"/>
              <w:marRight w:val="0"/>
              <w:marTop w:val="0"/>
              <w:marBottom w:val="0"/>
              <w:divBdr>
                <w:top w:val="single" w:sz="2" w:space="0" w:color="E2E8F0"/>
                <w:left w:val="single" w:sz="2" w:space="11" w:color="E2E8F0"/>
                <w:bottom w:val="single" w:sz="2" w:space="0" w:color="E2E8F0"/>
                <w:right w:val="single" w:sz="2" w:space="0" w:color="E2E8F0"/>
              </w:divBdr>
              <w:divsChild>
                <w:div w:id="10242834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83575196">
          <w:marLeft w:val="0"/>
          <w:marRight w:val="0"/>
          <w:marTop w:val="0"/>
          <w:marBottom w:val="0"/>
          <w:divBdr>
            <w:top w:val="single" w:sz="2" w:space="0" w:color="E2E8F0"/>
            <w:left w:val="single" w:sz="2" w:space="0" w:color="E2E8F0"/>
            <w:bottom w:val="single" w:sz="2" w:space="0" w:color="E2E8F0"/>
            <w:right w:val="single" w:sz="2" w:space="0" w:color="E2E8F0"/>
          </w:divBdr>
          <w:divsChild>
            <w:div w:id="265574682">
              <w:marLeft w:val="0"/>
              <w:marRight w:val="0"/>
              <w:marTop w:val="0"/>
              <w:marBottom w:val="0"/>
              <w:divBdr>
                <w:top w:val="single" w:sz="2" w:space="0" w:color="E2E8F0"/>
                <w:left w:val="single" w:sz="2" w:space="11" w:color="E2E8F0"/>
                <w:bottom w:val="single" w:sz="2" w:space="0" w:color="E2E8F0"/>
                <w:right w:val="single" w:sz="2" w:space="0" w:color="E2E8F0"/>
              </w:divBdr>
              <w:divsChild>
                <w:div w:id="647980853">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4416825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13517737">
          <w:marLeft w:val="0"/>
          <w:marRight w:val="0"/>
          <w:marTop w:val="0"/>
          <w:marBottom w:val="0"/>
          <w:divBdr>
            <w:top w:val="single" w:sz="2" w:space="0" w:color="E2E8F0"/>
            <w:left w:val="single" w:sz="2" w:space="0" w:color="E2E8F0"/>
            <w:bottom w:val="single" w:sz="2" w:space="0" w:color="E2E8F0"/>
            <w:right w:val="single" w:sz="2" w:space="0" w:color="E2E8F0"/>
          </w:divBdr>
          <w:divsChild>
            <w:div w:id="431899518">
              <w:marLeft w:val="0"/>
              <w:marRight w:val="0"/>
              <w:marTop w:val="0"/>
              <w:marBottom w:val="0"/>
              <w:divBdr>
                <w:top w:val="single" w:sz="2" w:space="0" w:color="E2E8F0"/>
                <w:left w:val="single" w:sz="2" w:space="0" w:color="E2E8F0"/>
                <w:bottom w:val="single" w:sz="2" w:space="0" w:color="E2E8F0"/>
                <w:right w:val="single" w:sz="2" w:space="0" w:color="E2E8F0"/>
              </w:divBdr>
            </w:div>
            <w:div w:id="1469057579">
              <w:marLeft w:val="0"/>
              <w:marRight w:val="0"/>
              <w:marTop w:val="0"/>
              <w:marBottom w:val="0"/>
              <w:divBdr>
                <w:top w:val="single" w:sz="2" w:space="0" w:color="E2E8F0"/>
                <w:left w:val="single" w:sz="2" w:space="0" w:color="E2E8F0"/>
                <w:bottom w:val="single" w:sz="2" w:space="0" w:color="E2E8F0"/>
                <w:right w:val="single" w:sz="2" w:space="0" w:color="E2E8F0"/>
              </w:divBdr>
            </w:div>
            <w:div w:id="1688750001">
              <w:marLeft w:val="0"/>
              <w:marRight w:val="0"/>
              <w:marTop w:val="0"/>
              <w:marBottom w:val="0"/>
              <w:divBdr>
                <w:top w:val="single" w:sz="2" w:space="0" w:color="E2E8F0"/>
                <w:left w:val="single" w:sz="2" w:space="11" w:color="E2E8F0"/>
                <w:bottom w:val="single" w:sz="2" w:space="0" w:color="E2E8F0"/>
                <w:right w:val="single" w:sz="2" w:space="0" w:color="E2E8F0"/>
              </w:divBdr>
              <w:divsChild>
                <w:div w:id="2776834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3735869">
          <w:marLeft w:val="0"/>
          <w:marRight w:val="0"/>
          <w:marTop w:val="0"/>
          <w:marBottom w:val="0"/>
          <w:divBdr>
            <w:top w:val="single" w:sz="2" w:space="0" w:color="E2E8F0"/>
            <w:left w:val="single" w:sz="2" w:space="0" w:color="E2E8F0"/>
            <w:bottom w:val="single" w:sz="2" w:space="0" w:color="E2E8F0"/>
            <w:right w:val="single" w:sz="2" w:space="0" w:color="E2E8F0"/>
          </w:divBdr>
          <w:divsChild>
            <w:div w:id="1238201595">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263120">
                  <w:marLeft w:val="0"/>
                  <w:marRight w:val="0"/>
                  <w:marTop w:val="0"/>
                  <w:marBottom w:val="0"/>
                  <w:divBdr>
                    <w:top w:val="single" w:sz="2" w:space="0" w:color="E2E8F0"/>
                    <w:left w:val="single" w:sz="2" w:space="0" w:color="E2E8F0"/>
                    <w:bottom w:val="single" w:sz="2" w:space="0" w:color="E2E8F0"/>
                    <w:right w:val="single" w:sz="2" w:space="0" w:color="E2E8F0"/>
                  </w:divBdr>
                </w:div>
                <w:div w:id="15184264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5099103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27238540">
          <w:marLeft w:val="0"/>
          <w:marRight w:val="0"/>
          <w:marTop w:val="0"/>
          <w:marBottom w:val="0"/>
          <w:divBdr>
            <w:top w:val="single" w:sz="2" w:space="0" w:color="E2E8F0"/>
            <w:left w:val="single" w:sz="2" w:space="0" w:color="E2E8F0"/>
            <w:bottom w:val="single" w:sz="2" w:space="0" w:color="E2E8F0"/>
            <w:right w:val="single" w:sz="2" w:space="0" w:color="E2E8F0"/>
          </w:divBdr>
          <w:divsChild>
            <w:div w:id="22295624">
              <w:marLeft w:val="0"/>
              <w:marRight w:val="0"/>
              <w:marTop w:val="0"/>
              <w:marBottom w:val="0"/>
              <w:divBdr>
                <w:top w:val="single" w:sz="2" w:space="0" w:color="E2E8F0"/>
                <w:left w:val="single" w:sz="2" w:space="0" w:color="E2E8F0"/>
                <w:bottom w:val="single" w:sz="2" w:space="0" w:color="E2E8F0"/>
                <w:right w:val="single" w:sz="2" w:space="0" w:color="E2E8F0"/>
              </w:divBdr>
            </w:div>
            <w:div w:id="1981691987">
              <w:marLeft w:val="0"/>
              <w:marRight w:val="0"/>
              <w:marTop w:val="0"/>
              <w:marBottom w:val="0"/>
              <w:divBdr>
                <w:top w:val="single" w:sz="2" w:space="0" w:color="E2E8F0"/>
                <w:left w:val="single" w:sz="2" w:space="11" w:color="E2E8F0"/>
                <w:bottom w:val="single" w:sz="2" w:space="0" w:color="E2E8F0"/>
                <w:right w:val="single" w:sz="2" w:space="0" w:color="E2E8F0"/>
              </w:divBdr>
              <w:divsChild>
                <w:div w:id="1240670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91768426">
          <w:marLeft w:val="0"/>
          <w:marRight w:val="0"/>
          <w:marTop w:val="0"/>
          <w:marBottom w:val="0"/>
          <w:divBdr>
            <w:top w:val="single" w:sz="2" w:space="0" w:color="E2E8F0"/>
            <w:left w:val="single" w:sz="2" w:space="0" w:color="E2E8F0"/>
            <w:bottom w:val="single" w:sz="2" w:space="0" w:color="E2E8F0"/>
            <w:right w:val="single" w:sz="2" w:space="0" w:color="E2E8F0"/>
          </w:divBdr>
          <w:divsChild>
            <w:div w:id="900747316">
              <w:marLeft w:val="0"/>
              <w:marRight w:val="0"/>
              <w:marTop w:val="0"/>
              <w:marBottom w:val="0"/>
              <w:divBdr>
                <w:top w:val="single" w:sz="2" w:space="0" w:color="E2E8F0"/>
                <w:left w:val="single" w:sz="2" w:space="11" w:color="E2E8F0"/>
                <w:bottom w:val="single" w:sz="2" w:space="0" w:color="E2E8F0"/>
                <w:right w:val="single" w:sz="2" w:space="0" w:color="E2E8F0"/>
              </w:divBdr>
              <w:divsChild>
                <w:div w:id="10757083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17735451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24561195">
          <w:marLeft w:val="0"/>
          <w:marRight w:val="0"/>
          <w:marTop w:val="0"/>
          <w:marBottom w:val="0"/>
          <w:divBdr>
            <w:top w:val="single" w:sz="2" w:space="0" w:color="E2E8F0"/>
            <w:left w:val="single" w:sz="2" w:space="0" w:color="E2E8F0"/>
            <w:bottom w:val="single" w:sz="2" w:space="0" w:color="E2E8F0"/>
            <w:right w:val="single" w:sz="2" w:space="0" w:color="E2E8F0"/>
          </w:divBdr>
          <w:divsChild>
            <w:div w:id="439372428">
              <w:marLeft w:val="0"/>
              <w:marRight w:val="0"/>
              <w:marTop w:val="0"/>
              <w:marBottom w:val="0"/>
              <w:divBdr>
                <w:top w:val="single" w:sz="2" w:space="0" w:color="E2E8F0"/>
                <w:left w:val="single" w:sz="2" w:space="11" w:color="E2E8F0"/>
                <w:bottom w:val="single" w:sz="2" w:space="0" w:color="E2E8F0"/>
                <w:right w:val="single" w:sz="2" w:space="0" w:color="E2E8F0"/>
              </w:divBdr>
              <w:divsChild>
                <w:div w:id="1734697988">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5540063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26498446">
          <w:marLeft w:val="0"/>
          <w:marRight w:val="0"/>
          <w:marTop w:val="0"/>
          <w:marBottom w:val="0"/>
          <w:divBdr>
            <w:top w:val="single" w:sz="2" w:space="0" w:color="E2E8F0"/>
            <w:left w:val="single" w:sz="2" w:space="0" w:color="E2E8F0"/>
            <w:bottom w:val="single" w:sz="2" w:space="0" w:color="E2E8F0"/>
            <w:right w:val="single" w:sz="2" w:space="0" w:color="E2E8F0"/>
          </w:divBdr>
          <w:divsChild>
            <w:div w:id="1955361700">
              <w:marLeft w:val="0"/>
              <w:marRight w:val="0"/>
              <w:marTop w:val="0"/>
              <w:marBottom w:val="0"/>
              <w:divBdr>
                <w:top w:val="single" w:sz="2" w:space="0" w:color="E2E8F0"/>
                <w:left w:val="single" w:sz="2" w:space="11" w:color="E2E8F0"/>
                <w:bottom w:val="single" w:sz="2" w:space="0" w:color="E2E8F0"/>
                <w:right w:val="single" w:sz="2" w:space="0" w:color="E2E8F0"/>
              </w:divBdr>
              <w:divsChild>
                <w:div w:id="10516590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9837282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28228396">
          <w:marLeft w:val="0"/>
          <w:marRight w:val="0"/>
          <w:marTop w:val="0"/>
          <w:marBottom w:val="0"/>
          <w:divBdr>
            <w:top w:val="single" w:sz="2" w:space="0" w:color="E2E8F0"/>
            <w:left w:val="single" w:sz="2" w:space="0" w:color="E2E8F0"/>
            <w:bottom w:val="single" w:sz="2" w:space="0" w:color="E2E8F0"/>
            <w:right w:val="single" w:sz="2" w:space="0" w:color="E2E8F0"/>
          </w:divBdr>
          <w:divsChild>
            <w:div w:id="537935472">
              <w:marLeft w:val="0"/>
              <w:marRight w:val="0"/>
              <w:marTop w:val="0"/>
              <w:marBottom w:val="0"/>
              <w:divBdr>
                <w:top w:val="single" w:sz="2" w:space="0" w:color="E2E8F0"/>
                <w:left w:val="single" w:sz="2" w:space="0" w:color="E2E8F0"/>
                <w:bottom w:val="single" w:sz="2" w:space="0" w:color="E2E8F0"/>
                <w:right w:val="single" w:sz="2" w:space="0" w:color="E2E8F0"/>
              </w:divBdr>
            </w:div>
            <w:div w:id="21301971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81267803">
                  <w:marLeft w:val="0"/>
                  <w:marRight w:val="0"/>
                  <w:marTop w:val="0"/>
                  <w:marBottom w:val="0"/>
                  <w:divBdr>
                    <w:top w:val="single" w:sz="2" w:space="0" w:color="E2E8F0"/>
                    <w:left w:val="single" w:sz="2" w:space="0" w:color="E2E8F0"/>
                    <w:bottom w:val="single" w:sz="2" w:space="0" w:color="E2E8F0"/>
                    <w:right w:val="single" w:sz="2" w:space="0" w:color="E2E8F0"/>
                  </w:divBdr>
                </w:div>
                <w:div w:id="18521396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38320417">
          <w:marLeft w:val="0"/>
          <w:marRight w:val="0"/>
          <w:marTop w:val="0"/>
          <w:marBottom w:val="0"/>
          <w:divBdr>
            <w:top w:val="single" w:sz="2" w:space="0" w:color="E2E8F0"/>
            <w:left w:val="single" w:sz="2" w:space="0" w:color="E2E8F0"/>
            <w:bottom w:val="single" w:sz="2" w:space="0" w:color="E2E8F0"/>
            <w:right w:val="single" w:sz="2" w:space="0" w:color="E2E8F0"/>
          </w:divBdr>
          <w:divsChild>
            <w:div w:id="39281754">
              <w:marLeft w:val="0"/>
              <w:marRight w:val="0"/>
              <w:marTop w:val="0"/>
              <w:marBottom w:val="0"/>
              <w:divBdr>
                <w:top w:val="single" w:sz="2" w:space="0" w:color="E2E8F0"/>
                <w:left w:val="single" w:sz="2" w:space="0" w:color="E2E8F0"/>
                <w:bottom w:val="single" w:sz="2" w:space="0" w:color="E2E8F0"/>
                <w:right w:val="single" w:sz="2" w:space="0" w:color="E2E8F0"/>
              </w:divBdr>
            </w:div>
            <w:div w:id="1802459609">
              <w:marLeft w:val="0"/>
              <w:marRight w:val="0"/>
              <w:marTop w:val="0"/>
              <w:marBottom w:val="0"/>
              <w:divBdr>
                <w:top w:val="single" w:sz="2" w:space="0" w:color="E2E8F0"/>
                <w:left w:val="single" w:sz="2" w:space="11" w:color="E2E8F0"/>
                <w:bottom w:val="single" w:sz="2" w:space="0" w:color="E2E8F0"/>
                <w:right w:val="single" w:sz="2" w:space="0" w:color="E2E8F0"/>
              </w:divBdr>
              <w:divsChild>
                <w:div w:id="17709300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7439790">
          <w:marLeft w:val="0"/>
          <w:marRight w:val="0"/>
          <w:marTop w:val="0"/>
          <w:marBottom w:val="0"/>
          <w:divBdr>
            <w:top w:val="single" w:sz="2" w:space="0" w:color="E2E8F0"/>
            <w:left w:val="single" w:sz="2" w:space="0" w:color="E2E8F0"/>
            <w:bottom w:val="single" w:sz="2" w:space="0" w:color="E2E8F0"/>
            <w:right w:val="single" w:sz="2" w:space="0" w:color="E2E8F0"/>
          </w:divBdr>
          <w:divsChild>
            <w:div w:id="67072558">
              <w:marLeft w:val="0"/>
              <w:marRight w:val="0"/>
              <w:marTop w:val="0"/>
              <w:marBottom w:val="0"/>
              <w:divBdr>
                <w:top w:val="single" w:sz="2" w:space="0" w:color="E2E8F0"/>
                <w:left w:val="single" w:sz="2" w:space="0" w:color="E2E8F0"/>
                <w:bottom w:val="single" w:sz="2" w:space="0" w:color="E2E8F0"/>
                <w:right w:val="single" w:sz="2" w:space="0" w:color="E2E8F0"/>
              </w:divBdr>
            </w:div>
            <w:div w:id="1145583319">
              <w:marLeft w:val="0"/>
              <w:marRight w:val="0"/>
              <w:marTop w:val="0"/>
              <w:marBottom w:val="0"/>
              <w:divBdr>
                <w:top w:val="single" w:sz="2" w:space="0" w:color="E2E8F0"/>
                <w:left w:val="single" w:sz="2" w:space="11" w:color="E2E8F0"/>
                <w:bottom w:val="single" w:sz="2" w:space="0" w:color="E2E8F0"/>
                <w:right w:val="single" w:sz="2" w:space="0" w:color="E2E8F0"/>
              </w:divBdr>
              <w:divsChild>
                <w:div w:id="19956389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09747564">
          <w:marLeft w:val="0"/>
          <w:marRight w:val="0"/>
          <w:marTop w:val="0"/>
          <w:marBottom w:val="0"/>
          <w:divBdr>
            <w:top w:val="single" w:sz="2" w:space="0" w:color="E2E8F0"/>
            <w:left w:val="single" w:sz="2" w:space="0" w:color="E2E8F0"/>
            <w:bottom w:val="single" w:sz="2" w:space="0" w:color="E2E8F0"/>
            <w:right w:val="single" w:sz="2" w:space="0" w:color="E2E8F0"/>
          </w:divBdr>
          <w:divsChild>
            <w:div w:id="659190568">
              <w:marLeft w:val="0"/>
              <w:marRight w:val="0"/>
              <w:marTop w:val="0"/>
              <w:marBottom w:val="0"/>
              <w:divBdr>
                <w:top w:val="single" w:sz="2" w:space="0" w:color="E2E8F0"/>
                <w:left w:val="single" w:sz="2" w:space="11" w:color="E2E8F0"/>
                <w:bottom w:val="single" w:sz="2" w:space="0" w:color="E2E8F0"/>
                <w:right w:val="single" w:sz="2" w:space="0" w:color="E2E8F0"/>
              </w:divBdr>
              <w:divsChild>
                <w:div w:id="12902374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7275375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53920972">
          <w:marLeft w:val="0"/>
          <w:marRight w:val="0"/>
          <w:marTop w:val="0"/>
          <w:marBottom w:val="0"/>
          <w:divBdr>
            <w:top w:val="single" w:sz="2" w:space="0" w:color="E2E8F0"/>
            <w:left w:val="single" w:sz="2" w:space="0" w:color="E2E8F0"/>
            <w:bottom w:val="single" w:sz="2" w:space="0" w:color="E2E8F0"/>
            <w:right w:val="single" w:sz="2" w:space="0" w:color="E2E8F0"/>
          </w:divBdr>
          <w:divsChild>
            <w:div w:id="2711643">
              <w:marLeft w:val="0"/>
              <w:marRight w:val="0"/>
              <w:marTop w:val="0"/>
              <w:marBottom w:val="0"/>
              <w:divBdr>
                <w:top w:val="single" w:sz="2" w:space="0" w:color="E2E8F0"/>
                <w:left w:val="single" w:sz="2" w:space="0" w:color="E2E8F0"/>
                <w:bottom w:val="single" w:sz="2" w:space="0" w:color="E2E8F0"/>
                <w:right w:val="single" w:sz="2" w:space="0" w:color="E2E8F0"/>
              </w:divBdr>
            </w:div>
            <w:div w:id="21630843">
              <w:marLeft w:val="0"/>
              <w:marRight w:val="0"/>
              <w:marTop w:val="0"/>
              <w:marBottom w:val="0"/>
              <w:divBdr>
                <w:top w:val="single" w:sz="2" w:space="0" w:color="E2E8F0"/>
                <w:left w:val="single" w:sz="2" w:space="11" w:color="E2E8F0"/>
                <w:bottom w:val="single" w:sz="2" w:space="0" w:color="E2E8F0"/>
                <w:right w:val="single" w:sz="2" w:space="0" w:color="E2E8F0"/>
              </w:divBdr>
              <w:divsChild>
                <w:div w:id="364522299">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8912368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91537852">
          <w:marLeft w:val="0"/>
          <w:marRight w:val="0"/>
          <w:marTop w:val="0"/>
          <w:marBottom w:val="0"/>
          <w:divBdr>
            <w:top w:val="single" w:sz="2" w:space="0" w:color="E2E8F0"/>
            <w:left w:val="single" w:sz="2" w:space="0" w:color="E2E8F0"/>
            <w:bottom w:val="single" w:sz="2" w:space="0" w:color="E2E8F0"/>
            <w:right w:val="single" w:sz="2" w:space="0" w:color="E2E8F0"/>
          </w:divBdr>
          <w:divsChild>
            <w:div w:id="190077518">
              <w:marLeft w:val="0"/>
              <w:marRight w:val="0"/>
              <w:marTop w:val="0"/>
              <w:marBottom w:val="0"/>
              <w:divBdr>
                <w:top w:val="single" w:sz="2" w:space="0" w:color="E2E8F0"/>
                <w:left w:val="single" w:sz="2" w:space="0" w:color="E2E8F0"/>
                <w:bottom w:val="single" w:sz="2" w:space="0" w:color="E2E8F0"/>
                <w:right w:val="single" w:sz="2" w:space="0" w:color="E2E8F0"/>
              </w:divBdr>
            </w:div>
            <w:div w:id="267197392">
              <w:marLeft w:val="0"/>
              <w:marRight w:val="0"/>
              <w:marTop w:val="0"/>
              <w:marBottom w:val="0"/>
              <w:divBdr>
                <w:top w:val="single" w:sz="2" w:space="0" w:color="E2E8F0"/>
                <w:left w:val="single" w:sz="2" w:space="0" w:color="E2E8F0"/>
                <w:bottom w:val="single" w:sz="2" w:space="0" w:color="E2E8F0"/>
                <w:right w:val="single" w:sz="2" w:space="0" w:color="E2E8F0"/>
              </w:divBdr>
            </w:div>
            <w:div w:id="1561209772">
              <w:marLeft w:val="0"/>
              <w:marRight w:val="0"/>
              <w:marTop w:val="0"/>
              <w:marBottom w:val="0"/>
              <w:divBdr>
                <w:top w:val="single" w:sz="2" w:space="0" w:color="E2E8F0"/>
                <w:left w:val="single" w:sz="2" w:space="11" w:color="E2E8F0"/>
                <w:bottom w:val="single" w:sz="2" w:space="0" w:color="E2E8F0"/>
                <w:right w:val="single" w:sz="2" w:space="0" w:color="E2E8F0"/>
              </w:divBdr>
              <w:divsChild>
                <w:div w:id="29768423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sChild>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13108477">
      <w:bodyDiv w:val="1"/>
      <w:marLeft w:val="0"/>
      <w:marRight w:val="0"/>
      <w:marTop w:val="0"/>
      <w:marBottom w:val="0"/>
      <w:divBdr>
        <w:top w:val="none" w:sz="0" w:space="0" w:color="auto"/>
        <w:left w:val="none" w:sz="0" w:space="0" w:color="auto"/>
        <w:bottom w:val="none" w:sz="0" w:space="0" w:color="auto"/>
        <w:right w:val="none" w:sz="0" w:space="0" w:color="auto"/>
      </w:divBdr>
      <w:divsChild>
        <w:div w:id="1846018743">
          <w:marLeft w:val="0"/>
          <w:marRight w:val="0"/>
          <w:marTop w:val="0"/>
          <w:marBottom w:val="0"/>
          <w:divBdr>
            <w:top w:val="single" w:sz="2" w:space="0" w:color="E2E8F0"/>
            <w:left w:val="single" w:sz="2" w:space="0" w:color="E2E8F0"/>
            <w:bottom w:val="single" w:sz="2" w:space="0" w:color="E2E8F0"/>
            <w:right w:val="single" w:sz="2" w:space="0" w:color="E2E8F0"/>
          </w:divBdr>
          <w:divsChild>
            <w:div w:id="564149175">
              <w:marLeft w:val="0"/>
              <w:marRight w:val="0"/>
              <w:marTop w:val="0"/>
              <w:marBottom w:val="0"/>
              <w:divBdr>
                <w:top w:val="single" w:sz="2" w:space="23" w:color="E2E8F0"/>
                <w:left w:val="single" w:sz="2" w:space="31" w:color="E2E8F0"/>
                <w:bottom w:val="single" w:sz="2" w:space="0" w:color="E2E8F0"/>
                <w:right w:val="single" w:sz="2" w:space="31" w:color="E2E8F0"/>
              </w:divBdr>
              <w:divsChild>
                <w:div w:id="3040436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5160818">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1896231488">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040015606">
      <w:bodyDiv w:val="1"/>
      <w:marLeft w:val="0"/>
      <w:marRight w:val="0"/>
      <w:marTop w:val="0"/>
      <w:marBottom w:val="0"/>
      <w:divBdr>
        <w:top w:val="none" w:sz="0" w:space="0" w:color="auto"/>
        <w:left w:val="none" w:sz="0" w:space="0" w:color="auto"/>
        <w:bottom w:val="none" w:sz="0" w:space="0" w:color="auto"/>
        <w:right w:val="none" w:sz="0" w:space="0" w:color="auto"/>
      </w:divBdr>
    </w:div>
    <w:div w:id="1086194627">
      <w:bodyDiv w:val="1"/>
      <w:marLeft w:val="0"/>
      <w:marRight w:val="0"/>
      <w:marTop w:val="0"/>
      <w:marBottom w:val="0"/>
      <w:divBdr>
        <w:top w:val="none" w:sz="0" w:space="0" w:color="auto"/>
        <w:left w:val="none" w:sz="0" w:space="0" w:color="auto"/>
        <w:bottom w:val="none" w:sz="0" w:space="0" w:color="auto"/>
        <w:right w:val="none" w:sz="0" w:space="0" w:color="auto"/>
      </w:divBdr>
    </w:div>
    <w:div w:id="1781877114">
      <w:bodyDiv w:val="1"/>
      <w:marLeft w:val="0"/>
      <w:marRight w:val="0"/>
      <w:marTop w:val="0"/>
      <w:marBottom w:val="0"/>
      <w:divBdr>
        <w:top w:val="none" w:sz="0" w:space="0" w:color="auto"/>
        <w:left w:val="none" w:sz="0" w:space="0" w:color="auto"/>
        <w:bottom w:val="none" w:sz="0" w:space="0" w:color="auto"/>
        <w:right w:val="none" w:sz="0" w:space="0" w:color="auto"/>
      </w:divBdr>
      <w:divsChild>
        <w:div w:id="18898540">
          <w:marLeft w:val="0"/>
          <w:marRight w:val="0"/>
          <w:marTop w:val="0"/>
          <w:marBottom w:val="0"/>
          <w:divBdr>
            <w:top w:val="single" w:sz="2" w:space="0" w:color="E2E8F0"/>
            <w:left w:val="single" w:sz="2" w:space="0" w:color="E2E8F0"/>
            <w:bottom w:val="single" w:sz="2" w:space="0" w:color="E2E8F0"/>
            <w:right w:val="single" w:sz="2" w:space="0" w:color="E2E8F0"/>
          </w:divBdr>
          <w:divsChild>
            <w:div w:id="336923615">
              <w:marLeft w:val="0"/>
              <w:marRight w:val="0"/>
              <w:marTop w:val="0"/>
              <w:marBottom w:val="0"/>
              <w:divBdr>
                <w:top w:val="single" w:sz="2" w:space="0" w:color="E2E8F0"/>
                <w:left w:val="single" w:sz="2" w:space="0" w:color="E2E8F0"/>
                <w:bottom w:val="single" w:sz="2" w:space="0" w:color="E2E8F0"/>
                <w:right w:val="single" w:sz="2" w:space="0" w:color="E2E8F0"/>
              </w:divBdr>
            </w:div>
            <w:div w:id="1958025575">
              <w:marLeft w:val="0"/>
              <w:marRight w:val="0"/>
              <w:marTop w:val="0"/>
              <w:marBottom w:val="0"/>
              <w:divBdr>
                <w:top w:val="single" w:sz="2" w:space="0" w:color="E2E8F0"/>
                <w:left w:val="single" w:sz="2" w:space="11" w:color="E2E8F0"/>
                <w:bottom w:val="single" w:sz="2" w:space="0" w:color="E2E8F0"/>
                <w:right w:val="single" w:sz="2" w:space="0" w:color="E2E8F0"/>
              </w:divBdr>
              <w:divsChild>
                <w:div w:id="18550738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251901">
          <w:marLeft w:val="0"/>
          <w:marRight w:val="0"/>
          <w:marTop w:val="0"/>
          <w:marBottom w:val="0"/>
          <w:divBdr>
            <w:top w:val="single" w:sz="2" w:space="0" w:color="E2E8F0"/>
            <w:left w:val="single" w:sz="2" w:space="0" w:color="E2E8F0"/>
            <w:bottom w:val="single" w:sz="2" w:space="0" w:color="E2E8F0"/>
            <w:right w:val="single" w:sz="2" w:space="0" w:color="E2E8F0"/>
          </w:divBdr>
          <w:divsChild>
            <w:div w:id="595526236">
              <w:marLeft w:val="0"/>
              <w:marRight w:val="0"/>
              <w:marTop w:val="0"/>
              <w:marBottom w:val="0"/>
              <w:divBdr>
                <w:top w:val="single" w:sz="2" w:space="0" w:color="E2E8F0"/>
                <w:left w:val="single" w:sz="2" w:space="0" w:color="E2E8F0"/>
                <w:bottom w:val="single" w:sz="2" w:space="0" w:color="E2E8F0"/>
                <w:right w:val="single" w:sz="2" w:space="0" w:color="E2E8F0"/>
              </w:divBdr>
            </w:div>
            <w:div w:id="997880123">
              <w:marLeft w:val="0"/>
              <w:marRight w:val="0"/>
              <w:marTop w:val="0"/>
              <w:marBottom w:val="0"/>
              <w:divBdr>
                <w:top w:val="single" w:sz="2" w:space="0" w:color="E2E8F0"/>
                <w:left w:val="single" w:sz="2" w:space="11" w:color="E2E8F0"/>
                <w:bottom w:val="single" w:sz="2" w:space="0" w:color="E2E8F0"/>
                <w:right w:val="single" w:sz="2" w:space="0" w:color="E2E8F0"/>
              </w:divBdr>
              <w:divsChild>
                <w:div w:id="204316364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0884293">
          <w:marLeft w:val="0"/>
          <w:marRight w:val="0"/>
          <w:marTop w:val="0"/>
          <w:marBottom w:val="0"/>
          <w:divBdr>
            <w:top w:val="single" w:sz="2" w:space="0" w:color="E2E8F0"/>
            <w:left w:val="single" w:sz="2" w:space="0" w:color="E2E8F0"/>
            <w:bottom w:val="single" w:sz="2" w:space="0" w:color="E2E8F0"/>
            <w:right w:val="single" w:sz="2" w:space="0" w:color="E2E8F0"/>
          </w:divBdr>
          <w:divsChild>
            <w:div w:id="870268432">
              <w:marLeft w:val="0"/>
              <w:marRight w:val="0"/>
              <w:marTop w:val="0"/>
              <w:marBottom w:val="0"/>
              <w:divBdr>
                <w:top w:val="single" w:sz="2" w:space="0" w:color="E2E8F0"/>
                <w:left w:val="single" w:sz="2" w:space="0" w:color="E2E8F0"/>
                <w:bottom w:val="single" w:sz="2" w:space="0" w:color="E2E8F0"/>
                <w:right w:val="single" w:sz="2" w:space="0" w:color="E2E8F0"/>
              </w:divBdr>
            </w:div>
            <w:div w:id="1525246420">
              <w:marLeft w:val="0"/>
              <w:marRight w:val="0"/>
              <w:marTop w:val="0"/>
              <w:marBottom w:val="0"/>
              <w:divBdr>
                <w:top w:val="single" w:sz="2" w:space="11" w:color="E2E8F0"/>
                <w:left w:val="single" w:sz="2" w:space="11" w:color="E2E8F0"/>
                <w:bottom w:val="single" w:sz="2" w:space="11" w:color="E2E8F0"/>
                <w:right w:val="single" w:sz="2" w:space="11" w:color="E2E8F0"/>
              </w:divBdr>
              <w:divsChild>
                <w:div w:id="19511583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6609356">
          <w:marLeft w:val="0"/>
          <w:marRight w:val="0"/>
          <w:marTop w:val="0"/>
          <w:marBottom w:val="0"/>
          <w:divBdr>
            <w:top w:val="single" w:sz="2" w:space="0" w:color="E2E8F0"/>
            <w:left w:val="single" w:sz="2" w:space="0" w:color="E2E8F0"/>
            <w:bottom w:val="single" w:sz="2" w:space="0" w:color="E2E8F0"/>
            <w:right w:val="single" w:sz="2" w:space="0" w:color="E2E8F0"/>
          </w:divBdr>
          <w:divsChild>
            <w:div w:id="732431567">
              <w:marLeft w:val="0"/>
              <w:marRight w:val="0"/>
              <w:marTop w:val="0"/>
              <w:marBottom w:val="0"/>
              <w:divBdr>
                <w:top w:val="single" w:sz="2" w:space="0" w:color="E2E8F0"/>
                <w:left w:val="single" w:sz="2" w:space="11" w:color="E2E8F0"/>
                <w:bottom w:val="single" w:sz="2" w:space="0" w:color="E2E8F0"/>
                <w:right w:val="single" w:sz="2" w:space="0" w:color="E2E8F0"/>
              </w:divBdr>
              <w:divsChild>
                <w:div w:id="11884468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32062252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2838024">
          <w:marLeft w:val="0"/>
          <w:marRight w:val="0"/>
          <w:marTop w:val="0"/>
          <w:marBottom w:val="0"/>
          <w:divBdr>
            <w:top w:val="single" w:sz="2" w:space="0" w:color="E2E8F0"/>
            <w:left w:val="single" w:sz="2" w:space="0" w:color="E2E8F0"/>
            <w:bottom w:val="single" w:sz="2" w:space="0" w:color="E2E8F0"/>
            <w:right w:val="single" w:sz="2" w:space="0" w:color="E2E8F0"/>
          </w:divBdr>
          <w:divsChild>
            <w:div w:id="1072891384">
              <w:marLeft w:val="0"/>
              <w:marRight w:val="0"/>
              <w:marTop w:val="0"/>
              <w:marBottom w:val="0"/>
              <w:divBdr>
                <w:top w:val="single" w:sz="2" w:space="0" w:color="E2E8F0"/>
                <w:left w:val="single" w:sz="2" w:space="11" w:color="E2E8F0"/>
                <w:bottom w:val="single" w:sz="2" w:space="0" w:color="E2E8F0"/>
                <w:right w:val="single" w:sz="2" w:space="0" w:color="E2E8F0"/>
              </w:divBdr>
              <w:divsChild>
                <w:div w:id="6298977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25234780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4609384">
          <w:marLeft w:val="0"/>
          <w:marRight w:val="0"/>
          <w:marTop w:val="0"/>
          <w:marBottom w:val="0"/>
          <w:divBdr>
            <w:top w:val="single" w:sz="2" w:space="0" w:color="E2E8F0"/>
            <w:left w:val="single" w:sz="2" w:space="0" w:color="E2E8F0"/>
            <w:bottom w:val="single" w:sz="2" w:space="0" w:color="E2E8F0"/>
            <w:right w:val="single" w:sz="2" w:space="0" w:color="E2E8F0"/>
          </w:divBdr>
          <w:divsChild>
            <w:div w:id="994844708">
              <w:marLeft w:val="0"/>
              <w:marRight w:val="0"/>
              <w:marTop w:val="0"/>
              <w:marBottom w:val="0"/>
              <w:divBdr>
                <w:top w:val="single" w:sz="2" w:space="11" w:color="E2E8F0"/>
                <w:left w:val="single" w:sz="2" w:space="11" w:color="E2E8F0"/>
                <w:bottom w:val="single" w:sz="2" w:space="11" w:color="E2E8F0"/>
                <w:right w:val="single" w:sz="2" w:space="11" w:color="E2E8F0"/>
              </w:divBdr>
              <w:divsChild>
                <w:div w:id="972251105">
                  <w:marLeft w:val="0"/>
                  <w:marRight w:val="0"/>
                  <w:marTop w:val="0"/>
                  <w:marBottom w:val="0"/>
                  <w:divBdr>
                    <w:top w:val="single" w:sz="2" w:space="0" w:color="E2E8F0"/>
                    <w:left w:val="single" w:sz="2" w:space="0" w:color="E2E8F0"/>
                    <w:bottom w:val="single" w:sz="2" w:space="0" w:color="E2E8F0"/>
                    <w:right w:val="single" w:sz="2" w:space="0" w:color="E2E8F0"/>
                  </w:divBdr>
                </w:div>
                <w:div w:id="17117584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8078192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0237109">
          <w:marLeft w:val="0"/>
          <w:marRight w:val="0"/>
          <w:marTop w:val="0"/>
          <w:marBottom w:val="0"/>
          <w:divBdr>
            <w:top w:val="single" w:sz="2" w:space="0" w:color="E2E8F0"/>
            <w:left w:val="single" w:sz="2" w:space="0" w:color="E2E8F0"/>
            <w:bottom w:val="single" w:sz="2" w:space="0" w:color="E2E8F0"/>
            <w:right w:val="single" w:sz="2" w:space="0" w:color="E2E8F0"/>
          </w:divBdr>
          <w:divsChild>
            <w:div w:id="350910709">
              <w:marLeft w:val="0"/>
              <w:marRight w:val="0"/>
              <w:marTop w:val="0"/>
              <w:marBottom w:val="0"/>
              <w:divBdr>
                <w:top w:val="single" w:sz="2" w:space="0" w:color="E2E8F0"/>
                <w:left w:val="single" w:sz="2" w:space="0" w:color="E2E8F0"/>
                <w:bottom w:val="single" w:sz="2" w:space="0" w:color="E2E8F0"/>
                <w:right w:val="single" w:sz="2" w:space="0" w:color="E2E8F0"/>
              </w:divBdr>
              <w:divsChild>
                <w:div w:id="866987315">
                  <w:marLeft w:val="0"/>
                  <w:marRight w:val="0"/>
                  <w:marTop w:val="0"/>
                  <w:marBottom w:val="0"/>
                  <w:divBdr>
                    <w:top w:val="single" w:sz="2" w:space="18" w:color="E2E8F0"/>
                    <w:left w:val="single" w:sz="2" w:space="18" w:color="E2E8F0"/>
                    <w:bottom w:val="single" w:sz="2" w:space="18" w:color="E2E8F0"/>
                    <w:right w:val="single" w:sz="2" w:space="18" w:color="E2E8F0"/>
                  </w:divBdr>
                  <w:divsChild>
                    <w:div w:id="12288816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341800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7139631">
          <w:marLeft w:val="0"/>
          <w:marRight w:val="0"/>
          <w:marTop w:val="0"/>
          <w:marBottom w:val="0"/>
          <w:divBdr>
            <w:top w:val="single" w:sz="2" w:space="0" w:color="E2E8F0"/>
            <w:left w:val="single" w:sz="2" w:space="0" w:color="E2E8F0"/>
            <w:bottom w:val="single" w:sz="2" w:space="0" w:color="E2E8F0"/>
            <w:right w:val="single" w:sz="2" w:space="0" w:color="E2E8F0"/>
          </w:divBdr>
          <w:divsChild>
            <w:div w:id="94639963">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0847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2541391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39943537">
          <w:marLeft w:val="0"/>
          <w:marRight w:val="0"/>
          <w:marTop w:val="0"/>
          <w:marBottom w:val="0"/>
          <w:divBdr>
            <w:top w:val="single" w:sz="2" w:space="0" w:color="E2E8F0"/>
            <w:left w:val="single" w:sz="2" w:space="0" w:color="E2E8F0"/>
            <w:bottom w:val="single" w:sz="2" w:space="0" w:color="E2E8F0"/>
            <w:right w:val="single" w:sz="2" w:space="0" w:color="E2E8F0"/>
          </w:divBdr>
          <w:divsChild>
            <w:div w:id="604263946">
              <w:marLeft w:val="0"/>
              <w:marRight w:val="0"/>
              <w:marTop w:val="0"/>
              <w:marBottom w:val="0"/>
              <w:divBdr>
                <w:top w:val="single" w:sz="2" w:space="0" w:color="E2E8F0"/>
                <w:left w:val="single" w:sz="2" w:space="0" w:color="E2E8F0"/>
                <w:bottom w:val="single" w:sz="2" w:space="0" w:color="E2E8F0"/>
                <w:right w:val="single" w:sz="2" w:space="0" w:color="E2E8F0"/>
              </w:divBdr>
            </w:div>
            <w:div w:id="1605501455">
              <w:marLeft w:val="0"/>
              <w:marRight w:val="0"/>
              <w:marTop w:val="0"/>
              <w:marBottom w:val="0"/>
              <w:divBdr>
                <w:top w:val="single" w:sz="2" w:space="0" w:color="E2E8F0"/>
                <w:left w:val="single" w:sz="2" w:space="11" w:color="E2E8F0"/>
                <w:bottom w:val="single" w:sz="2" w:space="0" w:color="E2E8F0"/>
                <w:right w:val="single" w:sz="2" w:space="0" w:color="E2E8F0"/>
              </w:divBdr>
              <w:divsChild>
                <w:div w:id="13381164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5919857">
          <w:marLeft w:val="0"/>
          <w:marRight w:val="0"/>
          <w:marTop w:val="0"/>
          <w:marBottom w:val="0"/>
          <w:divBdr>
            <w:top w:val="single" w:sz="2" w:space="0" w:color="E2E8F0"/>
            <w:left w:val="single" w:sz="2" w:space="0" w:color="E2E8F0"/>
            <w:bottom w:val="single" w:sz="2" w:space="0" w:color="E2E8F0"/>
            <w:right w:val="single" w:sz="2" w:space="0" w:color="E2E8F0"/>
          </w:divBdr>
          <w:divsChild>
            <w:div w:id="637956771">
              <w:marLeft w:val="0"/>
              <w:marRight w:val="0"/>
              <w:marTop w:val="0"/>
              <w:marBottom w:val="0"/>
              <w:divBdr>
                <w:top w:val="single" w:sz="2" w:space="0" w:color="E2E8F0"/>
                <w:left w:val="single" w:sz="2" w:space="0" w:color="E2E8F0"/>
                <w:bottom w:val="single" w:sz="2" w:space="0" w:color="E2E8F0"/>
                <w:right w:val="single" w:sz="2" w:space="0" w:color="E2E8F0"/>
              </w:divBdr>
            </w:div>
            <w:div w:id="685593483">
              <w:marLeft w:val="0"/>
              <w:marRight w:val="0"/>
              <w:marTop w:val="0"/>
              <w:marBottom w:val="0"/>
              <w:divBdr>
                <w:top w:val="single" w:sz="2" w:space="11" w:color="E2E8F0"/>
                <w:left w:val="single" w:sz="2" w:space="11" w:color="E2E8F0"/>
                <w:bottom w:val="single" w:sz="2" w:space="11" w:color="E2E8F0"/>
                <w:right w:val="single" w:sz="2" w:space="11" w:color="E2E8F0"/>
              </w:divBdr>
              <w:divsChild>
                <w:div w:id="240143608">
                  <w:marLeft w:val="0"/>
                  <w:marRight w:val="0"/>
                  <w:marTop w:val="0"/>
                  <w:marBottom w:val="0"/>
                  <w:divBdr>
                    <w:top w:val="single" w:sz="2" w:space="0" w:color="E2E8F0"/>
                    <w:left w:val="single" w:sz="2" w:space="0" w:color="E2E8F0"/>
                    <w:bottom w:val="single" w:sz="2" w:space="0" w:color="E2E8F0"/>
                    <w:right w:val="single" w:sz="2" w:space="0" w:color="E2E8F0"/>
                  </w:divBdr>
                </w:div>
                <w:div w:id="200207861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57058064">
          <w:marLeft w:val="0"/>
          <w:marRight w:val="0"/>
          <w:marTop w:val="0"/>
          <w:marBottom w:val="0"/>
          <w:divBdr>
            <w:top w:val="single" w:sz="2" w:space="0" w:color="E2E8F0"/>
            <w:left w:val="single" w:sz="2" w:space="0" w:color="E2E8F0"/>
            <w:bottom w:val="single" w:sz="2" w:space="0" w:color="E2E8F0"/>
            <w:right w:val="single" w:sz="2" w:space="0" w:color="E2E8F0"/>
          </w:divBdr>
          <w:divsChild>
            <w:div w:id="1486311814">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572494">
                  <w:marLeft w:val="0"/>
                  <w:marRight w:val="0"/>
                  <w:marTop w:val="0"/>
                  <w:marBottom w:val="0"/>
                  <w:divBdr>
                    <w:top w:val="single" w:sz="2" w:space="0" w:color="E2E8F0"/>
                    <w:left w:val="single" w:sz="2" w:space="0" w:color="E2E8F0"/>
                    <w:bottom w:val="single" w:sz="2" w:space="0" w:color="E2E8F0"/>
                    <w:right w:val="single" w:sz="2" w:space="0" w:color="E2E8F0"/>
                  </w:divBdr>
                </w:div>
                <w:div w:id="17889616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84470736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77182231">
          <w:marLeft w:val="0"/>
          <w:marRight w:val="0"/>
          <w:marTop w:val="0"/>
          <w:marBottom w:val="0"/>
          <w:divBdr>
            <w:top w:val="single" w:sz="2" w:space="0" w:color="E2E8F0"/>
            <w:left w:val="single" w:sz="2" w:space="0" w:color="E2E8F0"/>
            <w:bottom w:val="single" w:sz="2" w:space="0" w:color="E2E8F0"/>
            <w:right w:val="single" w:sz="2" w:space="0" w:color="E2E8F0"/>
          </w:divBdr>
          <w:divsChild>
            <w:div w:id="1447697157">
              <w:marLeft w:val="0"/>
              <w:marRight w:val="0"/>
              <w:marTop w:val="0"/>
              <w:marBottom w:val="0"/>
              <w:divBdr>
                <w:top w:val="single" w:sz="2" w:space="0" w:color="E2E8F0"/>
                <w:left w:val="single" w:sz="2" w:space="11" w:color="E2E8F0"/>
                <w:bottom w:val="single" w:sz="2" w:space="0" w:color="E2E8F0"/>
                <w:right w:val="single" w:sz="2" w:space="0" w:color="E2E8F0"/>
              </w:divBdr>
              <w:divsChild>
                <w:div w:id="5911649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8350238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86930852">
          <w:marLeft w:val="0"/>
          <w:marRight w:val="0"/>
          <w:marTop w:val="0"/>
          <w:marBottom w:val="0"/>
          <w:divBdr>
            <w:top w:val="single" w:sz="2" w:space="0" w:color="E2E8F0"/>
            <w:left w:val="single" w:sz="2" w:space="0" w:color="E2E8F0"/>
            <w:bottom w:val="single" w:sz="2" w:space="0" w:color="E2E8F0"/>
            <w:right w:val="single" w:sz="2" w:space="0" w:color="E2E8F0"/>
          </w:divBdr>
          <w:divsChild>
            <w:div w:id="570963292">
              <w:marLeft w:val="0"/>
              <w:marRight w:val="0"/>
              <w:marTop w:val="0"/>
              <w:marBottom w:val="0"/>
              <w:divBdr>
                <w:top w:val="single" w:sz="2" w:space="23" w:color="E2E8F0"/>
                <w:left w:val="single" w:sz="2" w:space="31" w:color="E2E8F0"/>
                <w:bottom w:val="single" w:sz="2" w:space="0" w:color="E2E8F0"/>
                <w:right w:val="single" w:sz="2" w:space="31" w:color="E2E8F0"/>
              </w:divBdr>
              <w:divsChild>
                <w:div w:id="18145196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32662518">
              <w:marLeft w:val="0"/>
              <w:marRight w:val="0"/>
              <w:marTop w:val="0"/>
              <w:marBottom w:val="0"/>
              <w:divBdr>
                <w:top w:val="single" w:sz="2" w:space="0" w:color="E2E8F0"/>
                <w:left w:val="single" w:sz="2" w:space="0" w:color="E2E8F0"/>
                <w:bottom w:val="single" w:sz="2" w:space="0" w:color="E2E8F0"/>
                <w:right w:val="single" w:sz="2" w:space="0" w:color="E2E8F0"/>
              </w:divBdr>
              <w:divsChild>
                <w:div w:id="188968562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sChild>
        </w:div>
        <w:div w:id="290404885">
          <w:marLeft w:val="0"/>
          <w:marRight w:val="0"/>
          <w:marTop w:val="750"/>
          <w:marBottom w:val="0"/>
          <w:divBdr>
            <w:top w:val="single" w:sz="2" w:space="0" w:color="E2E8F0"/>
            <w:left w:val="single" w:sz="2" w:space="0" w:color="E2E8F0"/>
            <w:bottom w:val="single" w:sz="2" w:space="0" w:color="E2E8F0"/>
            <w:right w:val="single" w:sz="2" w:space="0" w:color="E2E8F0"/>
          </w:divBdr>
          <w:divsChild>
            <w:div w:id="897320486">
              <w:marLeft w:val="0"/>
              <w:marRight w:val="0"/>
              <w:marTop w:val="0"/>
              <w:marBottom w:val="0"/>
              <w:divBdr>
                <w:top w:val="single" w:sz="2" w:space="0" w:color="E2E8F0"/>
                <w:left w:val="single" w:sz="2" w:space="0" w:color="E2E8F0"/>
                <w:bottom w:val="single" w:sz="2" w:space="0" w:color="E2E8F0"/>
                <w:right w:val="single" w:sz="2" w:space="0" w:color="E2E8F0"/>
              </w:divBdr>
            </w:div>
            <w:div w:id="13366083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66763726">
          <w:marLeft w:val="0"/>
          <w:marRight w:val="0"/>
          <w:marTop w:val="0"/>
          <w:marBottom w:val="0"/>
          <w:divBdr>
            <w:top w:val="single" w:sz="2" w:space="0" w:color="E2E8F0"/>
            <w:left w:val="single" w:sz="2" w:space="0" w:color="E2E8F0"/>
            <w:bottom w:val="single" w:sz="2" w:space="0" w:color="E2E8F0"/>
            <w:right w:val="single" w:sz="2" w:space="0" w:color="E2E8F0"/>
          </w:divBdr>
          <w:divsChild>
            <w:div w:id="125703858">
              <w:marLeft w:val="0"/>
              <w:marRight w:val="0"/>
              <w:marTop w:val="0"/>
              <w:marBottom w:val="0"/>
              <w:divBdr>
                <w:top w:val="single" w:sz="2" w:space="0" w:color="E2E8F0"/>
                <w:left w:val="single" w:sz="2" w:space="0" w:color="E2E8F0"/>
                <w:bottom w:val="single" w:sz="2" w:space="0" w:color="E2E8F0"/>
                <w:right w:val="single" w:sz="2" w:space="0" w:color="E2E8F0"/>
              </w:divBdr>
            </w:div>
            <w:div w:id="752170538">
              <w:marLeft w:val="0"/>
              <w:marRight w:val="0"/>
              <w:marTop w:val="0"/>
              <w:marBottom w:val="0"/>
              <w:divBdr>
                <w:top w:val="single" w:sz="2" w:space="0" w:color="E2E8F0"/>
                <w:left w:val="single" w:sz="2" w:space="0" w:color="E2E8F0"/>
                <w:bottom w:val="single" w:sz="2" w:space="0" w:color="E2E8F0"/>
                <w:right w:val="single" w:sz="2" w:space="0" w:color="E2E8F0"/>
              </w:divBdr>
            </w:div>
            <w:div w:id="1083188400">
              <w:marLeft w:val="0"/>
              <w:marRight w:val="0"/>
              <w:marTop w:val="0"/>
              <w:marBottom w:val="0"/>
              <w:divBdr>
                <w:top w:val="single" w:sz="2" w:space="11" w:color="E2E8F0"/>
                <w:left w:val="single" w:sz="2" w:space="11" w:color="E2E8F0"/>
                <w:bottom w:val="single" w:sz="2" w:space="11" w:color="E2E8F0"/>
                <w:right w:val="single" w:sz="2" w:space="11" w:color="E2E8F0"/>
              </w:divBdr>
              <w:divsChild>
                <w:div w:id="1094085266">
                  <w:marLeft w:val="0"/>
                  <w:marRight w:val="0"/>
                  <w:marTop w:val="0"/>
                  <w:marBottom w:val="0"/>
                  <w:divBdr>
                    <w:top w:val="single" w:sz="2" w:space="0" w:color="E2E8F0"/>
                    <w:left w:val="single" w:sz="2" w:space="0" w:color="E2E8F0"/>
                    <w:bottom w:val="single" w:sz="2" w:space="0" w:color="E2E8F0"/>
                    <w:right w:val="single" w:sz="2" w:space="0" w:color="E2E8F0"/>
                  </w:divBdr>
                </w:div>
                <w:div w:id="20189218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11585876">
          <w:marLeft w:val="0"/>
          <w:marRight w:val="0"/>
          <w:marTop w:val="0"/>
          <w:marBottom w:val="0"/>
          <w:divBdr>
            <w:top w:val="single" w:sz="2" w:space="0" w:color="E2E8F0"/>
            <w:left w:val="single" w:sz="2" w:space="0" w:color="E2E8F0"/>
            <w:bottom w:val="single" w:sz="2" w:space="0" w:color="E2E8F0"/>
            <w:right w:val="single" w:sz="2" w:space="0" w:color="E2E8F0"/>
          </w:divBdr>
          <w:divsChild>
            <w:div w:id="1595088615">
              <w:marLeft w:val="0"/>
              <w:marRight w:val="0"/>
              <w:marTop w:val="0"/>
              <w:marBottom w:val="0"/>
              <w:divBdr>
                <w:top w:val="single" w:sz="2" w:space="11" w:color="E2E8F0"/>
                <w:left w:val="single" w:sz="2" w:space="11" w:color="E2E8F0"/>
                <w:bottom w:val="single" w:sz="2" w:space="11" w:color="E2E8F0"/>
                <w:right w:val="single" w:sz="2" w:space="11" w:color="E2E8F0"/>
              </w:divBdr>
              <w:divsChild>
                <w:div w:id="77295049">
                  <w:marLeft w:val="0"/>
                  <w:marRight w:val="0"/>
                  <w:marTop w:val="0"/>
                  <w:marBottom w:val="0"/>
                  <w:divBdr>
                    <w:top w:val="single" w:sz="2" w:space="4" w:color="E2E8F0"/>
                    <w:left w:val="single" w:sz="2" w:space="0" w:color="E2E8F0"/>
                    <w:bottom w:val="single" w:sz="2" w:space="4" w:color="E2E8F0"/>
                    <w:right w:val="single" w:sz="2" w:space="0" w:color="E2E8F0"/>
                  </w:divBdr>
                </w:div>
                <w:div w:id="29006469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6629612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548687024">
          <w:marLeft w:val="0"/>
          <w:marRight w:val="0"/>
          <w:marTop w:val="0"/>
          <w:marBottom w:val="0"/>
          <w:divBdr>
            <w:top w:val="single" w:sz="2" w:space="0" w:color="E2E8F0"/>
            <w:left w:val="single" w:sz="2" w:space="0" w:color="E2E8F0"/>
            <w:bottom w:val="single" w:sz="2" w:space="0" w:color="E2E8F0"/>
            <w:right w:val="single" w:sz="2" w:space="0" w:color="E2E8F0"/>
          </w:divBdr>
          <w:divsChild>
            <w:div w:id="672680602">
              <w:marLeft w:val="0"/>
              <w:marRight w:val="0"/>
              <w:marTop w:val="0"/>
              <w:marBottom w:val="0"/>
              <w:divBdr>
                <w:top w:val="single" w:sz="2" w:space="0" w:color="E2E8F0"/>
                <w:left w:val="single" w:sz="2" w:space="0" w:color="E2E8F0"/>
                <w:bottom w:val="single" w:sz="2" w:space="0" w:color="E2E8F0"/>
                <w:right w:val="single" w:sz="2" w:space="0" w:color="E2E8F0"/>
              </w:divBdr>
            </w:div>
            <w:div w:id="1215117914">
              <w:marLeft w:val="0"/>
              <w:marRight w:val="0"/>
              <w:marTop w:val="0"/>
              <w:marBottom w:val="0"/>
              <w:divBdr>
                <w:top w:val="single" w:sz="2" w:space="0" w:color="E2E8F0"/>
                <w:left w:val="single" w:sz="2" w:space="11" w:color="E2E8F0"/>
                <w:bottom w:val="single" w:sz="2" w:space="0" w:color="E2E8F0"/>
                <w:right w:val="single" w:sz="2" w:space="0" w:color="E2E8F0"/>
              </w:divBdr>
              <w:divsChild>
                <w:div w:id="14971510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79873364">
          <w:marLeft w:val="0"/>
          <w:marRight w:val="0"/>
          <w:marTop w:val="0"/>
          <w:marBottom w:val="0"/>
          <w:divBdr>
            <w:top w:val="single" w:sz="2" w:space="23" w:color="E2E8F0"/>
            <w:left w:val="single" w:sz="2" w:space="11" w:color="E2E8F0"/>
            <w:bottom w:val="single" w:sz="2" w:space="0" w:color="E2E8F0"/>
            <w:right w:val="single" w:sz="2" w:space="11" w:color="E2E8F0"/>
          </w:divBdr>
          <w:divsChild>
            <w:div w:id="1730836105">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611784984">
          <w:marLeft w:val="0"/>
          <w:marRight w:val="0"/>
          <w:marTop w:val="0"/>
          <w:marBottom w:val="0"/>
          <w:divBdr>
            <w:top w:val="single" w:sz="2" w:space="0" w:color="E2E8F0"/>
            <w:left w:val="single" w:sz="2" w:space="0" w:color="E2E8F0"/>
            <w:bottom w:val="single" w:sz="2" w:space="0" w:color="E2E8F0"/>
            <w:right w:val="single" w:sz="2" w:space="0" w:color="E2E8F0"/>
          </w:divBdr>
          <w:divsChild>
            <w:div w:id="604776130">
              <w:marLeft w:val="0"/>
              <w:marRight w:val="0"/>
              <w:marTop w:val="0"/>
              <w:marBottom w:val="0"/>
              <w:divBdr>
                <w:top w:val="single" w:sz="2" w:space="0" w:color="E2E8F0"/>
                <w:left w:val="single" w:sz="2" w:space="0" w:color="E2E8F0"/>
                <w:bottom w:val="single" w:sz="2" w:space="0" w:color="E2E8F0"/>
                <w:right w:val="single" w:sz="2" w:space="0" w:color="E2E8F0"/>
              </w:divBdr>
            </w:div>
            <w:div w:id="1581331324">
              <w:marLeft w:val="0"/>
              <w:marRight w:val="0"/>
              <w:marTop w:val="0"/>
              <w:marBottom w:val="0"/>
              <w:divBdr>
                <w:top w:val="single" w:sz="2" w:space="0" w:color="E2E8F0"/>
                <w:left w:val="single" w:sz="2" w:space="11" w:color="E2E8F0"/>
                <w:bottom w:val="single" w:sz="2" w:space="0" w:color="E2E8F0"/>
                <w:right w:val="single" w:sz="2" w:space="0" w:color="E2E8F0"/>
              </w:divBdr>
              <w:divsChild>
                <w:div w:id="16520524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24578013">
          <w:marLeft w:val="0"/>
          <w:marRight w:val="0"/>
          <w:marTop w:val="0"/>
          <w:marBottom w:val="0"/>
          <w:divBdr>
            <w:top w:val="single" w:sz="2" w:space="23" w:color="E2E8F0"/>
            <w:left w:val="single" w:sz="2" w:space="11" w:color="E2E8F0"/>
            <w:bottom w:val="single" w:sz="2" w:space="0" w:color="E2E8F0"/>
            <w:right w:val="single" w:sz="2" w:space="11" w:color="E2E8F0"/>
          </w:divBdr>
          <w:divsChild>
            <w:div w:id="37690079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647049756">
          <w:marLeft w:val="0"/>
          <w:marRight w:val="0"/>
          <w:marTop w:val="0"/>
          <w:marBottom w:val="0"/>
          <w:divBdr>
            <w:top w:val="single" w:sz="2" w:space="0" w:color="E2E8F0"/>
            <w:left w:val="single" w:sz="2" w:space="0" w:color="E2E8F0"/>
            <w:bottom w:val="single" w:sz="2" w:space="0" w:color="E2E8F0"/>
            <w:right w:val="single" w:sz="2" w:space="0" w:color="E2E8F0"/>
          </w:divBdr>
          <w:divsChild>
            <w:div w:id="1357121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688676187">
          <w:marLeft w:val="300"/>
          <w:marRight w:val="300"/>
          <w:marTop w:val="225"/>
          <w:marBottom w:val="0"/>
          <w:divBdr>
            <w:top w:val="single" w:sz="2" w:space="0" w:color="E2E8F0"/>
            <w:left w:val="single" w:sz="2" w:space="0" w:color="E2E8F0"/>
            <w:bottom w:val="single" w:sz="2" w:space="0" w:color="E2E8F0"/>
            <w:right w:val="single" w:sz="2" w:space="0" w:color="E2E8F0"/>
          </w:divBdr>
          <w:divsChild>
            <w:div w:id="106044591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906395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39319039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734160385">
          <w:marLeft w:val="0"/>
          <w:marRight w:val="0"/>
          <w:marTop w:val="0"/>
          <w:marBottom w:val="0"/>
          <w:divBdr>
            <w:top w:val="single" w:sz="2" w:space="0" w:color="E2E8F0"/>
            <w:left w:val="single" w:sz="2" w:space="0" w:color="E2E8F0"/>
            <w:bottom w:val="single" w:sz="2" w:space="0" w:color="E2E8F0"/>
            <w:right w:val="single" w:sz="2" w:space="0" w:color="E2E8F0"/>
          </w:divBdr>
          <w:divsChild>
            <w:div w:id="1006520030">
              <w:marLeft w:val="0"/>
              <w:marRight w:val="0"/>
              <w:marTop w:val="0"/>
              <w:marBottom w:val="0"/>
              <w:divBdr>
                <w:top w:val="single" w:sz="2" w:space="0" w:color="E2E8F0"/>
                <w:left w:val="single" w:sz="2" w:space="0" w:color="E2E8F0"/>
                <w:bottom w:val="single" w:sz="2" w:space="0" w:color="E2E8F0"/>
                <w:right w:val="single" w:sz="2" w:space="0" w:color="E2E8F0"/>
              </w:divBdr>
            </w:div>
            <w:div w:id="1446849382">
              <w:marLeft w:val="0"/>
              <w:marRight w:val="0"/>
              <w:marTop w:val="0"/>
              <w:marBottom w:val="0"/>
              <w:divBdr>
                <w:top w:val="single" w:sz="2" w:space="0" w:color="E2E8F0"/>
                <w:left w:val="single" w:sz="2" w:space="0" w:color="E2E8F0"/>
                <w:bottom w:val="single" w:sz="2" w:space="0" w:color="E2E8F0"/>
                <w:right w:val="single" w:sz="2" w:space="0" w:color="E2E8F0"/>
              </w:divBdr>
            </w:div>
            <w:div w:id="1611546623">
              <w:marLeft w:val="0"/>
              <w:marRight w:val="0"/>
              <w:marTop w:val="0"/>
              <w:marBottom w:val="0"/>
              <w:divBdr>
                <w:top w:val="single" w:sz="2" w:space="0" w:color="E2E8F0"/>
                <w:left w:val="single" w:sz="2" w:space="11" w:color="E2E8F0"/>
                <w:bottom w:val="single" w:sz="2" w:space="0" w:color="E2E8F0"/>
                <w:right w:val="single" w:sz="2" w:space="0" w:color="E2E8F0"/>
              </w:divBdr>
              <w:divsChild>
                <w:div w:id="19640717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37442974">
          <w:marLeft w:val="0"/>
          <w:marRight w:val="0"/>
          <w:marTop w:val="450"/>
          <w:marBottom w:val="0"/>
          <w:divBdr>
            <w:top w:val="single" w:sz="2" w:space="0" w:color="E2E8F0"/>
            <w:left w:val="single" w:sz="2" w:space="0" w:color="E2E8F0"/>
            <w:bottom w:val="single" w:sz="2" w:space="0" w:color="E2E8F0"/>
            <w:right w:val="single" w:sz="2" w:space="0" w:color="E2E8F0"/>
          </w:divBdr>
          <w:divsChild>
            <w:div w:id="75605470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755706024">
          <w:marLeft w:val="0"/>
          <w:marRight w:val="0"/>
          <w:marTop w:val="0"/>
          <w:marBottom w:val="0"/>
          <w:divBdr>
            <w:top w:val="single" w:sz="2" w:space="0" w:color="E2E8F0"/>
            <w:left w:val="single" w:sz="2" w:space="0" w:color="E2E8F0"/>
            <w:bottom w:val="single" w:sz="2" w:space="0" w:color="E2E8F0"/>
            <w:right w:val="single" w:sz="2" w:space="0" w:color="E2E8F0"/>
          </w:divBdr>
          <w:divsChild>
            <w:div w:id="1010185451">
              <w:marLeft w:val="0"/>
              <w:marRight w:val="0"/>
              <w:marTop w:val="0"/>
              <w:marBottom w:val="0"/>
              <w:divBdr>
                <w:top w:val="single" w:sz="2" w:space="0" w:color="E2E8F0"/>
                <w:left w:val="single" w:sz="2" w:space="0" w:color="E2E8F0"/>
                <w:bottom w:val="single" w:sz="2" w:space="0" w:color="E2E8F0"/>
                <w:right w:val="single" w:sz="2" w:space="0" w:color="E2E8F0"/>
              </w:divBdr>
            </w:div>
            <w:div w:id="1079868826">
              <w:marLeft w:val="0"/>
              <w:marRight w:val="0"/>
              <w:marTop w:val="0"/>
              <w:marBottom w:val="0"/>
              <w:divBdr>
                <w:top w:val="single" w:sz="2" w:space="11" w:color="E2E8F0"/>
                <w:left w:val="single" w:sz="2" w:space="11" w:color="E2E8F0"/>
                <w:bottom w:val="single" w:sz="2" w:space="11" w:color="E2E8F0"/>
                <w:right w:val="single" w:sz="2" w:space="11" w:color="E2E8F0"/>
              </w:divBdr>
              <w:divsChild>
                <w:div w:id="964045116">
                  <w:marLeft w:val="0"/>
                  <w:marRight w:val="0"/>
                  <w:marTop w:val="0"/>
                  <w:marBottom w:val="0"/>
                  <w:divBdr>
                    <w:top w:val="single" w:sz="2" w:space="0" w:color="E2E8F0"/>
                    <w:left w:val="single" w:sz="2" w:space="0" w:color="E2E8F0"/>
                    <w:bottom w:val="single" w:sz="2" w:space="0" w:color="E2E8F0"/>
                    <w:right w:val="single" w:sz="2" w:space="0" w:color="E2E8F0"/>
                  </w:divBdr>
                </w:div>
                <w:div w:id="19566704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62071921">
          <w:marLeft w:val="0"/>
          <w:marRight w:val="0"/>
          <w:marTop w:val="0"/>
          <w:marBottom w:val="0"/>
          <w:divBdr>
            <w:top w:val="single" w:sz="2" w:space="0" w:color="E2E8F0"/>
            <w:left w:val="single" w:sz="2" w:space="0" w:color="E2E8F0"/>
            <w:bottom w:val="single" w:sz="2" w:space="0" w:color="E2E8F0"/>
            <w:right w:val="single" w:sz="2" w:space="0" w:color="E2E8F0"/>
          </w:divBdr>
          <w:divsChild>
            <w:div w:id="411204452">
              <w:marLeft w:val="0"/>
              <w:marRight w:val="0"/>
              <w:marTop w:val="0"/>
              <w:marBottom w:val="0"/>
              <w:divBdr>
                <w:top w:val="single" w:sz="2" w:space="0" w:color="E2E8F0"/>
                <w:left w:val="single" w:sz="2" w:space="0" w:color="E2E8F0"/>
                <w:bottom w:val="single" w:sz="2" w:space="0" w:color="E2E8F0"/>
                <w:right w:val="single" w:sz="2" w:space="0" w:color="E2E8F0"/>
              </w:divBdr>
            </w:div>
            <w:div w:id="1418944536">
              <w:marLeft w:val="0"/>
              <w:marRight w:val="0"/>
              <w:marTop w:val="0"/>
              <w:marBottom w:val="0"/>
              <w:divBdr>
                <w:top w:val="single" w:sz="2" w:space="0" w:color="E2E8F0"/>
                <w:left w:val="single" w:sz="2" w:space="11" w:color="E2E8F0"/>
                <w:bottom w:val="single" w:sz="2" w:space="0" w:color="E2E8F0"/>
                <w:right w:val="single" w:sz="2" w:space="0" w:color="E2E8F0"/>
              </w:divBdr>
              <w:divsChild>
                <w:div w:id="18369172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4320478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72093509">
          <w:marLeft w:val="0"/>
          <w:marRight w:val="0"/>
          <w:marTop w:val="0"/>
          <w:marBottom w:val="0"/>
          <w:divBdr>
            <w:top w:val="single" w:sz="2" w:space="0" w:color="E2E8F0"/>
            <w:left w:val="single" w:sz="2" w:space="0" w:color="E2E8F0"/>
            <w:bottom w:val="single" w:sz="2" w:space="0" w:color="E2E8F0"/>
            <w:right w:val="single" w:sz="2" w:space="0" w:color="E2E8F0"/>
          </w:divBdr>
          <w:divsChild>
            <w:div w:id="749352521">
              <w:marLeft w:val="0"/>
              <w:marRight w:val="0"/>
              <w:marTop w:val="0"/>
              <w:marBottom w:val="0"/>
              <w:divBdr>
                <w:top w:val="single" w:sz="2" w:space="0" w:color="E2E8F0"/>
                <w:left w:val="single" w:sz="2" w:space="0" w:color="E2E8F0"/>
                <w:bottom w:val="single" w:sz="2" w:space="0" w:color="E2E8F0"/>
                <w:right w:val="single" w:sz="2" w:space="0" w:color="E2E8F0"/>
              </w:divBdr>
            </w:div>
            <w:div w:id="1878155876">
              <w:marLeft w:val="0"/>
              <w:marRight w:val="0"/>
              <w:marTop w:val="0"/>
              <w:marBottom w:val="0"/>
              <w:divBdr>
                <w:top w:val="single" w:sz="2" w:space="0" w:color="E2E8F0"/>
                <w:left w:val="single" w:sz="2" w:space="11" w:color="E2E8F0"/>
                <w:bottom w:val="single" w:sz="2" w:space="0" w:color="E2E8F0"/>
                <w:right w:val="single" w:sz="2" w:space="0" w:color="E2E8F0"/>
              </w:divBdr>
              <w:divsChild>
                <w:div w:id="90761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89933398">
          <w:marLeft w:val="0"/>
          <w:marRight w:val="0"/>
          <w:marTop w:val="0"/>
          <w:marBottom w:val="0"/>
          <w:divBdr>
            <w:top w:val="single" w:sz="2" w:space="0" w:color="E2E8F0"/>
            <w:left w:val="single" w:sz="2" w:space="0" w:color="E2E8F0"/>
            <w:bottom w:val="single" w:sz="2" w:space="0" w:color="E2E8F0"/>
            <w:right w:val="single" w:sz="2" w:space="0" w:color="E2E8F0"/>
          </w:divBdr>
          <w:divsChild>
            <w:div w:id="1158155644">
              <w:marLeft w:val="0"/>
              <w:marRight w:val="0"/>
              <w:marTop w:val="0"/>
              <w:marBottom w:val="0"/>
              <w:divBdr>
                <w:top w:val="single" w:sz="2" w:space="0" w:color="E2E8F0"/>
                <w:left w:val="single" w:sz="2" w:space="0" w:color="E2E8F0"/>
                <w:bottom w:val="single" w:sz="2" w:space="0" w:color="E2E8F0"/>
                <w:right w:val="single" w:sz="2" w:space="0" w:color="E2E8F0"/>
              </w:divBdr>
            </w:div>
            <w:div w:id="1782146480">
              <w:marLeft w:val="0"/>
              <w:marRight w:val="0"/>
              <w:marTop w:val="0"/>
              <w:marBottom w:val="0"/>
              <w:divBdr>
                <w:top w:val="single" w:sz="2" w:space="0" w:color="E2E8F0"/>
                <w:left w:val="single" w:sz="2" w:space="11" w:color="E2E8F0"/>
                <w:bottom w:val="single" w:sz="2" w:space="0" w:color="E2E8F0"/>
                <w:right w:val="single" w:sz="2" w:space="0" w:color="E2E8F0"/>
              </w:divBdr>
              <w:divsChild>
                <w:div w:id="140282537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97188463">
          <w:marLeft w:val="0"/>
          <w:marRight w:val="0"/>
          <w:marTop w:val="0"/>
          <w:marBottom w:val="0"/>
          <w:divBdr>
            <w:top w:val="single" w:sz="2" w:space="0" w:color="E2E8F0"/>
            <w:left w:val="single" w:sz="2" w:space="0" w:color="E2E8F0"/>
            <w:bottom w:val="single" w:sz="2" w:space="0" w:color="E2E8F0"/>
            <w:right w:val="single" w:sz="2" w:space="0" w:color="E2E8F0"/>
          </w:divBdr>
          <w:divsChild>
            <w:div w:id="901645460">
              <w:marLeft w:val="0"/>
              <w:marRight w:val="0"/>
              <w:marTop w:val="0"/>
              <w:marBottom w:val="0"/>
              <w:divBdr>
                <w:top w:val="single" w:sz="2" w:space="11" w:color="E2E8F0"/>
                <w:left w:val="single" w:sz="2" w:space="11" w:color="E2E8F0"/>
                <w:bottom w:val="single" w:sz="2" w:space="11" w:color="E2E8F0"/>
                <w:right w:val="single" w:sz="2" w:space="11" w:color="E2E8F0"/>
              </w:divBdr>
              <w:divsChild>
                <w:div w:id="876116441">
                  <w:marLeft w:val="0"/>
                  <w:marRight w:val="0"/>
                  <w:marTop w:val="0"/>
                  <w:marBottom w:val="0"/>
                  <w:divBdr>
                    <w:top w:val="single" w:sz="2" w:space="0" w:color="E2E8F0"/>
                    <w:left w:val="single" w:sz="2" w:space="0" w:color="E2E8F0"/>
                    <w:bottom w:val="single" w:sz="2" w:space="0" w:color="E2E8F0"/>
                    <w:right w:val="single" w:sz="2" w:space="0" w:color="E2E8F0"/>
                  </w:divBdr>
                </w:div>
                <w:div w:id="192179050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3319431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816411571">
          <w:marLeft w:val="0"/>
          <w:marRight w:val="0"/>
          <w:marTop w:val="0"/>
          <w:marBottom w:val="0"/>
          <w:divBdr>
            <w:top w:val="single" w:sz="2" w:space="0" w:color="E2E8F0"/>
            <w:left w:val="single" w:sz="2" w:space="0" w:color="E2E8F0"/>
            <w:bottom w:val="single" w:sz="2" w:space="0" w:color="E2E8F0"/>
            <w:right w:val="single" w:sz="2" w:space="0" w:color="E2E8F0"/>
          </w:divBdr>
          <w:divsChild>
            <w:div w:id="345597006">
              <w:marLeft w:val="0"/>
              <w:marRight w:val="0"/>
              <w:marTop w:val="0"/>
              <w:marBottom w:val="0"/>
              <w:divBdr>
                <w:top w:val="single" w:sz="2" w:space="0" w:color="E2E8F0"/>
                <w:left w:val="single" w:sz="2" w:space="11" w:color="E2E8F0"/>
                <w:bottom w:val="single" w:sz="2" w:space="0" w:color="E2E8F0"/>
                <w:right w:val="single" w:sz="2" w:space="0" w:color="E2E8F0"/>
              </w:divBdr>
              <w:divsChild>
                <w:div w:id="5841898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0858766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862863022">
          <w:marLeft w:val="0"/>
          <w:marRight w:val="0"/>
          <w:marTop w:val="0"/>
          <w:marBottom w:val="0"/>
          <w:divBdr>
            <w:top w:val="single" w:sz="2" w:space="0" w:color="E2E8F0"/>
            <w:left w:val="single" w:sz="2" w:space="0" w:color="E2E8F0"/>
            <w:bottom w:val="single" w:sz="2" w:space="0" w:color="E2E8F0"/>
            <w:right w:val="single" w:sz="2" w:space="0" w:color="E2E8F0"/>
          </w:divBdr>
          <w:divsChild>
            <w:div w:id="683940810">
              <w:marLeft w:val="0"/>
              <w:marRight w:val="0"/>
              <w:marTop w:val="0"/>
              <w:marBottom w:val="0"/>
              <w:divBdr>
                <w:top w:val="single" w:sz="2" w:space="0" w:color="E2E8F0"/>
                <w:left w:val="single" w:sz="2" w:space="11" w:color="E2E8F0"/>
                <w:bottom w:val="single" w:sz="2" w:space="0" w:color="E2E8F0"/>
                <w:right w:val="single" w:sz="2" w:space="0" w:color="E2E8F0"/>
              </w:divBdr>
              <w:divsChild>
                <w:div w:id="12652666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0301083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892498698">
          <w:marLeft w:val="0"/>
          <w:marRight w:val="0"/>
          <w:marTop w:val="0"/>
          <w:marBottom w:val="0"/>
          <w:divBdr>
            <w:top w:val="single" w:sz="2" w:space="0" w:color="E2E8F0"/>
            <w:left w:val="single" w:sz="2" w:space="0" w:color="E2E8F0"/>
            <w:bottom w:val="single" w:sz="2" w:space="0" w:color="E2E8F0"/>
            <w:right w:val="single" w:sz="2" w:space="0" w:color="E2E8F0"/>
          </w:divBdr>
          <w:divsChild>
            <w:div w:id="854269758">
              <w:marLeft w:val="0"/>
              <w:marRight w:val="0"/>
              <w:marTop w:val="0"/>
              <w:marBottom w:val="0"/>
              <w:divBdr>
                <w:top w:val="single" w:sz="2" w:space="0" w:color="E2E8F0"/>
                <w:left w:val="single" w:sz="2" w:space="0" w:color="E2E8F0"/>
                <w:bottom w:val="single" w:sz="2" w:space="0" w:color="E2E8F0"/>
                <w:right w:val="single" w:sz="2" w:space="0" w:color="E2E8F0"/>
              </w:divBdr>
            </w:div>
            <w:div w:id="2032141994">
              <w:marLeft w:val="0"/>
              <w:marRight w:val="0"/>
              <w:marTop w:val="0"/>
              <w:marBottom w:val="0"/>
              <w:divBdr>
                <w:top w:val="single" w:sz="2" w:space="0" w:color="E2E8F0"/>
                <w:left w:val="single" w:sz="2" w:space="11" w:color="E2E8F0"/>
                <w:bottom w:val="single" w:sz="2" w:space="0" w:color="E2E8F0"/>
                <w:right w:val="single" w:sz="2" w:space="0" w:color="E2E8F0"/>
              </w:divBdr>
              <w:divsChild>
                <w:div w:id="55693967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95553438">
          <w:marLeft w:val="0"/>
          <w:marRight w:val="0"/>
          <w:marTop w:val="450"/>
          <w:marBottom w:val="0"/>
          <w:divBdr>
            <w:top w:val="single" w:sz="2" w:space="0" w:color="E2E8F0"/>
            <w:left w:val="single" w:sz="2" w:space="0" w:color="E2E8F0"/>
            <w:bottom w:val="single" w:sz="2" w:space="0" w:color="E2E8F0"/>
            <w:right w:val="single" w:sz="2" w:space="0" w:color="E2E8F0"/>
          </w:divBdr>
          <w:divsChild>
            <w:div w:id="193805241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011760697">
          <w:marLeft w:val="0"/>
          <w:marRight w:val="0"/>
          <w:marTop w:val="0"/>
          <w:marBottom w:val="0"/>
          <w:divBdr>
            <w:top w:val="single" w:sz="2" w:space="0" w:color="E2E8F0"/>
            <w:left w:val="single" w:sz="2" w:space="0" w:color="E2E8F0"/>
            <w:bottom w:val="single" w:sz="2" w:space="0" w:color="E2E8F0"/>
            <w:right w:val="single" w:sz="2" w:space="0" w:color="E2E8F0"/>
          </w:divBdr>
          <w:divsChild>
            <w:div w:id="1915508539">
              <w:marLeft w:val="0"/>
              <w:marRight w:val="0"/>
              <w:marTop w:val="0"/>
              <w:marBottom w:val="0"/>
              <w:divBdr>
                <w:top w:val="single" w:sz="2" w:space="0" w:color="E2E8F0"/>
                <w:left w:val="single" w:sz="2" w:space="0" w:color="E2E8F0"/>
                <w:bottom w:val="single" w:sz="2" w:space="0" w:color="E2E8F0"/>
                <w:right w:val="single" w:sz="2" w:space="0" w:color="E2E8F0"/>
              </w:divBdr>
            </w:div>
            <w:div w:id="2027244507">
              <w:marLeft w:val="0"/>
              <w:marRight w:val="0"/>
              <w:marTop w:val="0"/>
              <w:marBottom w:val="0"/>
              <w:divBdr>
                <w:top w:val="single" w:sz="2" w:space="11" w:color="E2E8F0"/>
                <w:left w:val="single" w:sz="2" w:space="11" w:color="E2E8F0"/>
                <w:bottom w:val="single" w:sz="2" w:space="11" w:color="E2E8F0"/>
                <w:right w:val="single" w:sz="2" w:space="11" w:color="E2E8F0"/>
              </w:divBdr>
              <w:divsChild>
                <w:div w:id="42568607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15688183">
          <w:marLeft w:val="0"/>
          <w:marRight w:val="0"/>
          <w:marTop w:val="0"/>
          <w:marBottom w:val="0"/>
          <w:divBdr>
            <w:top w:val="single" w:sz="2" w:space="0" w:color="E2E8F0"/>
            <w:left w:val="single" w:sz="2" w:space="0" w:color="E2E8F0"/>
            <w:bottom w:val="single" w:sz="2" w:space="0" w:color="E2E8F0"/>
            <w:right w:val="single" w:sz="2" w:space="0" w:color="E2E8F0"/>
          </w:divBdr>
          <w:divsChild>
            <w:div w:id="109710428">
              <w:marLeft w:val="0"/>
              <w:marRight w:val="0"/>
              <w:marTop w:val="0"/>
              <w:marBottom w:val="0"/>
              <w:divBdr>
                <w:top w:val="single" w:sz="2" w:space="0" w:color="E2E8F0"/>
                <w:left w:val="single" w:sz="2" w:space="0" w:color="E2E8F0"/>
                <w:bottom w:val="single" w:sz="2" w:space="0" w:color="E2E8F0"/>
                <w:right w:val="single" w:sz="2" w:space="0" w:color="E2E8F0"/>
              </w:divBdr>
            </w:div>
            <w:div w:id="332757719">
              <w:marLeft w:val="0"/>
              <w:marRight w:val="0"/>
              <w:marTop w:val="0"/>
              <w:marBottom w:val="0"/>
              <w:divBdr>
                <w:top w:val="single" w:sz="2" w:space="0" w:color="E2E8F0"/>
                <w:left w:val="single" w:sz="2" w:space="11" w:color="E2E8F0"/>
                <w:bottom w:val="single" w:sz="2" w:space="0" w:color="E2E8F0"/>
                <w:right w:val="single" w:sz="2" w:space="0" w:color="E2E8F0"/>
              </w:divBdr>
              <w:divsChild>
                <w:div w:id="889658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25323288">
          <w:marLeft w:val="0"/>
          <w:marRight w:val="0"/>
          <w:marTop w:val="0"/>
          <w:marBottom w:val="0"/>
          <w:divBdr>
            <w:top w:val="single" w:sz="2" w:space="0" w:color="E2E8F0"/>
            <w:left w:val="single" w:sz="2" w:space="0" w:color="E2E8F0"/>
            <w:bottom w:val="single" w:sz="2" w:space="0" w:color="E2E8F0"/>
            <w:right w:val="single" w:sz="2" w:space="0" w:color="E2E8F0"/>
          </w:divBdr>
          <w:divsChild>
            <w:div w:id="850027565">
              <w:marLeft w:val="0"/>
              <w:marRight w:val="0"/>
              <w:marTop w:val="0"/>
              <w:marBottom w:val="0"/>
              <w:divBdr>
                <w:top w:val="single" w:sz="2" w:space="0" w:color="E2E8F0"/>
                <w:left w:val="single" w:sz="2" w:space="11" w:color="E2E8F0"/>
                <w:bottom w:val="single" w:sz="2" w:space="0" w:color="E2E8F0"/>
                <w:right w:val="single" w:sz="2" w:space="0" w:color="E2E8F0"/>
              </w:divBdr>
              <w:divsChild>
                <w:div w:id="199322943">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8649462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48728004">
          <w:marLeft w:val="0"/>
          <w:marRight w:val="0"/>
          <w:marTop w:val="0"/>
          <w:marBottom w:val="0"/>
          <w:divBdr>
            <w:top w:val="single" w:sz="2" w:space="0" w:color="E2E8F0"/>
            <w:left w:val="single" w:sz="2" w:space="0" w:color="E2E8F0"/>
            <w:bottom w:val="single" w:sz="2" w:space="0" w:color="E2E8F0"/>
            <w:right w:val="single" w:sz="2" w:space="0" w:color="E2E8F0"/>
          </w:divBdr>
          <w:divsChild>
            <w:div w:id="100490193">
              <w:marLeft w:val="0"/>
              <w:marRight w:val="0"/>
              <w:marTop w:val="0"/>
              <w:marBottom w:val="0"/>
              <w:divBdr>
                <w:top w:val="single" w:sz="2" w:space="0" w:color="E2E8F0"/>
                <w:left w:val="single" w:sz="2" w:space="0" w:color="E2E8F0"/>
                <w:bottom w:val="single" w:sz="2" w:space="0" w:color="E2E8F0"/>
                <w:right w:val="single" w:sz="2" w:space="0" w:color="E2E8F0"/>
              </w:divBdr>
            </w:div>
            <w:div w:id="1451322784">
              <w:marLeft w:val="0"/>
              <w:marRight w:val="0"/>
              <w:marTop w:val="0"/>
              <w:marBottom w:val="0"/>
              <w:divBdr>
                <w:top w:val="single" w:sz="2" w:space="0" w:color="E2E8F0"/>
                <w:left w:val="single" w:sz="2" w:space="11" w:color="E2E8F0"/>
                <w:bottom w:val="single" w:sz="2" w:space="0" w:color="E2E8F0"/>
                <w:right w:val="single" w:sz="2" w:space="0" w:color="E2E8F0"/>
              </w:divBdr>
              <w:divsChild>
                <w:div w:id="12212069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69428465">
          <w:marLeft w:val="0"/>
          <w:marRight w:val="0"/>
          <w:marTop w:val="0"/>
          <w:marBottom w:val="0"/>
          <w:divBdr>
            <w:top w:val="single" w:sz="2" w:space="0" w:color="E2E8F0"/>
            <w:left w:val="single" w:sz="2" w:space="0" w:color="E2E8F0"/>
            <w:bottom w:val="single" w:sz="2" w:space="0" w:color="E2E8F0"/>
            <w:right w:val="single" w:sz="2" w:space="0" w:color="E2E8F0"/>
          </w:divBdr>
          <w:divsChild>
            <w:div w:id="897520406">
              <w:marLeft w:val="0"/>
              <w:marRight w:val="0"/>
              <w:marTop w:val="0"/>
              <w:marBottom w:val="0"/>
              <w:divBdr>
                <w:top w:val="single" w:sz="2" w:space="11" w:color="E2E8F0"/>
                <w:left w:val="single" w:sz="2" w:space="11" w:color="E2E8F0"/>
                <w:bottom w:val="single" w:sz="2" w:space="11" w:color="E2E8F0"/>
                <w:right w:val="single" w:sz="2" w:space="11" w:color="E2E8F0"/>
              </w:divBdr>
              <w:divsChild>
                <w:div w:id="894389201">
                  <w:marLeft w:val="0"/>
                  <w:marRight w:val="0"/>
                  <w:marTop w:val="0"/>
                  <w:marBottom w:val="0"/>
                  <w:divBdr>
                    <w:top w:val="single" w:sz="2" w:space="0" w:color="E2E8F0"/>
                    <w:left w:val="single" w:sz="2" w:space="0" w:color="E2E8F0"/>
                    <w:bottom w:val="single" w:sz="2" w:space="0" w:color="E2E8F0"/>
                    <w:right w:val="single" w:sz="2" w:space="0" w:color="E2E8F0"/>
                  </w:divBdr>
                </w:div>
                <w:div w:id="121223109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297130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08156770">
          <w:marLeft w:val="0"/>
          <w:marRight w:val="0"/>
          <w:marTop w:val="0"/>
          <w:marBottom w:val="0"/>
          <w:divBdr>
            <w:top w:val="single" w:sz="2" w:space="0" w:color="E2E8F0"/>
            <w:left w:val="single" w:sz="2" w:space="0" w:color="E2E8F0"/>
            <w:bottom w:val="single" w:sz="2" w:space="0" w:color="E2E8F0"/>
            <w:right w:val="single" w:sz="2" w:space="0" w:color="E2E8F0"/>
          </w:divBdr>
          <w:divsChild>
            <w:div w:id="62073664">
              <w:marLeft w:val="0"/>
              <w:marRight w:val="0"/>
              <w:marTop w:val="0"/>
              <w:marBottom w:val="0"/>
              <w:divBdr>
                <w:top w:val="single" w:sz="2" w:space="0" w:color="E2E8F0"/>
                <w:left w:val="single" w:sz="2" w:space="11" w:color="E2E8F0"/>
                <w:bottom w:val="single" w:sz="2" w:space="0" w:color="E2E8F0"/>
                <w:right w:val="single" w:sz="2" w:space="0" w:color="E2E8F0"/>
              </w:divBdr>
              <w:divsChild>
                <w:div w:id="14931069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50810535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16632878">
          <w:marLeft w:val="300"/>
          <w:marRight w:val="300"/>
          <w:marTop w:val="225"/>
          <w:marBottom w:val="0"/>
          <w:divBdr>
            <w:top w:val="single" w:sz="2" w:space="0" w:color="E2E8F0"/>
            <w:left w:val="single" w:sz="2" w:space="0" w:color="E2E8F0"/>
            <w:bottom w:val="single" w:sz="2" w:space="0" w:color="E2E8F0"/>
            <w:right w:val="single" w:sz="2" w:space="0" w:color="E2E8F0"/>
          </w:divBdr>
          <w:divsChild>
            <w:div w:id="68039543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145970387">
          <w:marLeft w:val="0"/>
          <w:marRight w:val="0"/>
          <w:marTop w:val="0"/>
          <w:marBottom w:val="0"/>
          <w:divBdr>
            <w:top w:val="single" w:sz="2" w:space="0" w:color="E2E8F0"/>
            <w:left w:val="single" w:sz="2" w:space="0" w:color="E2E8F0"/>
            <w:bottom w:val="single" w:sz="2" w:space="0" w:color="E2E8F0"/>
            <w:right w:val="single" w:sz="2" w:space="0" w:color="E2E8F0"/>
          </w:divBdr>
          <w:divsChild>
            <w:div w:id="1273628044">
              <w:marLeft w:val="0"/>
              <w:marRight w:val="0"/>
              <w:marTop w:val="0"/>
              <w:marBottom w:val="0"/>
              <w:divBdr>
                <w:top w:val="single" w:sz="2" w:space="0" w:color="E2E8F0"/>
                <w:left w:val="single" w:sz="2" w:space="0" w:color="E2E8F0"/>
                <w:bottom w:val="single" w:sz="2" w:space="0" w:color="E2E8F0"/>
                <w:right w:val="single" w:sz="2" w:space="0" w:color="E2E8F0"/>
              </w:divBdr>
            </w:div>
            <w:div w:id="1683702260">
              <w:marLeft w:val="0"/>
              <w:marRight w:val="0"/>
              <w:marTop w:val="0"/>
              <w:marBottom w:val="0"/>
              <w:divBdr>
                <w:top w:val="single" w:sz="2" w:space="0" w:color="E2E8F0"/>
                <w:left w:val="single" w:sz="2" w:space="11" w:color="E2E8F0"/>
                <w:bottom w:val="single" w:sz="2" w:space="0" w:color="E2E8F0"/>
                <w:right w:val="single" w:sz="2" w:space="0" w:color="E2E8F0"/>
              </w:divBdr>
              <w:divsChild>
                <w:div w:id="1560633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59558579">
          <w:marLeft w:val="0"/>
          <w:marRight w:val="0"/>
          <w:marTop w:val="0"/>
          <w:marBottom w:val="0"/>
          <w:divBdr>
            <w:top w:val="single" w:sz="2" w:space="0" w:color="E2E8F0"/>
            <w:left w:val="single" w:sz="2" w:space="0" w:color="E2E8F0"/>
            <w:bottom w:val="single" w:sz="2" w:space="0" w:color="E2E8F0"/>
            <w:right w:val="single" w:sz="2" w:space="0" w:color="E2E8F0"/>
          </w:divBdr>
          <w:divsChild>
            <w:div w:id="907303436">
              <w:marLeft w:val="0"/>
              <w:marRight w:val="0"/>
              <w:marTop w:val="0"/>
              <w:marBottom w:val="0"/>
              <w:divBdr>
                <w:top w:val="single" w:sz="2" w:space="0" w:color="E2E8F0"/>
                <w:left w:val="single" w:sz="2" w:space="0" w:color="E2E8F0"/>
                <w:bottom w:val="single" w:sz="2" w:space="0" w:color="E2E8F0"/>
                <w:right w:val="single" w:sz="2" w:space="0" w:color="E2E8F0"/>
              </w:divBdr>
            </w:div>
            <w:div w:id="1029111816">
              <w:marLeft w:val="0"/>
              <w:marRight w:val="0"/>
              <w:marTop w:val="0"/>
              <w:marBottom w:val="0"/>
              <w:divBdr>
                <w:top w:val="single" w:sz="2" w:space="0" w:color="E2E8F0"/>
                <w:left w:val="single" w:sz="2" w:space="11" w:color="E2E8F0"/>
                <w:bottom w:val="single" w:sz="2" w:space="0" w:color="E2E8F0"/>
                <w:right w:val="single" w:sz="2" w:space="0" w:color="E2E8F0"/>
              </w:divBdr>
              <w:divsChild>
                <w:div w:id="366299923">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5334978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68002290">
          <w:marLeft w:val="0"/>
          <w:marRight w:val="0"/>
          <w:marTop w:val="0"/>
          <w:marBottom w:val="0"/>
          <w:divBdr>
            <w:top w:val="single" w:sz="2" w:space="0" w:color="E2E8F0"/>
            <w:left w:val="single" w:sz="2" w:space="0" w:color="E2E8F0"/>
            <w:bottom w:val="single" w:sz="2" w:space="0" w:color="E2E8F0"/>
            <w:right w:val="single" w:sz="2" w:space="0" w:color="E2E8F0"/>
          </w:divBdr>
          <w:divsChild>
            <w:div w:id="1483692524">
              <w:marLeft w:val="0"/>
              <w:marRight w:val="0"/>
              <w:marTop w:val="0"/>
              <w:marBottom w:val="0"/>
              <w:divBdr>
                <w:top w:val="single" w:sz="2" w:space="0" w:color="E2E8F0"/>
                <w:left w:val="single" w:sz="2" w:space="0" w:color="E2E8F0"/>
                <w:bottom w:val="single" w:sz="2" w:space="0" w:color="E2E8F0"/>
                <w:right w:val="single" w:sz="2" w:space="0" w:color="E2E8F0"/>
              </w:divBdr>
            </w:div>
            <w:div w:id="1768193238">
              <w:marLeft w:val="0"/>
              <w:marRight w:val="0"/>
              <w:marTop w:val="0"/>
              <w:marBottom w:val="0"/>
              <w:divBdr>
                <w:top w:val="single" w:sz="2" w:space="0" w:color="E2E8F0"/>
                <w:left w:val="single" w:sz="2" w:space="11" w:color="E2E8F0"/>
                <w:bottom w:val="single" w:sz="2" w:space="0" w:color="E2E8F0"/>
                <w:right w:val="single" w:sz="2" w:space="0" w:color="E2E8F0"/>
              </w:divBdr>
              <w:divsChild>
                <w:div w:id="13318367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939358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8143215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289506772">
          <w:marLeft w:val="0"/>
          <w:marRight w:val="0"/>
          <w:marTop w:val="0"/>
          <w:marBottom w:val="0"/>
          <w:divBdr>
            <w:top w:val="single" w:sz="2" w:space="0" w:color="E2E8F0"/>
            <w:left w:val="single" w:sz="2" w:space="0" w:color="E2E8F0"/>
            <w:bottom w:val="single" w:sz="2" w:space="0" w:color="E2E8F0"/>
            <w:right w:val="single" w:sz="2" w:space="0" w:color="E2E8F0"/>
          </w:divBdr>
          <w:divsChild>
            <w:div w:id="283660759">
              <w:marLeft w:val="0"/>
              <w:marRight w:val="0"/>
              <w:marTop w:val="0"/>
              <w:marBottom w:val="0"/>
              <w:divBdr>
                <w:top w:val="single" w:sz="2" w:space="0" w:color="E2E8F0"/>
                <w:left w:val="single" w:sz="2" w:space="11" w:color="E2E8F0"/>
                <w:bottom w:val="single" w:sz="2" w:space="0" w:color="E2E8F0"/>
                <w:right w:val="single" w:sz="2" w:space="0" w:color="E2E8F0"/>
              </w:divBdr>
              <w:divsChild>
                <w:div w:id="136984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6229228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61124699">
          <w:marLeft w:val="0"/>
          <w:marRight w:val="0"/>
          <w:marTop w:val="0"/>
          <w:marBottom w:val="0"/>
          <w:divBdr>
            <w:top w:val="single" w:sz="2" w:space="0" w:color="E2E8F0"/>
            <w:left w:val="single" w:sz="2" w:space="0" w:color="E2E8F0"/>
            <w:bottom w:val="single" w:sz="2" w:space="0" w:color="E2E8F0"/>
            <w:right w:val="single" w:sz="2" w:space="0" w:color="E2E8F0"/>
          </w:divBdr>
          <w:divsChild>
            <w:div w:id="885064363">
              <w:marLeft w:val="0"/>
              <w:marRight w:val="0"/>
              <w:marTop w:val="0"/>
              <w:marBottom w:val="0"/>
              <w:divBdr>
                <w:top w:val="single" w:sz="2" w:space="0" w:color="E2E8F0"/>
                <w:left w:val="single" w:sz="2" w:space="11" w:color="E2E8F0"/>
                <w:bottom w:val="single" w:sz="2" w:space="0" w:color="E2E8F0"/>
                <w:right w:val="single" w:sz="2" w:space="0" w:color="E2E8F0"/>
              </w:divBdr>
              <w:divsChild>
                <w:div w:id="14851268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08645626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0031875">
          <w:marLeft w:val="0"/>
          <w:marRight w:val="0"/>
          <w:marTop w:val="0"/>
          <w:marBottom w:val="0"/>
          <w:divBdr>
            <w:top w:val="single" w:sz="2" w:space="0" w:color="E2E8F0"/>
            <w:left w:val="single" w:sz="2" w:space="0" w:color="E2E8F0"/>
            <w:bottom w:val="single" w:sz="2" w:space="0" w:color="E2E8F0"/>
            <w:right w:val="single" w:sz="2" w:space="0" w:color="E2E8F0"/>
          </w:divBdr>
          <w:divsChild>
            <w:div w:id="856582560">
              <w:marLeft w:val="0"/>
              <w:marRight w:val="0"/>
              <w:marTop w:val="0"/>
              <w:marBottom w:val="0"/>
              <w:divBdr>
                <w:top w:val="single" w:sz="2" w:space="11" w:color="E2E8F0"/>
                <w:left w:val="single" w:sz="2" w:space="11" w:color="E2E8F0"/>
                <w:bottom w:val="single" w:sz="2" w:space="11" w:color="E2E8F0"/>
                <w:right w:val="single" w:sz="2" w:space="11" w:color="E2E8F0"/>
              </w:divBdr>
              <w:divsChild>
                <w:div w:id="1139305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86810090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3308800">
          <w:marLeft w:val="0"/>
          <w:marRight w:val="0"/>
          <w:marTop w:val="0"/>
          <w:marBottom w:val="0"/>
          <w:divBdr>
            <w:top w:val="single" w:sz="2" w:space="0" w:color="E2E8F0"/>
            <w:left w:val="single" w:sz="2" w:space="0" w:color="E2E8F0"/>
            <w:bottom w:val="single" w:sz="2" w:space="0" w:color="E2E8F0"/>
            <w:right w:val="single" w:sz="2" w:space="0" w:color="E2E8F0"/>
          </w:divBdr>
          <w:divsChild>
            <w:div w:id="800532876">
              <w:marLeft w:val="0"/>
              <w:marRight w:val="0"/>
              <w:marTop w:val="0"/>
              <w:marBottom w:val="0"/>
              <w:divBdr>
                <w:top w:val="single" w:sz="2" w:space="0" w:color="E2E8F0"/>
                <w:left w:val="single" w:sz="2" w:space="0" w:color="E2E8F0"/>
                <w:bottom w:val="single" w:sz="2" w:space="0" w:color="E2E8F0"/>
                <w:right w:val="single" w:sz="2" w:space="0" w:color="E2E8F0"/>
              </w:divBdr>
              <w:divsChild>
                <w:div w:id="65387749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03672334">
          <w:marLeft w:val="0"/>
          <w:marRight w:val="0"/>
          <w:marTop w:val="0"/>
          <w:marBottom w:val="0"/>
          <w:divBdr>
            <w:top w:val="single" w:sz="2" w:space="0" w:color="E2E8F0"/>
            <w:left w:val="single" w:sz="2" w:space="0" w:color="E2E8F0"/>
            <w:bottom w:val="single" w:sz="2" w:space="0" w:color="E2E8F0"/>
            <w:right w:val="single" w:sz="2" w:space="0" w:color="E2E8F0"/>
          </w:divBdr>
          <w:divsChild>
            <w:div w:id="29690069">
              <w:marLeft w:val="0"/>
              <w:marRight w:val="0"/>
              <w:marTop w:val="0"/>
              <w:marBottom w:val="0"/>
              <w:divBdr>
                <w:top w:val="single" w:sz="2" w:space="0" w:color="E2E8F0"/>
                <w:left w:val="single" w:sz="2" w:space="0" w:color="E2E8F0"/>
                <w:bottom w:val="single" w:sz="2" w:space="0" w:color="E2E8F0"/>
                <w:right w:val="single" w:sz="2" w:space="0" w:color="E2E8F0"/>
              </w:divBdr>
            </w:div>
            <w:div w:id="1342977190">
              <w:marLeft w:val="0"/>
              <w:marRight w:val="0"/>
              <w:marTop w:val="0"/>
              <w:marBottom w:val="0"/>
              <w:divBdr>
                <w:top w:val="single" w:sz="2" w:space="0" w:color="E2E8F0"/>
                <w:left w:val="single" w:sz="2" w:space="11" w:color="E2E8F0"/>
                <w:bottom w:val="single" w:sz="2" w:space="0" w:color="E2E8F0"/>
                <w:right w:val="single" w:sz="2" w:space="0" w:color="E2E8F0"/>
              </w:divBdr>
              <w:divsChild>
                <w:div w:id="15519631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34548519">
          <w:marLeft w:val="0"/>
          <w:marRight w:val="0"/>
          <w:marTop w:val="675"/>
          <w:marBottom w:val="675"/>
          <w:divBdr>
            <w:top w:val="single" w:sz="2" w:space="0" w:color="E2E8F0"/>
            <w:left w:val="single" w:sz="2" w:space="0" w:color="E2E8F0"/>
            <w:bottom w:val="single" w:sz="2" w:space="0" w:color="E2E8F0"/>
            <w:right w:val="single" w:sz="2" w:space="0" w:color="E2E8F0"/>
          </w:divBdr>
          <w:divsChild>
            <w:div w:id="880477837">
              <w:marLeft w:val="0"/>
              <w:marRight w:val="0"/>
              <w:marTop w:val="0"/>
              <w:marBottom w:val="0"/>
              <w:divBdr>
                <w:top w:val="single" w:sz="2" w:space="0" w:color="E2E8F0"/>
                <w:left w:val="single" w:sz="2" w:space="0" w:color="E2E8F0"/>
                <w:bottom w:val="single" w:sz="2" w:space="0" w:color="E2E8F0"/>
                <w:right w:val="single" w:sz="2" w:space="0" w:color="E2E8F0"/>
              </w:divBdr>
              <w:divsChild>
                <w:div w:id="1285504149">
                  <w:marLeft w:val="0"/>
                  <w:marRight w:val="0"/>
                  <w:marTop w:val="0"/>
                  <w:marBottom w:val="0"/>
                  <w:divBdr>
                    <w:top w:val="single" w:sz="2" w:space="0" w:color="E2E8F0"/>
                    <w:left w:val="single" w:sz="2" w:space="0" w:color="E2E8F0"/>
                    <w:bottom w:val="single" w:sz="2" w:space="0" w:color="E2E8F0"/>
                    <w:right w:val="single" w:sz="2" w:space="0" w:color="E2E8F0"/>
                  </w:divBdr>
                </w:div>
                <w:div w:id="13585085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65268189">
          <w:marLeft w:val="0"/>
          <w:marRight w:val="0"/>
          <w:marTop w:val="0"/>
          <w:marBottom w:val="0"/>
          <w:divBdr>
            <w:top w:val="single" w:sz="2" w:space="0" w:color="E2E8F0"/>
            <w:left w:val="single" w:sz="2" w:space="0" w:color="E2E8F0"/>
            <w:bottom w:val="single" w:sz="2" w:space="0" w:color="E2E8F0"/>
            <w:right w:val="single" w:sz="2" w:space="0" w:color="E2E8F0"/>
          </w:divBdr>
          <w:divsChild>
            <w:div w:id="1027827605">
              <w:marLeft w:val="0"/>
              <w:marRight w:val="0"/>
              <w:marTop w:val="0"/>
              <w:marBottom w:val="0"/>
              <w:divBdr>
                <w:top w:val="single" w:sz="2" w:space="0" w:color="E2E8F0"/>
                <w:left w:val="single" w:sz="2" w:space="11" w:color="E2E8F0"/>
                <w:bottom w:val="single" w:sz="2" w:space="0" w:color="E2E8F0"/>
                <w:right w:val="single" w:sz="2" w:space="0" w:color="E2E8F0"/>
              </w:divBdr>
              <w:divsChild>
                <w:div w:id="11071973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69719817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84734299">
          <w:marLeft w:val="0"/>
          <w:marRight w:val="0"/>
          <w:marTop w:val="0"/>
          <w:marBottom w:val="0"/>
          <w:divBdr>
            <w:top w:val="single" w:sz="2" w:space="0" w:color="E2E8F0"/>
            <w:left w:val="single" w:sz="2" w:space="0" w:color="E2E8F0"/>
            <w:bottom w:val="single" w:sz="2" w:space="0" w:color="E2E8F0"/>
            <w:right w:val="single" w:sz="2" w:space="0" w:color="E2E8F0"/>
          </w:divBdr>
          <w:divsChild>
            <w:div w:id="419253691">
              <w:marLeft w:val="0"/>
              <w:marRight w:val="0"/>
              <w:marTop w:val="0"/>
              <w:marBottom w:val="0"/>
              <w:divBdr>
                <w:top w:val="single" w:sz="2" w:space="0" w:color="E2E8F0"/>
                <w:left w:val="single" w:sz="2" w:space="0" w:color="E2E8F0"/>
                <w:bottom w:val="single" w:sz="2" w:space="0" w:color="E2E8F0"/>
                <w:right w:val="single" w:sz="2" w:space="0" w:color="E2E8F0"/>
              </w:divBdr>
            </w:div>
            <w:div w:id="1271661567">
              <w:marLeft w:val="0"/>
              <w:marRight w:val="0"/>
              <w:marTop w:val="0"/>
              <w:marBottom w:val="0"/>
              <w:divBdr>
                <w:top w:val="single" w:sz="2" w:space="0" w:color="E2E8F0"/>
                <w:left w:val="single" w:sz="2" w:space="11" w:color="E2E8F0"/>
                <w:bottom w:val="single" w:sz="2" w:space="0" w:color="E2E8F0"/>
                <w:right w:val="single" w:sz="2" w:space="0" w:color="E2E8F0"/>
              </w:divBdr>
              <w:divsChild>
                <w:div w:id="7012430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06748158">
          <w:marLeft w:val="0"/>
          <w:marRight w:val="0"/>
          <w:marTop w:val="0"/>
          <w:marBottom w:val="0"/>
          <w:divBdr>
            <w:top w:val="single" w:sz="2" w:space="0" w:color="E2E8F0"/>
            <w:left w:val="single" w:sz="2" w:space="0" w:color="E2E8F0"/>
            <w:bottom w:val="single" w:sz="2" w:space="0" w:color="E2E8F0"/>
            <w:right w:val="single" w:sz="2" w:space="0" w:color="E2E8F0"/>
          </w:divBdr>
          <w:divsChild>
            <w:div w:id="1161969541">
              <w:marLeft w:val="0"/>
              <w:marRight w:val="0"/>
              <w:marTop w:val="0"/>
              <w:marBottom w:val="0"/>
              <w:divBdr>
                <w:top w:val="single" w:sz="2" w:space="11" w:color="E2E8F0"/>
                <w:left w:val="single" w:sz="2" w:space="11" w:color="E2E8F0"/>
                <w:bottom w:val="single" w:sz="2" w:space="11" w:color="E2E8F0"/>
                <w:right w:val="single" w:sz="2" w:space="11" w:color="E2E8F0"/>
              </w:divBdr>
              <w:divsChild>
                <w:div w:id="306664705">
                  <w:marLeft w:val="0"/>
                  <w:marRight w:val="0"/>
                  <w:marTop w:val="0"/>
                  <w:marBottom w:val="0"/>
                  <w:divBdr>
                    <w:top w:val="single" w:sz="2" w:space="0" w:color="E2E8F0"/>
                    <w:left w:val="single" w:sz="2" w:space="0" w:color="E2E8F0"/>
                    <w:bottom w:val="single" w:sz="2" w:space="0" w:color="E2E8F0"/>
                    <w:right w:val="single" w:sz="2" w:space="0" w:color="E2E8F0"/>
                  </w:divBdr>
                </w:div>
                <w:div w:id="9732885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6662815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40968144">
          <w:marLeft w:val="0"/>
          <w:marRight w:val="0"/>
          <w:marTop w:val="0"/>
          <w:marBottom w:val="0"/>
          <w:divBdr>
            <w:top w:val="single" w:sz="2" w:space="0" w:color="E2E8F0"/>
            <w:left w:val="single" w:sz="2" w:space="0" w:color="E2E8F0"/>
            <w:bottom w:val="single" w:sz="2" w:space="0" w:color="E2E8F0"/>
            <w:right w:val="single" w:sz="2" w:space="0" w:color="E2E8F0"/>
          </w:divBdr>
          <w:divsChild>
            <w:div w:id="606691699">
              <w:marLeft w:val="0"/>
              <w:marRight w:val="0"/>
              <w:marTop w:val="0"/>
              <w:marBottom w:val="0"/>
              <w:divBdr>
                <w:top w:val="single" w:sz="2" w:space="0" w:color="E2E8F0"/>
                <w:left w:val="single" w:sz="2" w:space="0" w:color="E2E8F0"/>
                <w:bottom w:val="single" w:sz="2" w:space="0" w:color="E2E8F0"/>
                <w:right w:val="single" w:sz="2" w:space="0" w:color="E2E8F0"/>
              </w:divBdr>
            </w:div>
            <w:div w:id="1492020978">
              <w:marLeft w:val="0"/>
              <w:marRight w:val="0"/>
              <w:marTop w:val="0"/>
              <w:marBottom w:val="0"/>
              <w:divBdr>
                <w:top w:val="single" w:sz="2" w:space="0" w:color="E2E8F0"/>
                <w:left w:val="single" w:sz="2" w:space="11" w:color="E2E8F0"/>
                <w:bottom w:val="single" w:sz="2" w:space="0" w:color="E2E8F0"/>
                <w:right w:val="single" w:sz="2" w:space="0" w:color="E2E8F0"/>
              </w:divBdr>
              <w:divsChild>
                <w:div w:id="3453253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58391238">
          <w:marLeft w:val="0"/>
          <w:marRight w:val="0"/>
          <w:marTop w:val="0"/>
          <w:marBottom w:val="0"/>
          <w:divBdr>
            <w:top w:val="single" w:sz="2" w:space="11" w:color="E2E8F0"/>
            <w:left w:val="single" w:sz="2" w:space="11" w:color="E2E8F0"/>
            <w:bottom w:val="single" w:sz="2" w:space="11" w:color="E2E8F0"/>
            <w:right w:val="single" w:sz="2" w:space="11" w:color="E2E8F0"/>
          </w:divBdr>
          <w:divsChild>
            <w:div w:id="20596960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10236126">
          <w:marLeft w:val="0"/>
          <w:marRight w:val="0"/>
          <w:marTop w:val="0"/>
          <w:marBottom w:val="0"/>
          <w:divBdr>
            <w:top w:val="single" w:sz="2" w:space="0" w:color="E2E8F0"/>
            <w:left w:val="single" w:sz="2" w:space="0" w:color="E2E8F0"/>
            <w:bottom w:val="single" w:sz="2" w:space="0" w:color="E2E8F0"/>
            <w:right w:val="single" w:sz="2" w:space="0" w:color="E2E8F0"/>
          </w:divBdr>
          <w:divsChild>
            <w:div w:id="131289169">
              <w:marLeft w:val="0"/>
              <w:marRight w:val="0"/>
              <w:marTop w:val="0"/>
              <w:marBottom w:val="0"/>
              <w:divBdr>
                <w:top w:val="single" w:sz="2" w:space="0" w:color="E2E8F0"/>
                <w:left w:val="single" w:sz="2" w:space="0" w:color="E2E8F0"/>
                <w:bottom w:val="single" w:sz="2" w:space="0" w:color="E2E8F0"/>
                <w:right w:val="single" w:sz="2" w:space="0" w:color="E2E8F0"/>
              </w:divBdr>
            </w:div>
            <w:div w:id="1097092250">
              <w:marLeft w:val="0"/>
              <w:marRight w:val="0"/>
              <w:marTop w:val="0"/>
              <w:marBottom w:val="0"/>
              <w:divBdr>
                <w:top w:val="single" w:sz="2" w:space="0" w:color="E2E8F0"/>
                <w:left w:val="single" w:sz="2" w:space="11" w:color="E2E8F0"/>
                <w:bottom w:val="single" w:sz="2" w:space="0" w:color="E2E8F0"/>
                <w:right w:val="single" w:sz="2" w:space="0" w:color="E2E8F0"/>
              </w:divBdr>
              <w:divsChild>
                <w:div w:id="169838513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1816436">
          <w:marLeft w:val="0"/>
          <w:marRight w:val="0"/>
          <w:marTop w:val="0"/>
          <w:marBottom w:val="0"/>
          <w:divBdr>
            <w:top w:val="single" w:sz="2" w:space="0" w:color="E2E8F0"/>
            <w:left w:val="single" w:sz="2" w:space="0" w:color="E2E8F0"/>
            <w:bottom w:val="single" w:sz="2" w:space="0" w:color="E2E8F0"/>
            <w:right w:val="single" w:sz="2" w:space="0" w:color="E2E8F0"/>
          </w:divBdr>
          <w:divsChild>
            <w:div w:id="1108698340">
              <w:marLeft w:val="0"/>
              <w:marRight w:val="0"/>
              <w:marTop w:val="0"/>
              <w:marBottom w:val="0"/>
              <w:divBdr>
                <w:top w:val="single" w:sz="2" w:space="0" w:color="E2E8F0"/>
                <w:left w:val="single" w:sz="2" w:space="0" w:color="E2E8F0"/>
                <w:bottom w:val="single" w:sz="2" w:space="0" w:color="E2E8F0"/>
                <w:right w:val="single" w:sz="2" w:space="0" w:color="E2E8F0"/>
              </w:divBdr>
            </w:div>
            <w:div w:id="1805930197">
              <w:marLeft w:val="0"/>
              <w:marRight w:val="0"/>
              <w:marTop w:val="0"/>
              <w:marBottom w:val="0"/>
              <w:divBdr>
                <w:top w:val="single" w:sz="2" w:space="0" w:color="E2E8F0"/>
                <w:left w:val="single" w:sz="2" w:space="11" w:color="E2E8F0"/>
                <w:bottom w:val="single" w:sz="2" w:space="0" w:color="E2E8F0"/>
                <w:right w:val="single" w:sz="2" w:space="0" w:color="E2E8F0"/>
              </w:divBdr>
              <w:divsChild>
                <w:div w:id="7562946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4828931">
          <w:marLeft w:val="0"/>
          <w:marRight w:val="0"/>
          <w:marTop w:val="0"/>
          <w:marBottom w:val="0"/>
          <w:divBdr>
            <w:top w:val="single" w:sz="2" w:space="0" w:color="E2E8F0"/>
            <w:left w:val="single" w:sz="2" w:space="0" w:color="E2E8F0"/>
            <w:bottom w:val="single" w:sz="2" w:space="0" w:color="E2E8F0"/>
            <w:right w:val="single" w:sz="2" w:space="0" w:color="E2E8F0"/>
          </w:divBdr>
          <w:divsChild>
            <w:div w:id="811869234">
              <w:marLeft w:val="0"/>
              <w:marRight w:val="0"/>
              <w:marTop w:val="0"/>
              <w:marBottom w:val="0"/>
              <w:divBdr>
                <w:top w:val="single" w:sz="2" w:space="0" w:color="E2E8F0"/>
                <w:left w:val="single" w:sz="2" w:space="0" w:color="E2E8F0"/>
                <w:bottom w:val="single" w:sz="2" w:space="0" w:color="E2E8F0"/>
                <w:right w:val="single" w:sz="2" w:space="0" w:color="E2E8F0"/>
              </w:divBdr>
            </w:div>
            <w:div w:id="1508133035">
              <w:marLeft w:val="0"/>
              <w:marRight w:val="0"/>
              <w:marTop w:val="0"/>
              <w:marBottom w:val="0"/>
              <w:divBdr>
                <w:top w:val="single" w:sz="2" w:space="0" w:color="E2E8F0"/>
                <w:left w:val="single" w:sz="2" w:space="11" w:color="E2E8F0"/>
                <w:bottom w:val="single" w:sz="2" w:space="0" w:color="E2E8F0"/>
                <w:right w:val="single" w:sz="2" w:space="0" w:color="E2E8F0"/>
              </w:divBdr>
              <w:divsChild>
                <w:div w:id="56881135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32906161">
          <w:marLeft w:val="0"/>
          <w:marRight w:val="0"/>
          <w:marTop w:val="450"/>
          <w:marBottom w:val="0"/>
          <w:divBdr>
            <w:top w:val="single" w:sz="2" w:space="0" w:color="E2E8F0"/>
            <w:left w:val="single" w:sz="2" w:space="0" w:color="E2E8F0"/>
            <w:bottom w:val="single" w:sz="2" w:space="0" w:color="E2E8F0"/>
            <w:right w:val="single" w:sz="2" w:space="0" w:color="E2E8F0"/>
          </w:divBdr>
          <w:divsChild>
            <w:div w:id="162287725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649049194">
          <w:marLeft w:val="0"/>
          <w:marRight w:val="0"/>
          <w:marTop w:val="0"/>
          <w:marBottom w:val="0"/>
          <w:divBdr>
            <w:top w:val="single" w:sz="2" w:space="0" w:color="E2E8F0"/>
            <w:left w:val="single" w:sz="2" w:space="0" w:color="E2E8F0"/>
            <w:bottom w:val="single" w:sz="2" w:space="0" w:color="E2E8F0"/>
            <w:right w:val="single" w:sz="2" w:space="0" w:color="E2E8F0"/>
          </w:divBdr>
          <w:divsChild>
            <w:div w:id="907232251">
              <w:marLeft w:val="0"/>
              <w:marRight w:val="0"/>
              <w:marTop w:val="0"/>
              <w:marBottom w:val="0"/>
              <w:divBdr>
                <w:top w:val="single" w:sz="2" w:space="0" w:color="E2E8F0"/>
                <w:left w:val="single" w:sz="2" w:space="0" w:color="E2E8F0"/>
                <w:bottom w:val="single" w:sz="2" w:space="0" w:color="E2E8F0"/>
                <w:right w:val="single" w:sz="2" w:space="0" w:color="E2E8F0"/>
              </w:divBdr>
            </w:div>
            <w:div w:id="1331059104">
              <w:marLeft w:val="0"/>
              <w:marRight w:val="0"/>
              <w:marTop w:val="0"/>
              <w:marBottom w:val="0"/>
              <w:divBdr>
                <w:top w:val="single" w:sz="2" w:space="11" w:color="E2E8F0"/>
                <w:left w:val="single" w:sz="2" w:space="11" w:color="E2E8F0"/>
                <w:bottom w:val="single" w:sz="2" w:space="11" w:color="E2E8F0"/>
                <w:right w:val="single" w:sz="2" w:space="11" w:color="E2E8F0"/>
              </w:divBdr>
              <w:divsChild>
                <w:div w:id="409500706">
                  <w:marLeft w:val="0"/>
                  <w:marRight w:val="0"/>
                  <w:marTop w:val="0"/>
                  <w:marBottom w:val="0"/>
                  <w:divBdr>
                    <w:top w:val="single" w:sz="2" w:space="0" w:color="E2E8F0"/>
                    <w:left w:val="single" w:sz="2" w:space="0" w:color="E2E8F0"/>
                    <w:bottom w:val="single" w:sz="2" w:space="0" w:color="E2E8F0"/>
                    <w:right w:val="single" w:sz="2" w:space="0" w:color="E2E8F0"/>
                  </w:divBdr>
                </w:div>
                <w:div w:id="129374835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3241171">
          <w:marLeft w:val="0"/>
          <w:marRight w:val="0"/>
          <w:marTop w:val="0"/>
          <w:marBottom w:val="0"/>
          <w:divBdr>
            <w:top w:val="single" w:sz="2" w:space="0" w:color="E2E8F0"/>
            <w:left w:val="single" w:sz="2" w:space="0" w:color="E2E8F0"/>
            <w:bottom w:val="single" w:sz="2" w:space="0" w:color="E2E8F0"/>
            <w:right w:val="single" w:sz="2" w:space="0" w:color="E2E8F0"/>
          </w:divBdr>
          <w:divsChild>
            <w:div w:id="673457417">
              <w:marLeft w:val="0"/>
              <w:marRight w:val="0"/>
              <w:marTop w:val="0"/>
              <w:marBottom w:val="0"/>
              <w:divBdr>
                <w:top w:val="single" w:sz="2" w:space="0" w:color="E2E8F0"/>
                <w:left w:val="single" w:sz="2" w:space="0" w:color="E2E8F0"/>
                <w:bottom w:val="single" w:sz="2" w:space="0" w:color="E2E8F0"/>
                <w:right w:val="single" w:sz="2" w:space="0" w:color="E2E8F0"/>
              </w:divBdr>
            </w:div>
            <w:div w:id="2053184296">
              <w:marLeft w:val="0"/>
              <w:marRight w:val="0"/>
              <w:marTop w:val="0"/>
              <w:marBottom w:val="0"/>
              <w:divBdr>
                <w:top w:val="single" w:sz="2" w:space="0" w:color="E2E8F0"/>
                <w:left w:val="single" w:sz="2" w:space="11" w:color="E2E8F0"/>
                <w:bottom w:val="single" w:sz="2" w:space="0" w:color="E2E8F0"/>
                <w:right w:val="single" w:sz="2" w:space="0" w:color="E2E8F0"/>
              </w:divBdr>
              <w:divsChild>
                <w:div w:id="13379258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73071454">
          <w:marLeft w:val="0"/>
          <w:marRight w:val="0"/>
          <w:marTop w:val="0"/>
          <w:marBottom w:val="0"/>
          <w:divBdr>
            <w:top w:val="single" w:sz="2" w:space="0" w:color="E2E8F0"/>
            <w:left w:val="single" w:sz="2" w:space="0" w:color="E2E8F0"/>
            <w:bottom w:val="single" w:sz="2" w:space="0" w:color="E2E8F0"/>
            <w:right w:val="single" w:sz="2" w:space="0" w:color="E2E8F0"/>
          </w:divBdr>
          <w:divsChild>
            <w:div w:id="1825076133">
              <w:marLeft w:val="0"/>
              <w:marRight w:val="0"/>
              <w:marTop w:val="450"/>
              <w:marBottom w:val="0"/>
              <w:divBdr>
                <w:top w:val="single" w:sz="2" w:space="0" w:color="E2E8F0"/>
                <w:left w:val="single" w:sz="2" w:space="0" w:color="E2E8F0"/>
                <w:bottom w:val="single" w:sz="2" w:space="0" w:color="E2E8F0"/>
                <w:right w:val="single" w:sz="2" w:space="0" w:color="E2E8F0"/>
              </w:divBdr>
              <w:divsChild>
                <w:div w:id="148789505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1710763290">
          <w:marLeft w:val="0"/>
          <w:marRight w:val="0"/>
          <w:marTop w:val="0"/>
          <w:marBottom w:val="0"/>
          <w:divBdr>
            <w:top w:val="single" w:sz="2" w:space="0" w:color="E2E8F0"/>
            <w:left w:val="single" w:sz="2" w:space="0" w:color="E2E8F0"/>
            <w:bottom w:val="single" w:sz="2" w:space="0" w:color="E2E8F0"/>
            <w:right w:val="single" w:sz="2" w:space="0" w:color="E2E8F0"/>
          </w:divBdr>
          <w:divsChild>
            <w:div w:id="391393067">
              <w:marLeft w:val="0"/>
              <w:marRight w:val="0"/>
              <w:marTop w:val="0"/>
              <w:marBottom w:val="0"/>
              <w:divBdr>
                <w:top w:val="single" w:sz="2" w:space="0" w:color="E2E8F0"/>
                <w:left w:val="single" w:sz="2" w:space="0" w:color="E2E8F0"/>
                <w:bottom w:val="single" w:sz="2" w:space="0" w:color="E2E8F0"/>
                <w:right w:val="single" w:sz="2" w:space="0" w:color="E2E8F0"/>
              </w:divBdr>
            </w:div>
            <w:div w:id="769854085">
              <w:marLeft w:val="0"/>
              <w:marRight w:val="0"/>
              <w:marTop w:val="0"/>
              <w:marBottom w:val="0"/>
              <w:divBdr>
                <w:top w:val="single" w:sz="2" w:space="0" w:color="E2E8F0"/>
                <w:left w:val="single" w:sz="2" w:space="0" w:color="E2E8F0"/>
                <w:bottom w:val="single" w:sz="2" w:space="0" w:color="E2E8F0"/>
                <w:right w:val="single" w:sz="2" w:space="0" w:color="E2E8F0"/>
              </w:divBdr>
            </w:div>
            <w:div w:id="1495878994">
              <w:marLeft w:val="0"/>
              <w:marRight w:val="0"/>
              <w:marTop w:val="0"/>
              <w:marBottom w:val="0"/>
              <w:divBdr>
                <w:top w:val="single" w:sz="2" w:space="0" w:color="E2E8F0"/>
                <w:left w:val="single" w:sz="2" w:space="11" w:color="E2E8F0"/>
                <w:bottom w:val="single" w:sz="2" w:space="0" w:color="E2E8F0"/>
                <w:right w:val="single" w:sz="2" w:space="0" w:color="E2E8F0"/>
              </w:divBdr>
              <w:divsChild>
                <w:div w:id="2334401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29262159">
          <w:marLeft w:val="0"/>
          <w:marRight w:val="0"/>
          <w:marTop w:val="0"/>
          <w:marBottom w:val="0"/>
          <w:divBdr>
            <w:top w:val="single" w:sz="2" w:space="0" w:color="E2E8F0"/>
            <w:left w:val="single" w:sz="2" w:space="0" w:color="E2E8F0"/>
            <w:bottom w:val="single" w:sz="2" w:space="0" w:color="E2E8F0"/>
            <w:right w:val="single" w:sz="2" w:space="0" w:color="E2E8F0"/>
          </w:divBdr>
          <w:divsChild>
            <w:div w:id="536628436">
              <w:marLeft w:val="0"/>
              <w:marRight w:val="0"/>
              <w:marTop w:val="0"/>
              <w:marBottom w:val="0"/>
              <w:divBdr>
                <w:top w:val="single" w:sz="2" w:space="0" w:color="E2E8F0"/>
                <w:left w:val="single" w:sz="2" w:space="0" w:color="E2E8F0"/>
                <w:bottom w:val="single" w:sz="2" w:space="0" w:color="E2E8F0"/>
                <w:right w:val="single" w:sz="2" w:space="0" w:color="E2E8F0"/>
              </w:divBdr>
            </w:div>
            <w:div w:id="1372413975">
              <w:marLeft w:val="0"/>
              <w:marRight w:val="0"/>
              <w:marTop w:val="0"/>
              <w:marBottom w:val="0"/>
              <w:divBdr>
                <w:top w:val="single" w:sz="2" w:space="11" w:color="E2E8F0"/>
                <w:left w:val="single" w:sz="2" w:space="11" w:color="E2E8F0"/>
                <w:bottom w:val="single" w:sz="2" w:space="11" w:color="E2E8F0"/>
                <w:right w:val="single" w:sz="2" w:space="11" w:color="E2E8F0"/>
              </w:divBdr>
              <w:divsChild>
                <w:div w:id="818887386">
                  <w:marLeft w:val="0"/>
                  <w:marRight w:val="0"/>
                  <w:marTop w:val="0"/>
                  <w:marBottom w:val="0"/>
                  <w:divBdr>
                    <w:top w:val="single" w:sz="2" w:space="0" w:color="E2E8F0"/>
                    <w:left w:val="single" w:sz="2" w:space="0" w:color="E2E8F0"/>
                    <w:bottom w:val="single" w:sz="2" w:space="0" w:color="E2E8F0"/>
                    <w:right w:val="single" w:sz="2" w:space="0" w:color="E2E8F0"/>
                  </w:divBdr>
                </w:div>
                <w:div w:id="20131413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34229443">
          <w:marLeft w:val="0"/>
          <w:marRight w:val="0"/>
          <w:marTop w:val="0"/>
          <w:marBottom w:val="0"/>
          <w:divBdr>
            <w:top w:val="single" w:sz="2" w:space="0" w:color="E2E8F0"/>
            <w:left w:val="single" w:sz="2" w:space="0" w:color="E2E8F0"/>
            <w:bottom w:val="single" w:sz="2" w:space="0" w:color="E2E8F0"/>
            <w:right w:val="single" w:sz="2" w:space="0" w:color="E2E8F0"/>
          </w:divBdr>
          <w:divsChild>
            <w:div w:id="625166297">
              <w:marLeft w:val="0"/>
              <w:marRight w:val="0"/>
              <w:marTop w:val="0"/>
              <w:marBottom w:val="0"/>
              <w:divBdr>
                <w:top w:val="single" w:sz="2" w:space="0" w:color="E2E8F0"/>
                <w:left w:val="single" w:sz="2" w:space="0" w:color="E2E8F0"/>
                <w:bottom w:val="single" w:sz="2" w:space="0" w:color="E2E8F0"/>
                <w:right w:val="single" w:sz="2" w:space="0" w:color="E2E8F0"/>
              </w:divBdr>
            </w:div>
            <w:div w:id="1039549264">
              <w:marLeft w:val="0"/>
              <w:marRight w:val="0"/>
              <w:marTop w:val="0"/>
              <w:marBottom w:val="0"/>
              <w:divBdr>
                <w:top w:val="single" w:sz="2" w:space="0" w:color="E2E8F0"/>
                <w:left w:val="single" w:sz="2" w:space="11" w:color="E2E8F0"/>
                <w:bottom w:val="single" w:sz="2" w:space="0" w:color="E2E8F0"/>
                <w:right w:val="single" w:sz="2" w:space="0" w:color="E2E8F0"/>
              </w:divBdr>
              <w:divsChild>
                <w:div w:id="17393299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83762902">
          <w:marLeft w:val="0"/>
          <w:marRight w:val="0"/>
          <w:marTop w:val="0"/>
          <w:marBottom w:val="0"/>
          <w:divBdr>
            <w:top w:val="single" w:sz="2" w:space="0" w:color="E2E8F0"/>
            <w:left w:val="single" w:sz="2" w:space="0" w:color="E2E8F0"/>
            <w:bottom w:val="single" w:sz="2" w:space="0" w:color="E2E8F0"/>
            <w:right w:val="single" w:sz="2" w:space="0" w:color="E2E8F0"/>
          </w:divBdr>
          <w:divsChild>
            <w:div w:id="512257005">
              <w:marLeft w:val="0"/>
              <w:marRight w:val="0"/>
              <w:marTop w:val="0"/>
              <w:marBottom w:val="0"/>
              <w:divBdr>
                <w:top w:val="single" w:sz="2" w:space="0" w:color="E2E8F0"/>
                <w:left w:val="single" w:sz="2" w:space="0" w:color="E2E8F0"/>
                <w:bottom w:val="single" w:sz="2" w:space="0" w:color="E2E8F0"/>
                <w:right w:val="single" w:sz="2" w:space="0" w:color="E2E8F0"/>
              </w:divBdr>
            </w:div>
            <w:div w:id="1469473875">
              <w:marLeft w:val="0"/>
              <w:marRight w:val="0"/>
              <w:marTop w:val="0"/>
              <w:marBottom w:val="0"/>
              <w:divBdr>
                <w:top w:val="single" w:sz="2" w:space="0" w:color="E2E8F0"/>
                <w:left w:val="single" w:sz="2" w:space="11" w:color="E2E8F0"/>
                <w:bottom w:val="single" w:sz="2" w:space="0" w:color="E2E8F0"/>
                <w:right w:val="single" w:sz="2" w:space="0" w:color="E2E8F0"/>
              </w:divBdr>
              <w:divsChild>
                <w:div w:id="716318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02454385">
          <w:marLeft w:val="0"/>
          <w:marRight w:val="0"/>
          <w:marTop w:val="0"/>
          <w:marBottom w:val="0"/>
          <w:divBdr>
            <w:top w:val="single" w:sz="2" w:space="0" w:color="E2E8F0"/>
            <w:left w:val="single" w:sz="2" w:space="0" w:color="E2E8F0"/>
            <w:bottom w:val="single" w:sz="2" w:space="0" w:color="E2E8F0"/>
            <w:right w:val="single" w:sz="2" w:space="0" w:color="E2E8F0"/>
          </w:divBdr>
          <w:divsChild>
            <w:div w:id="1157957565">
              <w:marLeft w:val="0"/>
              <w:marRight w:val="0"/>
              <w:marTop w:val="0"/>
              <w:marBottom w:val="0"/>
              <w:divBdr>
                <w:top w:val="single" w:sz="2" w:space="0" w:color="E2E8F0"/>
                <w:left w:val="single" w:sz="2" w:space="0" w:color="E2E8F0"/>
                <w:bottom w:val="single" w:sz="2" w:space="0" w:color="E2E8F0"/>
                <w:right w:val="single" w:sz="2" w:space="0" w:color="E2E8F0"/>
              </w:divBdr>
            </w:div>
            <w:div w:id="1354574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76897602">
                  <w:marLeft w:val="0"/>
                  <w:marRight w:val="0"/>
                  <w:marTop w:val="0"/>
                  <w:marBottom w:val="0"/>
                  <w:divBdr>
                    <w:top w:val="single" w:sz="2" w:space="0" w:color="E2E8F0"/>
                    <w:left w:val="single" w:sz="2" w:space="0" w:color="E2E8F0"/>
                    <w:bottom w:val="single" w:sz="2" w:space="0" w:color="E2E8F0"/>
                    <w:right w:val="single" w:sz="2" w:space="0" w:color="E2E8F0"/>
                  </w:divBdr>
                </w:div>
                <w:div w:id="17862708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96680752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28521068">
          <w:marLeft w:val="0"/>
          <w:marRight w:val="0"/>
          <w:marTop w:val="0"/>
          <w:marBottom w:val="0"/>
          <w:divBdr>
            <w:top w:val="single" w:sz="2" w:space="0" w:color="E2E8F0"/>
            <w:left w:val="single" w:sz="2" w:space="0" w:color="E2E8F0"/>
            <w:bottom w:val="single" w:sz="2" w:space="0" w:color="E2E8F0"/>
            <w:right w:val="single" w:sz="2" w:space="0" w:color="E2E8F0"/>
          </w:divBdr>
          <w:divsChild>
            <w:div w:id="1696535343">
              <w:marLeft w:val="0"/>
              <w:marRight w:val="0"/>
              <w:marTop w:val="0"/>
              <w:marBottom w:val="0"/>
              <w:divBdr>
                <w:top w:val="single" w:sz="2" w:space="0" w:color="E2E8F0"/>
                <w:left w:val="single" w:sz="2" w:space="0" w:color="E2E8F0"/>
                <w:bottom w:val="single" w:sz="2" w:space="0" w:color="E2E8F0"/>
                <w:right w:val="single" w:sz="2" w:space="0" w:color="E2E8F0"/>
              </w:divBdr>
            </w:div>
            <w:div w:id="1758747380">
              <w:marLeft w:val="0"/>
              <w:marRight w:val="0"/>
              <w:marTop w:val="0"/>
              <w:marBottom w:val="0"/>
              <w:divBdr>
                <w:top w:val="single" w:sz="2" w:space="0" w:color="E2E8F0"/>
                <w:left w:val="single" w:sz="2" w:space="11" w:color="E2E8F0"/>
                <w:bottom w:val="single" w:sz="2" w:space="0" w:color="E2E8F0"/>
                <w:right w:val="single" w:sz="2" w:space="0" w:color="E2E8F0"/>
              </w:divBdr>
              <w:divsChild>
                <w:div w:id="692193620">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20223136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42964853">
          <w:marLeft w:val="0"/>
          <w:marRight w:val="0"/>
          <w:marTop w:val="0"/>
          <w:marBottom w:val="0"/>
          <w:divBdr>
            <w:top w:val="single" w:sz="2" w:space="0" w:color="E2E8F0"/>
            <w:left w:val="single" w:sz="2" w:space="0" w:color="E2E8F0"/>
            <w:bottom w:val="single" w:sz="2" w:space="0" w:color="E2E8F0"/>
            <w:right w:val="single" w:sz="2" w:space="0" w:color="E2E8F0"/>
          </w:divBdr>
          <w:divsChild>
            <w:div w:id="30694332">
              <w:marLeft w:val="0"/>
              <w:marRight w:val="0"/>
              <w:marTop w:val="0"/>
              <w:marBottom w:val="0"/>
              <w:divBdr>
                <w:top w:val="single" w:sz="2" w:space="0" w:color="E2E8F0"/>
                <w:left w:val="single" w:sz="2" w:space="11" w:color="E2E8F0"/>
                <w:bottom w:val="single" w:sz="2" w:space="0" w:color="E2E8F0"/>
                <w:right w:val="single" w:sz="2" w:space="0" w:color="E2E8F0"/>
              </w:divBdr>
              <w:divsChild>
                <w:div w:id="634484714">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36566839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86868960">
          <w:marLeft w:val="0"/>
          <w:marRight w:val="0"/>
          <w:marTop w:val="0"/>
          <w:marBottom w:val="0"/>
          <w:divBdr>
            <w:top w:val="single" w:sz="2" w:space="0" w:color="E2E8F0"/>
            <w:left w:val="single" w:sz="2" w:space="0" w:color="E2E8F0"/>
            <w:bottom w:val="single" w:sz="2" w:space="0" w:color="E2E8F0"/>
            <w:right w:val="single" w:sz="2" w:space="0" w:color="E2E8F0"/>
          </w:divBdr>
          <w:divsChild>
            <w:div w:id="306513845">
              <w:marLeft w:val="0"/>
              <w:marRight w:val="0"/>
              <w:marTop w:val="0"/>
              <w:marBottom w:val="0"/>
              <w:divBdr>
                <w:top w:val="single" w:sz="2" w:space="0" w:color="E2E8F0"/>
                <w:left w:val="single" w:sz="2" w:space="0" w:color="E2E8F0"/>
                <w:bottom w:val="single" w:sz="2" w:space="0" w:color="E2E8F0"/>
                <w:right w:val="single" w:sz="2" w:space="0" w:color="E2E8F0"/>
              </w:divBdr>
            </w:div>
            <w:div w:id="2123332022">
              <w:marLeft w:val="0"/>
              <w:marRight w:val="0"/>
              <w:marTop w:val="0"/>
              <w:marBottom w:val="0"/>
              <w:divBdr>
                <w:top w:val="single" w:sz="2" w:space="0" w:color="E2E8F0"/>
                <w:left w:val="single" w:sz="2" w:space="11" w:color="E2E8F0"/>
                <w:bottom w:val="single" w:sz="2" w:space="0" w:color="E2E8F0"/>
                <w:right w:val="single" w:sz="2" w:space="0" w:color="E2E8F0"/>
              </w:divBdr>
              <w:divsChild>
                <w:div w:id="105496206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4171175">
          <w:marLeft w:val="0"/>
          <w:marRight w:val="0"/>
          <w:marTop w:val="0"/>
          <w:marBottom w:val="0"/>
          <w:divBdr>
            <w:top w:val="single" w:sz="2" w:space="0" w:color="E2E8F0"/>
            <w:left w:val="single" w:sz="2" w:space="0" w:color="E2E8F0"/>
            <w:bottom w:val="single" w:sz="2" w:space="0" w:color="E2E8F0"/>
            <w:right w:val="single" w:sz="2" w:space="0" w:color="E2E8F0"/>
          </w:divBdr>
          <w:divsChild>
            <w:div w:id="546574332">
              <w:marLeft w:val="0"/>
              <w:marRight w:val="0"/>
              <w:marTop w:val="0"/>
              <w:marBottom w:val="0"/>
              <w:divBdr>
                <w:top w:val="single" w:sz="2" w:space="0" w:color="E2E8F0"/>
                <w:left w:val="single" w:sz="2" w:space="0" w:color="E2E8F0"/>
                <w:bottom w:val="single" w:sz="2" w:space="0" w:color="E2E8F0"/>
                <w:right w:val="single" w:sz="2" w:space="0" w:color="E2E8F0"/>
              </w:divBdr>
            </w:div>
            <w:div w:id="1622880446">
              <w:marLeft w:val="0"/>
              <w:marRight w:val="0"/>
              <w:marTop w:val="0"/>
              <w:marBottom w:val="0"/>
              <w:divBdr>
                <w:top w:val="single" w:sz="2" w:space="0" w:color="E2E8F0"/>
                <w:left w:val="single" w:sz="2" w:space="11" w:color="E2E8F0"/>
                <w:bottom w:val="single" w:sz="2" w:space="0" w:color="E2E8F0"/>
                <w:right w:val="single" w:sz="2" w:space="0" w:color="E2E8F0"/>
              </w:divBdr>
              <w:divsChild>
                <w:div w:id="142430001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5019795">
          <w:marLeft w:val="0"/>
          <w:marRight w:val="0"/>
          <w:marTop w:val="0"/>
          <w:marBottom w:val="0"/>
          <w:divBdr>
            <w:top w:val="single" w:sz="2" w:space="0" w:color="E2E8F0"/>
            <w:left w:val="single" w:sz="2" w:space="0" w:color="E2E8F0"/>
            <w:bottom w:val="single" w:sz="2" w:space="0" w:color="E2E8F0"/>
            <w:right w:val="single" w:sz="2" w:space="0" w:color="E2E8F0"/>
          </w:divBdr>
          <w:divsChild>
            <w:div w:id="453015779">
              <w:marLeft w:val="0"/>
              <w:marRight w:val="0"/>
              <w:marTop w:val="0"/>
              <w:marBottom w:val="0"/>
              <w:divBdr>
                <w:top w:val="single" w:sz="2" w:space="0" w:color="E2E8F0"/>
                <w:left w:val="single" w:sz="2" w:space="0" w:color="E2E8F0"/>
                <w:bottom w:val="single" w:sz="2" w:space="0" w:color="E2E8F0"/>
                <w:right w:val="single" w:sz="2" w:space="0" w:color="E2E8F0"/>
              </w:divBdr>
            </w:div>
            <w:div w:id="1335492721">
              <w:marLeft w:val="0"/>
              <w:marRight w:val="0"/>
              <w:marTop w:val="0"/>
              <w:marBottom w:val="0"/>
              <w:divBdr>
                <w:top w:val="single" w:sz="2" w:space="0" w:color="E2E8F0"/>
                <w:left w:val="single" w:sz="2" w:space="11" w:color="E2E8F0"/>
                <w:bottom w:val="single" w:sz="2" w:space="0" w:color="E2E8F0"/>
                <w:right w:val="single" w:sz="2" w:space="0" w:color="E2E8F0"/>
              </w:divBdr>
              <w:divsChild>
                <w:div w:id="4779637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48546962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1327391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8327726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916817057">
          <w:marLeft w:val="0"/>
          <w:marRight w:val="0"/>
          <w:marTop w:val="450"/>
          <w:marBottom w:val="0"/>
          <w:divBdr>
            <w:top w:val="single" w:sz="2" w:space="0" w:color="E2E8F0"/>
            <w:left w:val="single" w:sz="2" w:space="0" w:color="E2E8F0"/>
            <w:bottom w:val="single" w:sz="2" w:space="0" w:color="E2E8F0"/>
            <w:right w:val="single" w:sz="2" w:space="0" w:color="E2E8F0"/>
          </w:divBdr>
          <w:divsChild>
            <w:div w:id="1713656524">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17547571">
          <w:marLeft w:val="0"/>
          <w:marRight w:val="0"/>
          <w:marTop w:val="0"/>
          <w:marBottom w:val="0"/>
          <w:divBdr>
            <w:top w:val="single" w:sz="2" w:space="0" w:color="E2E8F0"/>
            <w:left w:val="single" w:sz="2" w:space="0" w:color="E2E8F0"/>
            <w:bottom w:val="single" w:sz="2" w:space="0" w:color="E2E8F0"/>
            <w:right w:val="single" w:sz="2" w:space="0" w:color="E2E8F0"/>
          </w:divBdr>
          <w:divsChild>
            <w:div w:id="1089959599">
              <w:marLeft w:val="0"/>
              <w:marRight w:val="0"/>
              <w:marTop w:val="0"/>
              <w:marBottom w:val="0"/>
              <w:divBdr>
                <w:top w:val="single" w:sz="2" w:space="0" w:color="E2E8F0"/>
                <w:left w:val="single" w:sz="2" w:space="0" w:color="E2E8F0"/>
                <w:bottom w:val="single" w:sz="2" w:space="0" w:color="E2E8F0"/>
                <w:right w:val="single" w:sz="2" w:space="0" w:color="E2E8F0"/>
              </w:divBdr>
            </w:div>
            <w:div w:id="1120496654">
              <w:marLeft w:val="0"/>
              <w:marRight w:val="0"/>
              <w:marTop w:val="0"/>
              <w:marBottom w:val="0"/>
              <w:divBdr>
                <w:top w:val="single" w:sz="2" w:space="11" w:color="E2E8F0"/>
                <w:left w:val="single" w:sz="2" w:space="11" w:color="E2E8F0"/>
                <w:bottom w:val="single" w:sz="2" w:space="11" w:color="E2E8F0"/>
                <w:right w:val="single" w:sz="2" w:space="11" w:color="E2E8F0"/>
              </w:divBdr>
              <w:divsChild>
                <w:div w:id="735587196">
                  <w:marLeft w:val="0"/>
                  <w:marRight w:val="0"/>
                  <w:marTop w:val="0"/>
                  <w:marBottom w:val="0"/>
                  <w:divBdr>
                    <w:top w:val="single" w:sz="2" w:space="4" w:color="E2E8F0"/>
                    <w:left w:val="single" w:sz="2" w:space="0" w:color="E2E8F0"/>
                    <w:bottom w:val="single" w:sz="2" w:space="4" w:color="E2E8F0"/>
                    <w:right w:val="single" w:sz="2" w:space="0" w:color="E2E8F0"/>
                  </w:divBdr>
                </w:div>
                <w:div w:id="8380387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59333947">
          <w:marLeft w:val="0"/>
          <w:marRight w:val="0"/>
          <w:marTop w:val="0"/>
          <w:marBottom w:val="0"/>
          <w:divBdr>
            <w:top w:val="single" w:sz="2" w:space="0" w:color="E2E8F0"/>
            <w:left w:val="single" w:sz="2" w:space="0" w:color="E2E8F0"/>
            <w:bottom w:val="single" w:sz="2" w:space="0" w:color="E2E8F0"/>
            <w:right w:val="single" w:sz="2" w:space="0" w:color="E2E8F0"/>
          </w:divBdr>
          <w:divsChild>
            <w:div w:id="69618269">
              <w:marLeft w:val="0"/>
              <w:marRight w:val="0"/>
              <w:marTop w:val="0"/>
              <w:marBottom w:val="0"/>
              <w:divBdr>
                <w:top w:val="single" w:sz="2" w:space="0" w:color="E2E8F0"/>
                <w:left w:val="single" w:sz="2" w:space="11" w:color="E2E8F0"/>
                <w:bottom w:val="single" w:sz="2" w:space="0" w:color="E2E8F0"/>
                <w:right w:val="single" w:sz="2" w:space="0" w:color="E2E8F0"/>
              </w:divBdr>
              <w:divsChild>
                <w:div w:id="11284782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32721567">
              <w:marLeft w:val="0"/>
              <w:marRight w:val="0"/>
              <w:marTop w:val="0"/>
              <w:marBottom w:val="0"/>
              <w:divBdr>
                <w:top w:val="single" w:sz="2" w:space="0" w:color="E2E8F0"/>
                <w:left w:val="single" w:sz="2" w:space="0" w:color="E2E8F0"/>
                <w:bottom w:val="single" w:sz="2" w:space="0" w:color="E2E8F0"/>
                <w:right w:val="single" w:sz="2" w:space="0" w:color="E2E8F0"/>
              </w:divBdr>
            </w:div>
            <w:div w:id="2109199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66738121">
          <w:marLeft w:val="0"/>
          <w:marRight w:val="0"/>
          <w:marTop w:val="0"/>
          <w:marBottom w:val="0"/>
          <w:divBdr>
            <w:top w:val="single" w:sz="2" w:space="0" w:color="E2E8F0"/>
            <w:left w:val="single" w:sz="2" w:space="0" w:color="E2E8F0"/>
            <w:bottom w:val="single" w:sz="2" w:space="0" w:color="E2E8F0"/>
            <w:right w:val="single" w:sz="2" w:space="0" w:color="E2E8F0"/>
          </w:divBdr>
          <w:divsChild>
            <w:div w:id="20278432">
              <w:marLeft w:val="0"/>
              <w:marRight w:val="0"/>
              <w:marTop w:val="0"/>
              <w:marBottom w:val="0"/>
              <w:divBdr>
                <w:top w:val="single" w:sz="2" w:space="0" w:color="E2E8F0"/>
                <w:left w:val="single" w:sz="2" w:space="0" w:color="E2E8F0"/>
                <w:bottom w:val="single" w:sz="2" w:space="0" w:color="E2E8F0"/>
                <w:right w:val="single" w:sz="2" w:space="0" w:color="E2E8F0"/>
              </w:divBdr>
            </w:div>
            <w:div w:id="2125611846">
              <w:marLeft w:val="0"/>
              <w:marRight w:val="0"/>
              <w:marTop w:val="0"/>
              <w:marBottom w:val="0"/>
              <w:divBdr>
                <w:top w:val="single" w:sz="2" w:space="0" w:color="E2E8F0"/>
                <w:left w:val="single" w:sz="2" w:space="11" w:color="E2E8F0"/>
                <w:bottom w:val="single" w:sz="2" w:space="0" w:color="E2E8F0"/>
                <w:right w:val="single" w:sz="2" w:space="0" w:color="E2E8F0"/>
              </w:divBdr>
              <w:divsChild>
                <w:div w:id="18423067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81379726">
          <w:marLeft w:val="0"/>
          <w:marRight w:val="0"/>
          <w:marTop w:val="0"/>
          <w:marBottom w:val="0"/>
          <w:divBdr>
            <w:top w:val="single" w:sz="2" w:space="0" w:color="E2E8F0"/>
            <w:left w:val="single" w:sz="2" w:space="0" w:color="E2E8F0"/>
            <w:bottom w:val="single" w:sz="2" w:space="0" w:color="E2E8F0"/>
            <w:right w:val="single" w:sz="2" w:space="0" w:color="E2E8F0"/>
          </w:divBdr>
          <w:divsChild>
            <w:div w:id="814613837">
              <w:marLeft w:val="0"/>
              <w:marRight w:val="0"/>
              <w:marTop w:val="0"/>
              <w:marBottom w:val="0"/>
              <w:divBdr>
                <w:top w:val="single" w:sz="2" w:space="0" w:color="E2E8F0"/>
                <w:left w:val="single" w:sz="2" w:space="11" w:color="E2E8F0"/>
                <w:bottom w:val="single" w:sz="2" w:space="0" w:color="E2E8F0"/>
                <w:right w:val="single" w:sz="2" w:space="0" w:color="E2E8F0"/>
              </w:divBdr>
              <w:divsChild>
                <w:div w:id="178530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 w:id="12168174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39351650">
          <w:marLeft w:val="0"/>
          <w:marRight w:val="0"/>
          <w:marTop w:val="0"/>
          <w:marBottom w:val="0"/>
          <w:divBdr>
            <w:top w:val="single" w:sz="2" w:space="0" w:color="E2E8F0"/>
            <w:left w:val="single" w:sz="2" w:space="0" w:color="E2E8F0"/>
            <w:bottom w:val="single" w:sz="2" w:space="0" w:color="E2E8F0"/>
            <w:right w:val="single" w:sz="2" w:space="0" w:color="E2E8F0"/>
          </w:divBdr>
          <w:divsChild>
            <w:div w:id="567880813">
              <w:marLeft w:val="0"/>
              <w:marRight w:val="0"/>
              <w:marTop w:val="0"/>
              <w:marBottom w:val="0"/>
              <w:divBdr>
                <w:top w:val="single" w:sz="2" w:space="11" w:color="E2E8F0"/>
                <w:left w:val="single" w:sz="2" w:space="11" w:color="E2E8F0"/>
                <w:bottom w:val="single" w:sz="2" w:space="11" w:color="E2E8F0"/>
                <w:right w:val="single" w:sz="2" w:space="11" w:color="E2E8F0"/>
              </w:divBdr>
              <w:divsChild>
                <w:div w:id="105541694">
                  <w:marLeft w:val="0"/>
                  <w:marRight w:val="0"/>
                  <w:marTop w:val="0"/>
                  <w:marBottom w:val="0"/>
                  <w:divBdr>
                    <w:top w:val="single" w:sz="2" w:space="4" w:color="E2E8F0"/>
                    <w:left w:val="single" w:sz="2" w:space="0" w:color="E2E8F0"/>
                    <w:bottom w:val="single" w:sz="2" w:space="4" w:color="E2E8F0"/>
                    <w:right w:val="single" w:sz="2" w:space="0" w:color="E2E8F0"/>
                  </w:divBdr>
                </w:div>
                <w:div w:id="214723721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342485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76471076">
          <w:marLeft w:val="0"/>
          <w:marRight w:val="0"/>
          <w:marTop w:val="0"/>
          <w:marBottom w:val="0"/>
          <w:divBdr>
            <w:top w:val="single" w:sz="2" w:space="0" w:color="E2E8F0"/>
            <w:left w:val="single" w:sz="2" w:space="0" w:color="E2E8F0"/>
            <w:bottom w:val="single" w:sz="2" w:space="0" w:color="E2E8F0"/>
            <w:right w:val="single" w:sz="2" w:space="0" w:color="E2E8F0"/>
          </w:divBdr>
          <w:divsChild>
            <w:div w:id="349183381">
              <w:marLeft w:val="0"/>
              <w:marRight w:val="0"/>
              <w:marTop w:val="0"/>
              <w:marBottom w:val="0"/>
              <w:divBdr>
                <w:top w:val="single" w:sz="2" w:space="0" w:color="E2E8F0"/>
                <w:left w:val="single" w:sz="2" w:space="0" w:color="E2E8F0"/>
                <w:bottom w:val="single" w:sz="2" w:space="0" w:color="E2E8F0"/>
                <w:right w:val="single" w:sz="2" w:space="0" w:color="E2E8F0"/>
              </w:divBdr>
              <w:divsChild>
                <w:div w:id="1450973600">
                  <w:marLeft w:val="0"/>
                  <w:marRight w:val="0"/>
                  <w:marTop w:val="0"/>
                  <w:marBottom w:val="0"/>
                  <w:divBdr>
                    <w:top w:val="single" w:sz="2" w:space="0" w:color="E2E8F0"/>
                    <w:left w:val="single" w:sz="2" w:space="0" w:color="E2E8F0"/>
                    <w:bottom w:val="single" w:sz="2" w:space="0" w:color="E2E8F0"/>
                    <w:right w:val="single" w:sz="2" w:space="0" w:color="E2E8F0"/>
                  </w:divBdr>
                </w:div>
                <w:div w:id="2050717431">
                  <w:marLeft w:val="0"/>
                  <w:marRight w:val="0"/>
                  <w:marTop w:val="0"/>
                  <w:marBottom w:val="0"/>
                  <w:divBdr>
                    <w:top w:val="single" w:sz="2" w:space="11" w:color="E2E8F0"/>
                    <w:left w:val="single" w:sz="2" w:space="11" w:color="E2E8F0"/>
                    <w:bottom w:val="single" w:sz="2" w:space="11" w:color="E2E8F0"/>
                    <w:right w:val="single" w:sz="2" w:space="11" w:color="E2E8F0"/>
                  </w:divBdr>
                  <w:divsChild>
                    <w:div w:id="438136803">
                      <w:marLeft w:val="0"/>
                      <w:marRight w:val="0"/>
                      <w:marTop w:val="0"/>
                      <w:marBottom w:val="0"/>
                      <w:divBdr>
                        <w:top w:val="single" w:sz="2" w:space="0" w:color="E2E8F0"/>
                        <w:left w:val="single" w:sz="2" w:space="0" w:color="E2E8F0"/>
                        <w:bottom w:val="single" w:sz="2" w:space="0" w:color="E2E8F0"/>
                        <w:right w:val="single" w:sz="2" w:space="0" w:color="E2E8F0"/>
                      </w:divBdr>
                    </w:div>
                    <w:div w:id="4440369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19377274">
              <w:marLeft w:val="0"/>
              <w:marRight w:val="0"/>
              <w:marTop w:val="0"/>
              <w:marBottom w:val="0"/>
              <w:divBdr>
                <w:top w:val="single" w:sz="2" w:space="0" w:color="E2E8F0"/>
                <w:left w:val="single" w:sz="2" w:space="0" w:color="E2E8F0"/>
                <w:bottom w:val="single" w:sz="2" w:space="0" w:color="E2E8F0"/>
                <w:right w:val="single" w:sz="2" w:space="0" w:color="E2E8F0"/>
              </w:divBdr>
              <w:divsChild>
                <w:div w:id="593635540">
                  <w:marLeft w:val="0"/>
                  <w:marRight w:val="0"/>
                  <w:marTop w:val="0"/>
                  <w:marBottom w:val="0"/>
                  <w:divBdr>
                    <w:top w:val="single" w:sz="2" w:space="0" w:color="E2E8F0"/>
                    <w:left w:val="single" w:sz="2" w:space="0" w:color="E2E8F0"/>
                    <w:bottom w:val="single" w:sz="2" w:space="0" w:color="E2E8F0"/>
                    <w:right w:val="single" w:sz="2" w:space="0" w:color="E2E8F0"/>
                  </w:divBdr>
                </w:div>
                <w:div w:id="776826598">
                  <w:marLeft w:val="0"/>
                  <w:marRight w:val="0"/>
                  <w:marTop w:val="0"/>
                  <w:marBottom w:val="0"/>
                  <w:divBdr>
                    <w:top w:val="single" w:sz="2" w:space="11" w:color="E2E8F0"/>
                    <w:left w:val="single" w:sz="2" w:space="11" w:color="E2E8F0"/>
                    <w:bottom w:val="single" w:sz="2" w:space="11" w:color="E2E8F0"/>
                    <w:right w:val="single" w:sz="2" w:space="11" w:color="E2E8F0"/>
                  </w:divBdr>
                  <w:divsChild>
                    <w:div w:id="1388649733">
                      <w:marLeft w:val="0"/>
                      <w:marRight w:val="0"/>
                      <w:marTop w:val="0"/>
                      <w:marBottom w:val="0"/>
                      <w:divBdr>
                        <w:top w:val="single" w:sz="2" w:space="0" w:color="E2E8F0"/>
                        <w:left w:val="single" w:sz="2" w:space="0" w:color="E2E8F0"/>
                        <w:bottom w:val="single" w:sz="2" w:space="0" w:color="E2E8F0"/>
                        <w:right w:val="single" w:sz="2" w:space="0" w:color="E2E8F0"/>
                      </w:divBdr>
                    </w:div>
                    <w:div w:id="15768147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69370276">
              <w:marLeft w:val="0"/>
              <w:marRight w:val="0"/>
              <w:marTop w:val="0"/>
              <w:marBottom w:val="0"/>
              <w:divBdr>
                <w:top w:val="single" w:sz="2" w:space="0" w:color="E2E8F0"/>
                <w:left w:val="single" w:sz="2" w:space="0" w:color="E2E8F0"/>
                <w:bottom w:val="single" w:sz="2" w:space="0" w:color="E2E8F0"/>
                <w:right w:val="single" w:sz="2" w:space="0" w:color="E2E8F0"/>
              </w:divBdr>
              <w:divsChild>
                <w:div w:id="127476119">
                  <w:marLeft w:val="0"/>
                  <w:marRight w:val="0"/>
                  <w:marTop w:val="0"/>
                  <w:marBottom w:val="0"/>
                  <w:divBdr>
                    <w:top w:val="single" w:sz="2" w:space="0" w:color="E2E8F0"/>
                    <w:left w:val="single" w:sz="2" w:space="0" w:color="E2E8F0"/>
                    <w:bottom w:val="single" w:sz="2" w:space="0" w:color="E2E8F0"/>
                    <w:right w:val="single" w:sz="2" w:space="0" w:color="E2E8F0"/>
                  </w:divBdr>
                </w:div>
                <w:div w:id="1741059708">
                  <w:marLeft w:val="0"/>
                  <w:marRight w:val="0"/>
                  <w:marTop w:val="0"/>
                  <w:marBottom w:val="0"/>
                  <w:divBdr>
                    <w:top w:val="single" w:sz="2" w:space="11" w:color="E2E8F0"/>
                    <w:left w:val="single" w:sz="2" w:space="11" w:color="E2E8F0"/>
                    <w:bottom w:val="single" w:sz="2" w:space="11" w:color="E2E8F0"/>
                    <w:right w:val="single" w:sz="2" w:space="11" w:color="E2E8F0"/>
                  </w:divBdr>
                  <w:divsChild>
                    <w:div w:id="753434285">
                      <w:marLeft w:val="0"/>
                      <w:marRight w:val="0"/>
                      <w:marTop w:val="0"/>
                      <w:marBottom w:val="0"/>
                      <w:divBdr>
                        <w:top w:val="single" w:sz="2" w:space="0" w:color="E2E8F0"/>
                        <w:left w:val="single" w:sz="2" w:space="0" w:color="E2E8F0"/>
                        <w:bottom w:val="single" w:sz="2" w:space="0" w:color="E2E8F0"/>
                        <w:right w:val="single" w:sz="2" w:space="0" w:color="E2E8F0"/>
                      </w:divBdr>
                    </w:div>
                    <w:div w:id="172860366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88461873">
              <w:marLeft w:val="0"/>
              <w:marRight w:val="0"/>
              <w:marTop w:val="0"/>
              <w:marBottom w:val="0"/>
              <w:divBdr>
                <w:top w:val="single" w:sz="2" w:space="0" w:color="E2E8F0"/>
                <w:left w:val="single" w:sz="2" w:space="0" w:color="E2E8F0"/>
                <w:bottom w:val="single" w:sz="2" w:space="0" w:color="E2E8F0"/>
                <w:right w:val="single" w:sz="2" w:space="0" w:color="E2E8F0"/>
              </w:divBdr>
              <w:divsChild>
                <w:div w:id="1046100472">
                  <w:marLeft w:val="0"/>
                  <w:marRight w:val="0"/>
                  <w:marTop w:val="0"/>
                  <w:marBottom w:val="0"/>
                  <w:divBdr>
                    <w:top w:val="single" w:sz="2" w:space="0" w:color="E2E8F0"/>
                    <w:left w:val="single" w:sz="2" w:space="0" w:color="E2E8F0"/>
                    <w:bottom w:val="single" w:sz="2" w:space="0" w:color="E2E8F0"/>
                    <w:right w:val="single" w:sz="2" w:space="0" w:color="E2E8F0"/>
                  </w:divBdr>
                </w:div>
                <w:div w:id="1619531248">
                  <w:marLeft w:val="0"/>
                  <w:marRight w:val="0"/>
                  <w:marTop w:val="0"/>
                  <w:marBottom w:val="0"/>
                  <w:divBdr>
                    <w:top w:val="single" w:sz="2" w:space="11" w:color="E2E8F0"/>
                    <w:left w:val="single" w:sz="2" w:space="11" w:color="E2E8F0"/>
                    <w:bottom w:val="single" w:sz="2" w:space="11" w:color="E2E8F0"/>
                    <w:right w:val="single" w:sz="2" w:space="11" w:color="E2E8F0"/>
                  </w:divBdr>
                  <w:divsChild>
                    <w:div w:id="1034499422">
                      <w:marLeft w:val="0"/>
                      <w:marRight w:val="0"/>
                      <w:marTop w:val="0"/>
                      <w:marBottom w:val="0"/>
                      <w:divBdr>
                        <w:top w:val="single" w:sz="2" w:space="0" w:color="E2E8F0"/>
                        <w:left w:val="single" w:sz="2" w:space="0" w:color="E2E8F0"/>
                        <w:bottom w:val="single" w:sz="2" w:space="0" w:color="E2E8F0"/>
                        <w:right w:val="single" w:sz="2" w:space="0" w:color="E2E8F0"/>
                      </w:divBdr>
                    </w:div>
                    <w:div w:id="17213691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97715507">
              <w:marLeft w:val="0"/>
              <w:marRight w:val="0"/>
              <w:marTop w:val="0"/>
              <w:marBottom w:val="0"/>
              <w:divBdr>
                <w:top w:val="single" w:sz="2" w:space="0" w:color="E2E8F0"/>
                <w:left w:val="single" w:sz="2" w:space="0" w:color="E2E8F0"/>
                <w:bottom w:val="single" w:sz="2" w:space="0" w:color="E2E8F0"/>
                <w:right w:val="single" w:sz="2" w:space="0" w:color="E2E8F0"/>
              </w:divBdr>
              <w:divsChild>
                <w:div w:id="1064335736">
                  <w:marLeft w:val="0"/>
                  <w:marRight w:val="0"/>
                  <w:marTop w:val="0"/>
                  <w:marBottom w:val="0"/>
                  <w:divBdr>
                    <w:top w:val="single" w:sz="2" w:space="11" w:color="E2E8F0"/>
                    <w:left w:val="single" w:sz="2" w:space="11" w:color="E2E8F0"/>
                    <w:bottom w:val="single" w:sz="2" w:space="11" w:color="E2E8F0"/>
                    <w:right w:val="single" w:sz="2" w:space="11" w:color="E2E8F0"/>
                  </w:divBdr>
                  <w:divsChild>
                    <w:div w:id="873613375">
                      <w:marLeft w:val="0"/>
                      <w:marRight w:val="0"/>
                      <w:marTop w:val="0"/>
                      <w:marBottom w:val="0"/>
                      <w:divBdr>
                        <w:top w:val="single" w:sz="2" w:space="0" w:color="E2E8F0"/>
                        <w:left w:val="single" w:sz="2" w:space="0" w:color="E2E8F0"/>
                        <w:bottom w:val="single" w:sz="2" w:space="0" w:color="E2E8F0"/>
                        <w:right w:val="single" w:sz="2" w:space="0" w:color="E2E8F0"/>
                      </w:divBdr>
                    </w:div>
                    <w:div w:id="202705587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5896942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01443738">
              <w:marLeft w:val="0"/>
              <w:marRight w:val="0"/>
              <w:marTop w:val="0"/>
              <w:marBottom w:val="0"/>
              <w:divBdr>
                <w:top w:val="single" w:sz="2" w:space="0" w:color="E2E8F0"/>
                <w:left w:val="single" w:sz="2" w:space="0" w:color="E2E8F0"/>
                <w:bottom w:val="single" w:sz="2" w:space="0" w:color="E2E8F0"/>
                <w:right w:val="single" w:sz="2" w:space="0" w:color="E2E8F0"/>
              </w:divBdr>
              <w:divsChild>
                <w:div w:id="1419910821">
                  <w:marLeft w:val="0"/>
                  <w:marRight w:val="0"/>
                  <w:marTop w:val="0"/>
                  <w:marBottom w:val="0"/>
                  <w:divBdr>
                    <w:top w:val="single" w:sz="2" w:space="11" w:color="E2E8F0"/>
                    <w:left w:val="single" w:sz="2" w:space="11" w:color="E2E8F0"/>
                    <w:bottom w:val="single" w:sz="2" w:space="11" w:color="E2E8F0"/>
                    <w:right w:val="single" w:sz="2" w:space="11" w:color="E2E8F0"/>
                  </w:divBdr>
                  <w:divsChild>
                    <w:div w:id="1315719168">
                      <w:marLeft w:val="0"/>
                      <w:marRight w:val="0"/>
                      <w:marTop w:val="0"/>
                      <w:marBottom w:val="0"/>
                      <w:divBdr>
                        <w:top w:val="single" w:sz="2" w:space="0" w:color="E2E8F0"/>
                        <w:left w:val="single" w:sz="2" w:space="0" w:color="E2E8F0"/>
                        <w:bottom w:val="single" w:sz="2" w:space="0" w:color="E2E8F0"/>
                        <w:right w:val="single" w:sz="2" w:space="0" w:color="E2E8F0"/>
                      </w:divBdr>
                    </w:div>
                    <w:div w:id="14328239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8402223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43180975">
              <w:marLeft w:val="0"/>
              <w:marRight w:val="0"/>
              <w:marTop w:val="0"/>
              <w:marBottom w:val="0"/>
              <w:divBdr>
                <w:top w:val="single" w:sz="2" w:space="0" w:color="E2E8F0"/>
                <w:left w:val="single" w:sz="2" w:space="0" w:color="E2E8F0"/>
                <w:bottom w:val="single" w:sz="2" w:space="0" w:color="E2E8F0"/>
                <w:right w:val="single" w:sz="2" w:space="0" w:color="E2E8F0"/>
              </w:divBdr>
              <w:divsChild>
                <w:div w:id="391733970">
                  <w:marLeft w:val="0"/>
                  <w:marRight w:val="0"/>
                  <w:marTop w:val="0"/>
                  <w:marBottom w:val="0"/>
                  <w:divBdr>
                    <w:top w:val="single" w:sz="2" w:space="11" w:color="E2E8F0"/>
                    <w:left w:val="single" w:sz="2" w:space="11" w:color="E2E8F0"/>
                    <w:bottom w:val="single" w:sz="2" w:space="11" w:color="E2E8F0"/>
                    <w:right w:val="single" w:sz="2" w:space="11" w:color="E2E8F0"/>
                  </w:divBdr>
                  <w:divsChild>
                    <w:div w:id="297612279">
                      <w:marLeft w:val="0"/>
                      <w:marRight w:val="0"/>
                      <w:marTop w:val="0"/>
                      <w:marBottom w:val="0"/>
                      <w:divBdr>
                        <w:top w:val="single" w:sz="2" w:space="0" w:color="E2E8F0"/>
                        <w:left w:val="single" w:sz="2" w:space="0" w:color="E2E8F0"/>
                        <w:bottom w:val="single" w:sz="2" w:space="0" w:color="E2E8F0"/>
                        <w:right w:val="single" w:sz="2" w:space="0" w:color="E2E8F0"/>
                      </w:divBdr>
                    </w:div>
                    <w:div w:id="8640977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830395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78187445">
              <w:marLeft w:val="0"/>
              <w:marRight w:val="0"/>
              <w:marTop w:val="0"/>
              <w:marBottom w:val="0"/>
              <w:divBdr>
                <w:top w:val="single" w:sz="2" w:space="0" w:color="E2E8F0"/>
                <w:left w:val="single" w:sz="2" w:space="0" w:color="E2E8F0"/>
                <w:bottom w:val="single" w:sz="2" w:space="0" w:color="E2E8F0"/>
                <w:right w:val="single" w:sz="2" w:space="0" w:color="E2E8F0"/>
              </w:divBdr>
              <w:divsChild>
                <w:div w:id="107939658">
                  <w:marLeft w:val="0"/>
                  <w:marRight w:val="0"/>
                  <w:marTop w:val="0"/>
                  <w:marBottom w:val="0"/>
                  <w:divBdr>
                    <w:top w:val="single" w:sz="2" w:space="11" w:color="E2E8F0"/>
                    <w:left w:val="single" w:sz="2" w:space="11" w:color="E2E8F0"/>
                    <w:bottom w:val="single" w:sz="2" w:space="11" w:color="E2E8F0"/>
                    <w:right w:val="single" w:sz="2" w:space="11" w:color="E2E8F0"/>
                  </w:divBdr>
                  <w:divsChild>
                    <w:div w:id="82380808">
                      <w:marLeft w:val="0"/>
                      <w:marRight w:val="0"/>
                      <w:marTop w:val="0"/>
                      <w:marBottom w:val="0"/>
                      <w:divBdr>
                        <w:top w:val="single" w:sz="2" w:space="0" w:color="E2E8F0"/>
                        <w:left w:val="single" w:sz="2" w:space="0" w:color="E2E8F0"/>
                        <w:bottom w:val="single" w:sz="2" w:space="0" w:color="E2E8F0"/>
                        <w:right w:val="single" w:sz="2" w:space="0" w:color="E2E8F0"/>
                      </w:divBdr>
                    </w:div>
                    <w:div w:id="80636064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562696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23565192">
              <w:marLeft w:val="0"/>
              <w:marRight w:val="0"/>
              <w:marTop w:val="0"/>
              <w:marBottom w:val="0"/>
              <w:divBdr>
                <w:top w:val="single" w:sz="2" w:space="0" w:color="E2E8F0"/>
                <w:left w:val="single" w:sz="2" w:space="0" w:color="E2E8F0"/>
                <w:bottom w:val="single" w:sz="2" w:space="0" w:color="E2E8F0"/>
                <w:right w:val="single" w:sz="2" w:space="0" w:color="E2E8F0"/>
              </w:divBdr>
              <w:divsChild>
                <w:div w:id="669331587">
                  <w:marLeft w:val="0"/>
                  <w:marRight w:val="0"/>
                  <w:marTop w:val="0"/>
                  <w:marBottom w:val="0"/>
                  <w:divBdr>
                    <w:top w:val="single" w:sz="2" w:space="11" w:color="E2E8F0"/>
                    <w:left w:val="single" w:sz="2" w:space="11" w:color="E2E8F0"/>
                    <w:bottom w:val="single" w:sz="2" w:space="11" w:color="E2E8F0"/>
                    <w:right w:val="single" w:sz="2" w:space="11" w:color="E2E8F0"/>
                  </w:divBdr>
                  <w:divsChild>
                    <w:div w:id="150683443">
                      <w:marLeft w:val="0"/>
                      <w:marRight w:val="0"/>
                      <w:marTop w:val="0"/>
                      <w:marBottom w:val="0"/>
                      <w:divBdr>
                        <w:top w:val="single" w:sz="2" w:space="0" w:color="E2E8F0"/>
                        <w:left w:val="single" w:sz="2" w:space="0" w:color="E2E8F0"/>
                        <w:bottom w:val="single" w:sz="2" w:space="0" w:color="E2E8F0"/>
                        <w:right w:val="single" w:sz="2" w:space="0" w:color="E2E8F0"/>
                      </w:divBdr>
                    </w:div>
                    <w:div w:id="38083462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900983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53970827">
              <w:marLeft w:val="0"/>
              <w:marRight w:val="0"/>
              <w:marTop w:val="0"/>
              <w:marBottom w:val="0"/>
              <w:divBdr>
                <w:top w:val="single" w:sz="2" w:space="0" w:color="E2E8F0"/>
                <w:left w:val="single" w:sz="2" w:space="0" w:color="E2E8F0"/>
                <w:bottom w:val="single" w:sz="2" w:space="0" w:color="E2E8F0"/>
                <w:right w:val="single" w:sz="2" w:space="0" w:color="E2E8F0"/>
              </w:divBdr>
              <w:divsChild>
                <w:div w:id="156579782">
                  <w:marLeft w:val="0"/>
                  <w:marRight w:val="0"/>
                  <w:marTop w:val="0"/>
                  <w:marBottom w:val="0"/>
                  <w:divBdr>
                    <w:top w:val="single" w:sz="2" w:space="11" w:color="E2E8F0"/>
                    <w:left w:val="single" w:sz="2" w:space="11" w:color="E2E8F0"/>
                    <w:bottom w:val="single" w:sz="2" w:space="11" w:color="E2E8F0"/>
                    <w:right w:val="single" w:sz="2" w:space="11" w:color="E2E8F0"/>
                  </w:divBdr>
                  <w:divsChild>
                    <w:div w:id="50622375">
                      <w:marLeft w:val="0"/>
                      <w:marRight w:val="0"/>
                      <w:marTop w:val="0"/>
                      <w:marBottom w:val="0"/>
                      <w:divBdr>
                        <w:top w:val="single" w:sz="2" w:space="0" w:color="E2E8F0"/>
                        <w:left w:val="single" w:sz="2" w:space="0" w:color="E2E8F0"/>
                        <w:bottom w:val="single" w:sz="2" w:space="0" w:color="E2E8F0"/>
                        <w:right w:val="single" w:sz="2" w:space="0" w:color="E2E8F0"/>
                      </w:divBdr>
                    </w:div>
                    <w:div w:id="17737431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9611325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092236701">
              <w:marLeft w:val="0"/>
              <w:marRight w:val="0"/>
              <w:marTop w:val="0"/>
              <w:marBottom w:val="0"/>
              <w:divBdr>
                <w:top w:val="single" w:sz="2" w:space="0" w:color="E2E8F0"/>
                <w:left w:val="single" w:sz="2" w:space="0" w:color="E2E8F0"/>
                <w:bottom w:val="single" w:sz="2" w:space="0" w:color="E2E8F0"/>
                <w:right w:val="single" w:sz="2" w:space="0" w:color="E2E8F0"/>
              </w:divBdr>
              <w:divsChild>
                <w:div w:id="905460695">
                  <w:marLeft w:val="0"/>
                  <w:marRight w:val="0"/>
                  <w:marTop w:val="0"/>
                  <w:marBottom w:val="0"/>
                  <w:divBdr>
                    <w:top w:val="single" w:sz="2" w:space="11" w:color="E2E8F0"/>
                    <w:left w:val="single" w:sz="2" w:space="11" w:color="E2E8F0"/>
                    <w:bottom w:val="single" w:sz="2" w:space="11" w:color="E2E8F0"/>
                    <w:right w:val="single" w:sz="2" w:space="11" w:color="E2E8F0"/>
                  </w:divBdr>
                  <w:divsChild>
                    <w:div w:id="736785512">
                      <w:marLeft w:val="0"/>
                      <w:marRight w:val="0"/>
                      <w:marTop w:val="0"/>
                      <w:marBottom w:val="0"/>
                      <w:divBdr>
                        <w:top w:val="single" w:sz="2" w:space="0" w:color="E2E8F0"/>
                        <w:left w:val="single" w:sz="2" w:space="0" w:color="E2E8F0"/>
                        <w:bottom w:val="single" w:sz="2" w:space="0" w:color="E2E8F0"/>
                        <w:right w:val="single" w:sz="2" w:space="0" w:color="E2E8F0"/>
                      </w:divBdr>
                    </w:div>
                    <w:div w:id="15390770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88703716">
                  <w:marLeft w:val="0"/>
                  <w:marRight w:val="0"/>
                  <w:marTop w:val="0"/>
                  <w:marBottom w:val="0"/>
                  <w:divBdr>
                    <w:top w:val="single" w:sz="2" w:space="0" w:color="E2E8F0"/>
                    <w:left w:val="single" w:sz="2" w:space="0" w:color="E2E8F0"/>
                    <w:bottom w:val="single" w:sz="2" w:space="0" w:color="E2E8F0"/>
                    <w:right w:val="single" w:sz="2" w:space="0" w:color="E2E8F0"/>
                  </w:divBdr>
                </w:div>
                <w:div w:id="20993310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29545238">
              <w:marLeft w:val="0"/>
              <w:marRight w:val="0"/>
              <w:marTop w:val="0"/>
              <w:marBottom w:val="0"/>
              <w:divBdr>
                <w:top w:val="single" w:sz="2" w:space="0" w:color="E2E8F0"/>
                <w:left w:val="single" w:sz="2" w:space="0" w:color="E2E8F0"/>
                <w:bottom w:val="single" w:sz="2" w:space="0" w:color="E2E8F0"/>
                <w:right w:val="single" w:sz="2" w:space="0" w:color="E2E8F0"/>
              </w:divBdr>
              <w:divsChild>
                <w:div w:id="612712722">
                  <w:marLeft w:val="0"/>
                  <w:marRight w:val="0"/>
                  <w:marTop w:val="0"/>
                  <w:marBottom w:val="0"/>
                  <w:divBdr>
                    <w:top w:val="single" w:sz="2" w:space="0" w:color="E2E8F0"/>
                    <w:left w:val="single" w:sz="2" w:space="0" w:color="E2E8F0"/>
                    <w:bottom w:val="single" w:sz="2" w:space="0" w:color="E2E8F0"/>
                    <w:right w:val="single" w:sz="2" w:space="0" w:color="E2E8F0"/>
                  </w:divBdr>
                </w:div>
                <w:div w:id="1516187152">
                  <w:marLeft w:val="0"/>
                  <w:marRight w:val="0"/>
                  <w:marTop w:val="0"/>
                  <w:marBottom w:val="0"/>
                  <w:divBdr>
                    <w:top w:val="single" w:sz="2" w:space="11" w:color="E2E8F0"/>
                    <w:left w:val="single" w:sz="2" w:space="11" w:color="E2E8F0"/>
                    <w:bottom w:val="single" w:sz="2" w:space="11" w:color="E2E8F0"/>
                    <w:right w:val="single" w:sz="2" w:space="11" w:color="E2E8F0"/>
                  </w:divBdr>
                  <w:divsChild>
                    <w:div w:id="1620452397">
                      <w:marLeft w:val="0"/>
                      <w:marRight w:val="0"/>
                      <w:marTop w:val="0"/>
                      <w:marBottom w:val="0"/>
                      <w:divBdr>
                        <w:top w:val="single" w:sz="2" w:space="0" w:color="E2E8F0"/>
                        <w:left w:val="single" w:sz="2" w:space="0" w:color="E2E8F0"/>
                        <w:bottom w:val="single" w:sz="2" w:space="0" w:color="E2E8F0"/>
                        <w:right w:val="single" w:sz="2" w:space="0" w:color="E2E8F0"/>
                      </w:divBdr>
                    </w:div>
                    <w:div w:id="19407236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7138113">
              <w:marLeft w:val="0"/>
              <w:marRight w:val="0"/>
              <w:marTop w:val="0"/>
              <w:marBottom w:val="0"/>
              <w:divBdr>
                <w:top w:val="single" w:sz="2" w:space="0" w:color="E2E8F0"/>
                <w:left w:val="single" w:sz="2" w:space="0" w:color="E2E8F0"/>
                <w:bottom w:val="single" w:sz="2" w:space="0" w:color="E2E8F0"/>
                <w:right w:val="single" w:sz="2" w:space="0" w:color="E2E8F0"/>
              </w:divBdr>
              <w:divsChild>
                <w:div w:id="25569908">
                  <w:marLeft w:val="0"/>
                  <w:marRight w:val="0"/>
                  <w:marTop w:val="0"/>
                  <w:marBottom w:val="0"/>
                  <w:divBdr>
                    <w:top w:val="single" w:sz="2" w:space="11" w:color="E2E8F0"/>
                    <w:left w:val="single" w:sz="2" w:space="11" w:color="E2E8F0"/>
                    <w:bottom w:val="single" w:sz="2" w:space="11" w:color="E2E8F0"/>
                    <w:right w:val="single" w:sz="2" w:space="11" w:color="E2E8F0"/>
                  </w:divBdr>
                  <w:divsChild>
                    <w:div w:id="324473315">
                      <w:marLeft w:val="0"/>
                      <w:marRight w:val="0"/>
                      <w:marTop w:val="0"/>
                      <w:marBottom w:val="0"/>
                      <w:divBdr>
                        <w:top w:val="single" w:sz="2" w:space="0" w:color="E2E8F0"/>
                        <w:left w:val="single" w:sz="2" w:space="0" w:color="E2E8F0"/>
                        <w:bottom w:val="single" w:sz="2" w:space="0" w:color="E2E8F0"/>
                        <w:right w:val="single" w:sz="2" w:space="0" w:color="E2E8F0"/>
                      </w:divBdr>
                    </w:div>
                    <w:div w:id="8072816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246311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162046532">
              <w:marLeft w:val="0"/>
              <w:marRight w:val="0"/>
              <w:marTop w:val="0"/>
              <w:marBottom w:val="0"/>
              <w:divBdr>
                <w:top w:val="single" w:sz="2" w:space="0" w:color="E2E8F0"/>
                <w:left w:val="single" w:sz="2" w:space="0" w:color="E2E8F0"/>
                <w:bottom w:val="single" w:sz="2" w:space="0" w:color="E2E8F0"/>
                <w:right w:val="single" w:sz="2" w:space="0" w:color="E2E8F0"/>
              </w:divBdr>
              <w:divsChild>
                <w:div w:id="1237127081">
                  <w:marLeft w:val="0"/>
                  <w:marRight w:val="0"/>
                  <w:marTop w:val="0"/>
                  <w:marBottom w:val="0"/>
                  <w:divBdr>
                    <w:top w:val="single" w:sz="2" w:space="11" w:color="E2E8F0"/>
                    <w:left w:val="single" w:sz="2" w:space="11" w:color="E2E8F0"/>
                    <w:bottom w:val="single" w:sz="2" w:space="11" w:color="E2E8F0"/>
                    <w:right w:val="single" w:sz="2" w:space="11" w:color="E2E8F0"/>
                  </w:divBdr>
                  <w:divsChild>
                    <w:div w:id="1089472488">
                      <w:marLeft w:val="0"/>
                      <w:marRight w:val="0"/>
                      <w:marTop w:val="0"/>
                      <w:marBottom w:val="0"/>
                      <w:divBdr>
                        <w:top w:val="single" w:sz="2" w:space="0" w:color="E2E8F0"/>
                        <w:left w:val="single" w:sz="2" w:space="0" w:color="E2E8F0"/>
                        <w:bottom w:val="single" w:sz="2" w:space="0" w:color="E2E8F0"/>
                        <w:right w:val="single" w:sz="2" w:space="0" w:color="E2E8F0"/>
                      </w:divBdr>
                    </w:div>
                    <w:div w:id="19972182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1716568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09992341">
              <w:marLeft w:val="0"/>
              <w:marRight w:val="0"/>
              <w:marTop w:val="0"/>
              <w:marBottom w:val="0"/>
              <w:divBdr>
                <w:top w:val="single" w:sz="2" w:space="0" w:color="E2E8F0"/>
                <w:left w:val="single" w:sz="2" w:space="0" w:color="E2E8F0"/>
                <w:bottom w:val="single" w:sz="2" w:space="0" w:color="E2E8F0"/>
                <w:right w:val="single" w:sz="2" w:space="0" w:color="E2E8F0"/>
              </w:divBdr>
              <w:divsChild>
                <w:div w:id="1994481582">
                  <w:marLeft w:val="0"/>
                  <w:marRight w:val="0"/>
                  <w:marTop w:val="0"/>
                  <w:marBottom w:val="0"/>
                  <w:divBdr>
                    <w:top w:val="single" w:sz="2" w:space="11" w:color="E2E8F0"/>
                    <w:left w:val="single" w:sz="2" w:space="11" w:color="E2E8F0"/>
                    <w:bottom w:val="single" w:sz="2" w:space="11" w:color="E2E8F0"/>
                    <w:right w:val="single" w:sz="2" w:space="11" w:color="E2E8F0"/>
                  </w:divBdr>
                  <w:divsChild>
                    <w:div w:id="480734217">
                      <w:marLeft w:val="0"/>
                      <w:marRight w:val="0"/>
                      <w:marTop w:val="0"/>
                      <w:marBottom w:val="0"/>
                      <w:divBdr>
                        <w:top w:val="single" w:sz="2" w:space="0" w:color="E2E8F0"/>
                        <w:left w:val="single" w:sz="2" w:space="0" w:color="E2E8F0"/>
                        <w:bottom w:val="single" w:sz="2" w:space="0" w:color="E2E8F0"/>
                        <w:right w:val="single" w:sz="2" w:space="0" w:color="E2E8F0"/>
                      </w:divBdr>
                    </w:div>
                    <w:div w:id="9768415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4677868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56399301">
              <w:marLeft w:val="0"/>
              <w:marRight w:val="0"/>
              <w:marTop w:val="0"/>
              <w:marBottom w:val="0"/>
              <w:divBdr>
                <w:top w:val="single" w:sz="2" w:space="0" w:color="E2E8F0"/>
                <w:left w:val="single" w:sz="2" w:space="0" w:color="E2E8F0"/>
                <w:bottom w:val="single" w:sz="2" w:space="0" w:color="E2E8F0"/>
                <w:right w:val="single" w:sz="2" w:space="0" w:color="E2E8F0"/>
              </w:divBdr>
              <w:divsChild>
                <w:div w:id="191650998">
                  <w:marLeft w:val="0"/>
                  <w:marRight w:val="0"/>
                  <w:marTop w:val="0"/>
                  <w:marBottom w:val="0"/>
                  <w:divBdr>
                    <w:top w:val="single" w:sz="2" w:space="11" w:color="E2E8F0"/>
                    <w:left w:val="single" w:sz="2" w:space="11" w:color="E2E8F0"/>
                    <w:bottom w:val="single" w:sz="2" w:space="11" w:color="E2E8F0"/>
                    <w:right w:val="single" w:sz="2" w:space="11" w:color="E2E8F0"/>
                  </w:divBdr>
                  <w:divsChild>
                    <w:div w:id="1153793066">
                      <w:marLeft w:val="0"/>
                      <w:marRight w:val="0"/>
                      <w:marTop w:val="0"/>
                      <w:marBottom w:val="0"/>
                      <w:divBdr>
                        <w:top w:val="single" w:sz="2" w:space="0" w:color="E2E8F0"/>
                        <w:left w:val="single" w:sz="2" w:space="0" w:color="E2E8F0"/>
                        <w:bottom w:val="single" w:sz="2" w:space="0" w:color="E2E8F0"/>
                        <w:right w:val="single" w:sz="2" w:space="0" w:color="E2E8F0"/>
                      </w:divBdr>
                    </w:div>
                    <w:div w:id="149429461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7498204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40044370">
              <w:marLeft w:val="0"/>
              <w:marRight w:val="0"/>
              <w:marTop w:val="0"/>
              <w:marBottom w:val="0"/>
              <w:divBdr>
                <w:top w:val="single" w:sz="2" w:space="0" w:color="E2E8F0"/>
                <w:left w:val="single" w:sz="2" w:space="0" w:color="E2E8F0"/>
                <w:bottom w:val="single" w:sz="2" w:space="0" w:color="E2E8F0"/>
                <w:right w:val="single" w:sz="2" w:space="0" w:color="E2E8F0"/>
              </w:divBdr>
              <w:divsChild>
                <w:div w:id="1217277794">
                  <w:marLeft w:val="0"/>
                  <w:marRight w:val="0"/>
                  <w:marTop w:val="0"/>
                  <w:marBottom w:val="0"/>
                  <w:divBdr>
                    <w:top w:val="single" w:sz="2" w:space="11" w:color="E2E8F0"/>
                    <w:left w:val="single" w:sz="2" w:space="11" w:color="E2E8F0"/>
                    <w:bottom w:val="single" w:sz="2" w:space="11" w:color="E2E8F0"/>
                    <w:right w:val="single" w:sz="2" w:space="11" w:color="E2E8F0"/>
                  </w:divBdr>
                  <w:divsChild>
                    <w:div w:id="579339810">
                      <w:marLeft w:val="0"/>
                      <w:marRight w:val="0"/>
                      <w:marTop w:val="0"/>
                      <w:marBottom w:val="0"/>
                      <w:divBdr>
                        <w:top w:val="single" w:sz="2" w:space="0" w:color="E2E8F0"/>
                        <w:left w:val="single" w:sz="2" w:space="0" w:color="E2E8F0"/>
                        <w:bottom w:val="single" w:sz="2" w:space="0" w:color="E2E8F0"/>
                        <w:right w:val="single" w:sz="2" w:space="0" w:color="E2E8F0"/>
                      </w:divBdr>
                    </w:div>
                    <w:div w:id="12790688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2914891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51181799">
              <w:marLeft w:val="0"/>
              <w:marRight w:val="0"/>
              <w:marTop w:val="0"/>
              <w:marBottom w:val="0"/>
              <w:divBdr>
                <w:top w:val="single" w:sz="2" w:space="0" w:color="E2E8F0"/>
                <w:left w:val="single" w:sz="2" w:space="0" w:color="E2E8F0"/>
                <w:bottom w:val="single" w:sz="2" w:space="0" w:color="E2E8F0"/>
                <w:right w:val="single" w:sz="2" w:space="0" w:color="E2E8F0"/>
              </w:divBdr>
              <w:divsChild>
                <w:div w:id="1933002367">
                  <w:marLeft w:val="0"/>
                  <w:marRight w:val="0"/>
                  <w:marTop w:val="0"/>
                  <w:marBottom w:val="0"/>
                  <w:divBdr>
                    <w:top w:val="single" w:sz="2" w:space="0" w:color="E2E8F0"/>
                    <w:left w:val="single" w:sz="2" w:space="0" w:color="E2E8F0"/>
                    <w:bottom w:val="single" w:sz="2" w:space="0" w:color="E2E8F0"/>
                    <w:right w:val="single" w:sz="2" w:space="0" w:color="E2E8F0"/>
                  </w:divBdr>
                </w:div>
                <w:div w:id="2119329207">
                  <w:marLeft w:val="0"/>
                  <w:marRight w:val="0"/>
                  <w:marTop w:val="0"/>
                  <w:marBottom w:val="0"/>
                  <w:divBdr>
                    <w:top w:val="single" w:sz="2" w:space="11" w:color="E2E8F0"/>
                    <w:left w:val="single" w:sz="2" w:space="11" w:color="E2E8F0"/>
                    <w:bottom w:val="single" w:sz="2" w:space="11" w:color="E2E8F0"/>
                    <w:right w:val="single" w:sz="2" w:space="11" w:color="E2E8F0"/>
                  </w:divBdr>
                  <w:divsChild>
                    <w:div w:id="145586513">
                      <w:marLeft w:val="0"/>
                      <w:marRight w:val="0"/>
                      <w:marTop w:val="0"/>
                      <w:marBottom w:val="0"/>
                      <w:divBdr>
                        <w:top w:val="single" w:sz="2" w:space="0" w:color="E2E8F0"/>
                        <w:left w:val="single" w:sz="2" w:space="0" w:color="E2E8F0"/>
                        <w:bottom w:val="single" w:sz="2" w:space="0" w:color="E2E8F0"/>
                        <w:right w:val="single" w:sz="2" w:space="0" w:color="E2E8F0"/>
                      </w:divBdr>
                    </w:div>
                    <w:div w:id="9491626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3962103">
              <w:marLeft w:val="0"/>
              <w:marRight w:val="0"/>
              <w:marTop w:val="0"/>
              <w:marBottom w:val="0"/>
              <w:divBdr>
                <w:top w:val="single" w:sz="2" w:space="0" w:color="E2E8F0"/>
                <w:left w:val="single" w:sz="2" w:space="0" w:color="E2E8F0"/>
                <w:bottom w:val="single" w:sz="2" w:space="0" w:color="E2E8F0"/>
                <w:right w:val="single" w:sz="2" w:space="0" w:color="E2E8F0"/>
              </w:divBdr>
              <w:divsChild>
                <w:div w:id="25836682">
                  <w:marLeft w:val="0"/>
                  <w:marRight w:val="0"/>
                  <w:marTop w:val="0"/>
                  <w:marBottom w:val="0"/>
                  <w:divBdr>
                    <w:top w:val="single" w:sz="2" w:space="0" w:color="E2E8F0"/>
                    <w:left w:val="single" w:sz="2" w:space="0" w:color="E2E8F0"/>
                    <w:bottom w:val="single" w:sz="2" w:space="0" w:color="E2E8F0"/>
                    <w:right w:val="single" w:sz="2" w:space="0" w:color="E2E8F0"/>
                  </w:divBdr>
                </w:div>
                <w:div w:id="1994681040">
                  <w:marLeft w:val="0"/>
                  <w:marRight w:val="0"/>
                  <w:marTop w:val="0"/>
                  <w:marBottom w:val="0"/>
                  <w:divBdr>
                    <w:top w:val="single" w:sz="2" w:space="11" w:color="E2E8F0"/>
                    <w:left w:val="single" w:sz="2" w:space="11" w:color="E2E8F0"/>
                    <w:bottom w:val="single" w:sz="2" w:space="11" w:color="E2E8F0"/>
                    <w:right w:val="single" w:sz="2" w:space="11" w:color="E2E8F0"/>
                  </w:divBdr>
                  <w:divsChild>
                    <w:div w:id="314457789">
                      <w:marLeft w:val="0"/>
                      <w:marRight w:val="0"/>
                      <w:marTop w:val="0"/>
                      <w:marBottom w:val="0"/>
                      <w:divBdr>
                        <w:top w:val="single" w:sz="2" w:space="0" w:color="E2E8F0"/>
                        <w:left w:val="single" w:sz="2" w:space="0" w:color="E2E8F0"/>
                        <w:bottom w:val="single" w:sz="2" w:space="0" w:color="E2E8F0"/>
                        <w:right w:val="single" w:sz="2" w:space="0" w:color="E2E8F0"/>
                      </w:divBdr>
                    </w:div>
                    <w:div w:id="16582220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53549112">
              <w:marLeft w:val="0"/>
              <w:marRight w:val="0"/>
              <w:marTop w:val="0"/>
              <w:marBottom w:val="0"/>
              <w:divBdr>
                <w:top w:val="single" w:sz="2" w:space="0" w:color="E2E8F0"/>
                <w:left w:val="single" w:sz="2" w:space="0" w:color="E2E8F0"/>
                <w:bottom w:val="single" w:sz="2" w:space="0" w:color="E2E8F0"/>
                <w:right w:val="single" w:sz="2" w:space="0" w:color="E2E8F0"/>
              </w:divBdr>
              <w:divsChild>
                <w:div w:id="555819977">
                  <w:marLeft w:val="0"/>
                  <w:marRight w:val="0"/>
                  <w:marTop w:val="0"/>
                  <w:marBottom w:val="0"/>
                  <w:divBdr>
                    <w:top w:val="single" w:sz="2" w:space="0" w:color="E2E8F0"/>
                    <w:left w:val="single" w:sz="2" w:space="0" w:color="E2E8F0"/>
                    <w:bottom w:val="single" w:sz="2" w:space="0" w:color="E2E8F0"/>
                    <w:right w:val="single" w:sz="2" w:space="0" w:color="E2E8F0"/>
                  </w:divBdr>
                </w:div>
                <w:div w:id="1432627145">
                  <w:marLeft w:val="0"/>
                  <w:marRight w:val="0"/>
                  <w:marTop w:val="0"/>
                  <w:marBottom w:val="0"/>
                  <w:divBdr>
                    <w:top w:val="single" w:sz="2" w:space="11" w:color="E2E8F0"/>
                    <w:left w:val="single" w:sz="2" w:space="11" w:color="E2E8F0"/>
                    <w:bottom w:val="single" w:sz="2" w:space="11" w:color="E2E8F0"/>
                    <w:right w:val="single" w:sz="2" w:space="11" w:color="E2E8F0"/>
                  </w:divBdr>
                  <w:divsChild>
                    <w:div w:id="1121343123">
                      <w:marLeft w:val="0"/>
                      <w:marRight w:val="0"/>
                      <w:marTop w:val="0"/>
                      <w:marBottom w:val="0"/>
                      <w:divBdr>
                        <w:top w:val="single" w:sz="2" w:space="0" w:color="E2E8F0"/>
                        <w:left w:val="single" w:sz="2" w:space="0" w:color="E2E8F0"/>
                        <w:bottom w:val="single" w:sz="2" w:space="0" w:color="E2E8F0"/>
                        <w:right w:val="single" w:sz="2" w:space="0" w:color="E2E8F0"/>
                      </w:divBdr>
                    </w:div>
                    <w:div w:id="147305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9904866">
              <w:marLeft w:val="0"/>
              <w:marRight w:val="0"/>
              <w:marTop w:val="0"/>
              <w:marBottom w:val="0"/>
              <w:divBdr>
                <w:top w:val="single" w:sz="2" w:space="0" w:color="E2E8F0"/>
                <w:left w:val="single" w:sz="2" w:space="0" w:color="E2E8F0"/>
                <w:bottom w:val="single" w:sz="12" w:space="0" w:color="000000"/>
                <w:right w:val="single" w:sz="2" w:space="0" w:color="E2E8F0"/>
              </w:divBdr>
            </w:div>
            <w:div w:id="1688749061">
              <w:marLeft w:val="0"/>
              <w:marRight w:val="0"/>
              <w:marTop w:val="0"/>
              <w:marBottom w:val="0"/>
              <w:divBdr>
                <w:top w:val="single" w:sz="2" w:space="0" w:color="E2E8F0"/>
                <w:left w:val="single" w:sz="2" w:space="0" w:color="E2E8F0"/>
                <w:bottom w:val="single" w:sz="2" w:space="0" w:color="E2E8F0"/>
                <w:right w:val="single" w:sz="2" w:space="0" w:color="E2E8F0"/>
              </w:divBdr>
              <w:divsChild>
                <w:div w:id="229077539">
                  <w:marLeft w:val="0"/>
                  <w:marRight w:val="0"/>
                  <w:marTop w:val="0"/>
                  <w:marBottom w:val="0"/>
                  <w:divBdr>
                    <w:top w:val="single" w:sz="2" w:space="11" w:color="E2E8F0"/>
                    <w:left w:val="single" w:sz="2" w:space="11" w:color="E2E8F0"/>
                    <w:bottom w:val="single" w:sz="2" w:space="11" w:color="E2E8F0"/>
                    <w:right w:val="single" w:sz="2" w:space="11" w:color="E2E8F0"/>
                  </w:divBdr>
                  <w:divsChild>
                    <w:div w:id="98765875">
                      <w:marLeft w:val="0"/>
                      <w:marRight w:val="0"/>
                      <w:marTop w:val="0"/>
                      <w:marBottom w:val="0"/>
                      <w:divBdr>
                        <w:top w:val="single" w:sz="2" w:space="0" w:color="E2E8F0"/>
                        <w:left w:val="single" w:sz="2" w:space="0" w:color="E2E8F0"/>
                        <w:bottom w:val="single" w:sz="2" w:space="0" w:color="E2E8F0"/>
                        <w:right w:val="single" w:sz="2" w:space="0" w:color="E2E8F0"/>
                      </w:divBdr>
                    </w:div>
                    <w:div w:id="11642790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7540416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699046105">
              <w:marLeft w:val="0"/>
              <w:marRight w:val="0"/>
              <w:marTop w:val="0"/>
              <w:marBottom w:val="0"/>
              <w:divBdr>
                <w:top w:val="single" w:sz="2" w:space="0" w:color="E2E8F0"/>
                <w:left w:val="single" w:sz="2" w:space="0" w:color="E2E8F0"/>
                <w:bottom w:val="single" w:sz="2" w:space="0" w:color="E2E8F0"/>
                <w:right w:val="single" w:sz="2" w:space="0" w:color="E2E8F0"/>
              </w:divBdr>
              <w:divsChild>
                <w:div w:id="336466527">
                  <w:marLeft w:val="0"/>
                  <w:marRight w:val="0"/>
                  <w:marTop w:val="0"/>
                  <w:marBottom w:val="0"/>
                  <w:divBdr>
                    <w:top w:val="single" w:sz="2" w:space="11" w:color="E2E8F0"/>
                    <w:left w:val="single" w:sz="2" w:space="11" w:color="E2E8F0"/>
                    <w:bottom w:val="single" w:sz="2" w:space="11" w:color="E2E8F0"/>
                    <w:right w:val="single" w:sz="2" w:space="11" w:color="E2E8F0"/>
                  </w:divBdr>
                  <w:divsChild>
                    <w:div w:id="975261729">
                      <w:marLeft w:val="0"/>
                      <w:marRight w:val="0"/>
                      <w:marTop w:val="0"/>
                      <w:marBottom w:val="0"/>
                      <w:divBdr>
                        <w:top w:val="single" w:sz="2" w:space="0" w:color="E2E8F0"/>
                        <w:left w:val="single" w:sz="2" w:space="0" w:color="E2E8F0"/>
                        <w:bottom w:val="single" w:sz="2" w:space="0" w:color="E2E8F0"/>
                        <w:right w:val="single" w:sz="2" w:space="0" w:color="E2E8F0"/>
                      </w:divBdr>
                    </w:div>
                    <w:div w:id="10061282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907315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64565671">
              <w:marLeft w:val="0"/>
              <w:marRight w:val="0"/>
              <w:marTop w:val="0"/>
              <w:marBottom w:val="0"/>
              <w:divBdr>
                <w:top w:val="single" w:sz="2" w:space="0" w:color="E2E8F0"/>
                <w:left w:val="single" w:sz="2" w:space="0" w:color="E2E8F0"/>
                <w:bottom w:val="single" w:sz="2" w:space="0" w:color="E2E8F0"/>
                <w:right w:val="single" w:sz="2" w:space="0" w:color="E2E8F0"/>
              </w:divBdr>
              <w:divsChild>
                <w:div w:id="184640555">
                  <w:marLeft w:val="0"/>
                  <w:marRight w:val="0"/>
                  <w:marTop w:val="0"/>
                  <w:marBottom w:val="0"/>
                  <w:divBdr>
                    <w:top w:val="single" w:sz="2" w:space="11" w:color="E2E8F0"/>
                    <w:left w:val="single" w:sz="2" w:space="11" w:color="E2E8F0"/>
                    <w:bottom w:val="single" w:sz="2" w:space="11" w:color="E2E8F0"/>
                    <w:right w:val="single" w:sz="2" w:space="11" w:color="E2E8F0"/>
                  </w:divBdr>
                  <w:divsChild>
                    <w:div w:id="48303622">
                      <w:marLeft w:val="0"/>
                      <w:marRight w:val="0"/>
                      <w:marTop w:val="0"/>
                      <w:marBottom w:val="0"/>
                      <w:divBdr>
                        <w:top w:val="single" w:sz="2" w:space="0" w:color="E2E8F0"/>
                        <w:left w:val="single" w:sz="2" w:space="0" w:color="E2E8F0"/>
                        <w:bottom w:val="single" w:sz="2" w:space="0" w:color="E2E8F0"/>
                        <w:right w:val="single" w:sz="2" w:space="0" w:color="E2E8F0"/>
                      </w:divBdr>
                    </w:div>
                    <w:div w:id="2766483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2402308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68621614">
              <w:marLeft w:val="0"/>
              <w:marRight w:val="0"/>
              <w:marTop w:val="0"/>
              <w:marBottom w:val="0"/>
              <w:divBdr>
                <w:top w:val="single" w:sz="2" w:space="0" w:color="E2E8F0"/>
                <w:left w:val="single" w:sz="2" w:space="0" w:color="E2E8F0"/>
                <w:bottom w:val="single" w:sz="2" w:space="0" w:color="E2E8F0"/>
                <w:right w:val="single" w:sz="2" w:space="0" w:color="E2E8F0"/>
              </w:divBdr>
              <w:divsChild>
                <w:div w:id="1642688723">
                  <w:marLeft w:val="0"/>
                  <w:marRight w:val="0"/>
                  <w:marTop w:val="0"/>
                  <w:marBottom w:val="0"/>
                  <w:divBdr>
                    <w:top w:val="single" w:sz="2" w:space="11" w:color="E2E8F0"/>
                    <w:left w:val="single" w:sz="2" w:space="11" w:color="E2E8F0"/>
                    <w:bottom w:val="single" w:sz="2" w:space="11" w:color="E2E8F0"/>
                    <w:right w:val="single" w:sz="2" w:space="11" w:color="E2E8F0"/>
                  </w:divBdr>
                  <w:divsChild>
                    <w:div w:id="308557561">
                      <w:marLeft w:val="0"/>
                      <w:marRight w:val="0"/>
                      <w:marTop w:val="0"/>
                      <w:marBottom w:val="0"/>
                      <w:divBdr>
                        <w:top w:val="single" w:sz="2" w:space="0" w:color="E2E8F0"/>
                        <w:left w:val="single" w:sz="2" w:space="0" w:color="E2E8F0"/>
                        <w:bottom w:val="single" w:sz="2" w:space="0" w:color="E2E8F0"/>
                        <w:right w:val="single" w:sz="2" w:space="0" w:color="E2E8F0"/>
                      </w:divBdr>
                    </w:div>
                    <w:div w:id="3203530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0435977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86926310">
              <w:marLeft w:val="0"/>
              <w:marRight w:val="0"/>
              <w:marTop w:val="0"/>
              <w:marBottom w:val="0"/>
              <w:divBdr>
                <w:top w:val="single" w:sz="2" w:space="0" w:color="E2E8F0"/>
                <w:left w:val="single" w:sz="2" w:space="0" w:color="E2E8F0"/>
                <w:bottom w:val="single" w:sz="2" w:space="0" w:color="E2E8F0"/>
                <w:right w:val="single" w:sz="2" w:space="0" w:color="E2E8F0"/>
              </w:divBdr>
              <w:divsChild>
                <w:div w:id="818613492">
                  <w:marLeft w:val="0"/>
                  <w:marRight w:val="0"/>
                  <w:marTop w:val="0"/>
                  <w:marBottom w:val="0"/>
                  <w:divBdr>
                    <w:top w:val="single" w:sz="2" w:space="11" w:color="E2E8F0"/>
                    <w:left w:val="single" w:sz="2" w:space="11" w:color="E2E8F0"/>
                    <w:bottom w:val="single" w:sz="2" w:space="11" w:color="E2E8F0"/>
                    <w:right w:val="single" w:sz="2" w:space="11" w:color="E2E8F0"/>
                  </w:divBdr>
                  <w:divsChild>
                    <w:div w:id="1576931981">
                      <w:marLeft w:val="0"/>
                      <w:marRight w:val="0"/>
                      <w:marTop w:val="0"/>
                      <w:marBottom w:val="0"/>
                      <w:divBdr>
                        <w:top w:val="single" w:sz="2" w:space="0" w:color="E2E8F0"/>
                        <w:left w:val="single" w:sz="2" w:space="0" w:color="E2E8F0"/>
                        <w:bottom w:val="single" w:sz="2" w:space="0" w:color="E2E8F0"/>
                        <w:right w:val="single" w:sz="2" w:space="0" w:color="E2E8F0"/>
                      </w:divBdr>
                    </w:div>
                    <w:div w:id="1617562187">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53827931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11378091">
              <w:marLeft w:val="0"/>
              <w:marRight w:val="0"/>
              <w:marTop w:val="0"/>
              <w:marBottom w:val="0"/>
              <w:divBdr>
                <w:top w:val="single" w:sz="2" w:space="0" w:color="E2E8F0"/>
                <w:left w:val="single" w:sz="2" w:space="0" w:color="E2E8F0"/>
                <w:bottom w:val="single" w:sz="2" w:space="0" w:color="E2E8F0"/>
                <w:right w:val="single" w:sz="2" w:space="0" w:color="E2E8F0"/>
              </w:divBdr>
              <w:divsChild>
                <w:div w:id="287860895">
                  <w:marLeft w:val="0"/>
                  <w:marRight w:val="0"/>
                  <w:marTop w:val="0"/>
                  <w:marBottom w:val="0"/>
                  <w:divBdr>
                    <w:top w:val="single" w:sz="2" w:space="0" w:color="E2E8F0"/>
                    <w:left w:val="single" w:sz="2" w:space="0" w:color="E2E8F0"/>
                    <w:bottom w:val="single" w:sz="2" w:space="0" w:color="E2E8F0"/>
                    <w:right w:val="single" w:sz="2" w:space="0" w:color="E2E8F0"/>
                  </w:divBdr>
                </w:div>
                <w:div w:id="2117364823">
                  <w:marLeft w:val="0"/>
                  <w:marRight w:val="0"/>
                  <w:marTop w:val="0"/>
                  <w:marBottom w:val="0"/>
                  <w:divBdr>
                    <w:top w:val="single" w:sz="2" w:space="11" w:color="E2E8F0"/>
                    <w:left w:val="single" w:sz="2" w:space="11" w:color="E2E8F0"/>
                    <w:bottom w:val="single" w:sz="2" w:space="11" w:color="E2E8F0"/>
                    <w:right w:val="single" w:sz="2" w:space="11" w:color="E2E8F0"/>
                  </w:divBdr>
                  <w:divsChild>
                    <w:div w:id="1151868736">
                      <w:marLeft w:val="0"/>
                      <w:marRight w:val="0"/>
                      <w:marTop w:val="0"/>
                      <w:marBottom w:val="0"/>
                      <w:divBdr>
                        <w:top w:val="single" w:sz="2" w:space="0" w:color="E2E8F0"/>
                        <w:left w:val="single" w:sz="2" w:space="0" w:color="E2E8F0"/>
                        <w:bottom w:val="single" w:sz="2" w:space="0" w:color="E2E8F0"/>
                        <w:right w:val="single" w:sz="2" w:space="0" w:color="E2E8F0"/>
                      </w:divBdr>
                    </w:div>
                    <w:div w:id="19539005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49605048">
              <w:marLeft w:val="0"/>
              <w:marRight w:val="0"/>
              <w:marTop w:val="0"/>
              <w:marBottom w:val="0"/>
              <w:divBdr>
                <w:top w:val="single" w:sz="2" w:space="0" w:color="E2E8F0"/>
                <w:left w:val="single" w:sz="2" w:space="0" w:color="E2E8F0"/>
                <w:bottom w:val="single" w:sz="2" w:space="0" w:color="E2E8F0"/>
                <w:right w:val="single" w:sz="2" w:space="0" w:color="E2E8F0"/>
              </w:divBdr>
              <w:divsChild>
                <w:div w:id="1750226386">
                  <w:marLeft w:val="0"/>
                  <w:marRight w:val="0"/>
                  <w:marTop w:val="0"/>
                  <w:marBottom w:val="0"/>
                  <w:divBdr>
                    <w:top w:val="single" w:sz="2" w:space="0" w:color="E2E8F0"/>
                    <w:left w:val="single" w:sz="2" w:space="0" w:color="E2E8F0"/>
                    <w:bottom w:val="single" w:sz="2" w:space="0" w:color="E2E8F0"/>
                    <w:right w:val="single" w:sz="2" w:space="0" w:color="E2E8F0"/>
                  </w:divBdr>
                </w:div>
                <w:div w:id="1943107112">
                  <w:marLeft w:val="0"/>
                  <w:marRight w:val="0"/>
                  <w:marTop w:val="0"/>
                  <w:marBottom w:val="0"/>
                  <w:divBdr>
                    <w:top w:val="single" w:sz="2" w:space="11" w:color="E2E8F0"/>
                    <w:left w:val="single" w:sz="2" w:space="11" w:color="E2E8F0"/>
                    <w:bottom w:val="single" w:sz="2" w:space="11" w:color="E2E8F0"/>
                    <w:right w:val="single" w:sz="2" w:space="11" w:color="E2E8F0"/>
                  </w:divBdr>
                  <w:divsChild>
                    <w:div w:id="559176260">
                      <w:marLeft w:val="0"/>
                      <w:marRight w:val="0"/>
                      <w:marTop w:val="0"/>
                      <w:marBottom w:val="0"/>
                      <w:divBdr>
                        <w:top w:val="single" w:sz="2" w:space="0" w:color="E2E8F0"/>
                        <w:left w:val="single" w:sz="2" w:space="0" w:color="E2E8F0"/>
                        <w:bottom w:val="single" w:sz="2" w:space="0" w:color="E2E8F0"/>
                        <w:right w:val="single" w:sz="2" w:space="0" w:color="E2E8F0"/>
                      </w:divBdr>
                    </w:div>
                    <w:div w:id="20505678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7261418">
              <w:marLeft w:val="0"/>
              <w:marRight w:val="0"/>
              <w:marTop w:val="0"/>
              <w:marBottom w:val="0"/>
              <w:divBdr>
                <w:top w:val="single" w:sz="2" w:space="0" w:color="E2E8F0"/>
                <w:left w:val="single" w:sz="2" w:space="0" w:color="E2E8F0"/>
                <w:bottom w:val="single" w:sz="2" w:space="0" w:color="E2E8F0"/>
                <w:right w:val="single" w:sz="2" w:space="0" w:color="E2E8F0"/>
              </w:divBdr>
              <w:divsChild>
                <w:div w:id="328750054">
                  <w:marLeft w:val="0"/>
                  <w:marRight w:val="0"/>
                  <w:marTop w:val="0"/>
                  <w:marBottom w:val="0"/>
                  <w:divBdr>
                    <w:top w:val="single" w:sz="2" w:space="0" w:color="E2E8F0"/>
                    <w:left w:val="single" w:sz="2" w:space="0" w:color="E2E8F0"/>
                    <w:bottom w:val="single" w:sz="2" w:space="0" w:color="E2E8F0"/>
                    <w:right w:val="single" w:sz="2" w:space="0" w:color="E2E8F0"/>
                  </w:divBdr>
                </w:div>
                <w:div w:id="1531261525">
                  <w:marLeft w:val="0"/>
                  <w:marRight w:val="0"/>
                  <w:marTop w:val="0"/>
                  <w:marBottom w:val="0"/>
                  <w:divBdr>
                    <w:top w:val="single" w:sz="2" w:space="11" w:color="E2E8F0"/>
                    <w:left w:val="single" w:sz="2" w:space="11" w:color="E2E8F0"/>
                    <w:bottom w:val="single" w:sz="2" w:space="11" w:color="E2E8F0"/>
                    <w:right w:val="single" w:sz="2" w:space="11" w:color="E2E8F0"/>
                  </w:divBdr>
                  <w:divsChild>
                    <w:div w:id="806894355">
                      <w:marLeft w:val="0"/>
                      <w:marRight w:val="0"/>
                      <w:marTop w:val="0"/>
                      <w:marBottom w:val="0"/>
                      <w:divBdr>
                        <w:top w:val="single" w:sz="2" w:space="0" w:color="E2E8F0"/>
                        <w:left w:val="single" w:sz="2" w:space="0" w:color="E2E8F0"/>
                        <w:bottom w:val="single" w:sz="2" w:space="0" w:color="E2E8F0"/>
                        <w:right w:val="single" w:sz="2" w:space="0" w:color="E2E8F0"/>
                      </w:divBdr>
                    </w:div>
                    <w:div w:id="16523659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8650002">
              <w:marLeft w:val="0"/>
              <w:marRight w:val="0"/>
              <w:marTop w:val="0"/>
              <w:marBottom w:val="0"/>
              <w:divBdr>
                <w:top w:val="single" w:sz="2" w:space="0" w:color="E2E8F0"/>
                <w:left w:val="single" w:sz="2" w:space="0" w:color="E2E8F0"/>
                <w:bottom w:val="single" w:sz="2" w:space="0" w:color="E2E8F0"/>
                <w:right w:val="single" w:sz="2" w:space="0" w:color="E2E8F0"/>
              </w:divBdr>
              <w:divsChild>
                <w:div w:id="1036393595">
                  <w:marLeft w:val="0"/>
                  <w:marRight w:val="0"/>
                  <w:marTop w:val="0"/>
                  <w:marBottom w:val="0"/>
                  <w:divBdr>
                    <w:top w:val="single" w:sz="2" w:space="0" w:color="E2E8F0"/>
                    <w:left w:val="single" w:sz="2" w:space="0" w:color="E2E8F0"/>
                    <w:bottom w:val="single" w:sz="2" w:space="0" w:color="E2E8F0"/>
                    <w:right w:val="single" w:sz="2" w:space="0" w:color="E2E8F0"/>
                  </w:divBdr>
                </w:div>
                <w:div w:id="1314750246">
                  <w:marLeft w:val="0"/>
                  <w:marRight w:val="0"/>
                  <w:marTop w:val="0"/>
                  <w:marBottom w:val="0"/>
                  <w:divBdr>
                    <w:top w:val="single" w:sz="2" w:space="11" w:color="E2E8F0"/>
                    <w:left w:val="single" w:sz="2" w:space="11" w:color="E2E8F0"/>
                    <w:bottom w:val="single" w:sz="2" w:space="11" w:color="E2E8F0"/>
                    <w:right w:val="single" w:sz="2" w:space="11" w:color="E2E8F0"/>
                  </w:divBdr>
                  <w:divsChild>
                    <w:div w:id="689452602">
                      <w:marLeft w:val="0"/>
                      <w:marRight w:val="0"/>
                      <w:marTop w:val="0"/>
                      <w:marBottom w:val="0"/>
                      <w:divBdr>
                        <w:top w:val="single" w:sz="2" w:space="0" w:color="E2E8F0"/>
                        <w:left w:val="single" w:sz="2" w:space="0" w:color="E2E8F0"/>
                        <w:bottom w:val="single" w:sz="2" w:space="0" w:color="E2E8F0"/>
                        <w:right w:val="single" w:sz="2" w:space="0" w:color="E2E8F0"/>
                      </w:divBdr>
                    </w:div>
                    <w:div w:id="16892859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8181112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89885096">
              <w:marLeft w:val="0"/>
              <w:marRight w:val="0"/>
              <w:marTop w:val="0"/>
              <w:marBottom w:val="0"/>
              <w:divBdr>
                <w:top w:val="single" w:sz="2" w:space="0" w:color="E2E8F0"/>
                <w:left w:val="single" w:sz="2" w:space="0" w:color="E2E8F0"/>
                <w:bottom w:val="single" w:sz="2" w:space="0" w:color="E2E8F0"/>
                <w:right w:val="single" w:sz="2" w:space="0" w:color="E2E8F0"/>
              </w:divBdr>
              <w:divsChild>
                <w:div w:id="452016910">
                  <w:marLeft w:val="0"/>
                  <w:marRight w:val="0"/>
                  <w:marTop w:val="0"/>
                  <w:marBottom w:val="0"/>
                  <w:divBdr>
                    <w:top w:val="single" w:sz="2" w:space="0" w:color="E2E8F0"/>
                    <w:left w:val="single" w:sz="2" w:space="0" w:color="E2E8F0"/>
                    <w:bottom w:val="single" w:sz="2" w:space="0" w:color="E2E8F0"/>
                    <w:right w:val="single" w:sz="2" w:space="0" w:color="E2E8F0"/>
                  </w:divBdr>
                </w:div>
                <w:div w:id="1553232163">
                  <w:marLeft w:val="0"/>
                  <w:marRight w:val="0"/>
                  <w:marTop w:val="0"/>
                  <w:marBottom w:val="0"/>
                  <w:divBdr>
                    <w:top w:val="single" w:sz="2" w:space="11" w:color="E2E8F0"/>
                    <w:left w:val="single" w:sz="2" w:space="11" w:color="E2E8F0"/>
                    <w:bottom w:val="single" w:sz="2" w:space="11" w:color="E2E8F0"/>
                    <w:right w:val="single" w:sz="2" w:space="11" w:color="E2E8F0"/>
                  </w:divBdr>
                  <w:divsChild>
                    <w:div w:id="229196670">
                      <w:marLeft w:val="0"/>
                      <w:marRight w:val="0"/>
                      <w:marTop w:val="0"/>
                      <w:marBottom w:val="0"/>
                      <w:divBdr>
                        <w:top w:val="single" w:sz="2" w:space="0" w:color="E2E8F0"/>
                        <w:left w:val="single" w:sz="2" w:space="0" w:color="E2E8F0"/>
                        <w:bottom w:val="single" w:sz="2" w:space="0" w:color="E2E8F0"/>
                        <w:right w:val="single" w:sz="2" w:space="0" w:color="E2E8F0"/>
                      </w:divBdr>
                    </w:div>
                    <w:div w:id="7940583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2082214597">
          <w:marLeft w:val="0"/>
          <w:marRight w:val="0"/>
          <w:marTop w:val="0"/>
          <w:marBottom w:val="0"/>
          <w:divBdr>
            <w:top w:val="single" w:sz="2" w:space="0" w:color="E2E8F0"/>
            <w:left w:val="single" w:sz="2" w:space="0" w:color="E2E8F0"/>
            <w:bottom w:val="single" w:sz="2" w:space="0" w:color="E2E8F0"/>
            <w:right w:val="single" w:sz="2" w:space="0" w:color="E2E8F0"/>
          </w:divBdr>
          <w:divsChild>
            <w:div w:id="422334522">
              <w:marLeft w:val="0"/>
              <w:marRight w:val="0"/>
              <w:marTop w:val="0"/>
              <w:marBottom w:val="0"/>
              <w:divBdr>
                <w:top w:val="single" w:sz="2" w:space="0" w:color="E2E8F0"/>
                <w:left w:val="single" w:sz="2" w:space="0" w:color="E2E8F0"/>
                <w:bottom w:val="single" w:sz="2" w:space="0" w:color="E2E8F0"/>
                <w:right w:val="single" w:sz="2" w:space="0" w:color="E2E8F0"/>
              </w:divBdr>
            </w:div>
            <w:div w:id="1719668874">
              <w:marLeft w:val="0"/>
              <w:marRight w:val="0"/>
              <w:marTop w:val="0"/>
              <w:marBottom w:val="0"/>
              <w:divBdr>
                <w:top w:val="single" w:sz="2" w:space="0" w:color="E2E8F0"/>
                <w:left w:val="single" w:sz="2" w:space="11" w:color="E2E8F0"/>
                <w:bottom w:val="single" w:sz="2" w:space="0" w:color="E2E8F0"/>
                <w:right w:val="single" w:sz="2" w:space="0" w:color="E2E8F0"/>
              </w:divBdr>
              <w:divsChild>
                <w:div w:id="14058362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175935">
          <w:marLeft w:val="0"/>
          <w:marRight w:val="0"/>
          <w:marTop w:val="0"/>
          <w:marBottom w:val="0"/>
          <w:divBdr>
            <w:top w:val="single" w:sz="2" w:space="0" w:color="E2E8F0"/>
            <w:left w:val="single" w:sz="2" w:space="0" w:color="E2E8F0"/>
            <w:bottom w:val="single" w:sz="2" w:space="0" w:color="E2E8F0"/>
            <w:right w:val="single" w:sz="2" w:space="0" w:color="E2E8F0"/>
          </w:divBdr>
          <w:divsChild>
            <w:div w:id="570385250">
              <w:marLeft w:val="0"/>
              <w:marRight w:val="0"/>
              <w:marTop w:val="0"/>
              <w:marBottom w:val="0"/>
              <w:divBdr>
                <w:top w:val="single" w:sz="2" w:space="0" w:color="E2E8F0"/>
                <w:left w:val="single" w:sz="2" w:space="0" w:color="E2E8F0"/>
                <w:bottom w:val="single" w:sz="2" w:space="0" w:color="E2E8F0"/>
                <w:right w:val="single" w:sz="2" w:space="0" w:color="E2E8F0"/>
              </w:divBdr>
            </w:div>
            <w:div w:id="872111417">
              <w:marLeft w:val="0"/>
              <w:marRight w:val="0"/>
              <w:marTop w:val="0"/>
              <w:marBottom w:val="0"/>
              <w:divBdr>
                <w:top w:val="single" w:sz="2" w:space="11" w:color="E2E8F0"/>
                <w:left w:val="single" w:sz="2" w:space="11" w:color="E2E8F0"/>
                <w:bottom w:val="single" w:sz="2" w:space="11" w:color="E2E8F0"/>
                <w:right w:val="single" w:sz="2" w:space="11" w:color="E2E8F0"/>
              </w:divBdr>
              <w:divsChild>
                <w:div w:id="972753506">
                  <w:marLeft w:val="0"/>
                  <w:marRight w:val="0"/>
                  <w:marTop w:val="0"/>
                  <w:marBottom w:val="0"/>
                  <w:divBdr>
                    <w:top w:val="single" w:sz="2" w:space="0" w:color="E2E8F0"/>
                    <w:left w:val="single" w:sz="2" w:space="0" w:color="E2E8F0"/>
                    <w:bottom w:val="single" w:sz="2" w:space="0" w:color="E2E8F0"/>
                    <w:right w:val="single" w:sz="2" w:space="0" w:color="E2E8F0"/>
                  </w:divBdr>
                </w:div>
                <w:div w:id="14407580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707268">
          <w:marLeft w:val="0"/>
          <w:marRight w:val="0"/>
          <w:marTop w:val="0"/>
          <w:marBottom w:val="0"/>
          <w:divBdr>
            <w:top w:val="single" w:sz="2" w:space="0" w:color="E2E8F0"/>
            <w:left w:val="single" w:sz="2" w:space="0" w:color="E2E8F0"/>
            <w:bottom w:val="single" w:sz="2" w:space="0" w:color="E2E8F0"/>
            <w:right w:val="single" w:sz="2" w:space="0" w:color="E2E8F0"/>
          </w:divBdr>
          <w:divsChild>
            <w:div w:id="1127120705">
              <w:marLeft w:val="0"/>
              <w:marRight w:val="0"/>
              <w:marTop w:val="0"/>
              <w:marBottom w:val="0"/>
              <w:divBdr>
                <w:top w:val="single" w:sz="2" w:space="0" w:color="E2E8F0"/>
                <w:left w:val="single" w:sz="2" w:space="0" w:color="E2E8F0"/>
                <w:bottom w:val="single" w:sz="2" w:space="0" w:color="E2E8F0"/>
                <w:right w:val="single" w:sz="2" w:space="0" w:color="E2E8F0"/>
              </w:divBdr>
            </w:div>
            <w:div w:id="1594166676">
              <w:marLeft w:val="0"/>
              <w:marRight w:val="0"/>
              <w:marTop w:val="0"/>
              <w:marBottom w:val="0"/>
              <w:divBdr>
                <w:top w:val="single" w:sz="2" w:space="0" w:color="E2E8F0"/>
                <w:left w:val="single" w:sz="2" w:space="11" w:color="E2E8F0"/>
                <w:bottom w:val="single" w:sz="2" w:space="0" w:color="E2E8F0"/>
                <w:right w:val="single" w:sz="2" w:space="0" w:color="E2E8F0"/>
              </w:divBdr>
              <w:divsChild>
                <w:div w:id="174272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sChild>
    </w:div>
    <w:div w:id="1876966793">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1996293848">
      <w:bodyDiv w:val="1"/>
      <w:marLeft w:val="0"/>
      <w:marRight w:val="0"/>
      <w:marTop w:val="0"/>
      <w:marBottom w:val="0"/>
      <w:divBdr>
        <w:top w:val="none" w:sz="0" w:space="0" w:color="auto"/>
        <w:left w:val="none" w:sz="0" w:space="0" w:color="auto"/>
        <w:bottom w:val="none" w:sz="0" w:space="0" w:color="auto"/>
        <w:right w:val="none" w:sz="0" w:space="0" w:color="auto"/>
      </w:divBdr>
      <w:divsChild>
        <w:div w:id="714040515">
          <w:marLeft w:val="0"/>
          <w:marRight w:val="0"/>
          <w:marTop w:val="0"/>
          <w:marBottom w:val="0"/>
          <w:divBdr>
            <w:top w:val="none" w:sz="0" w:space="0" w:color="auto"/>
            <w:left w:val="none" w:sz="0" w:space="0" w:color="auto"/>
            <w:bottom w:val="none" w:sz="0" w:space="0" w:color="auto"/>
            <w:right w:val="none" w:sz="0" w:space="0" w:color="auto"/>
          </w:divBdr>
          <w:divsChild>
            <w:div w:id="1750466604">
              <w:marLeft w:val="0"/>
              <w:marRight w:val="0"/>
              <w:marTop w:val="0"/>
              <w:marBottom w:val="450"/>
              <w:divBdr>
                <w:top w:val="none" w:sz="0" w:space="0" w:color="auto"/>
                <w:left w:val="none" w:sz="0" w:space="0" w:color="auto"/>
                <w:bottom w:val="none" w:sz="0" w:space="0" w:color="auto"/>
                <w:right w:val="none" w:sz="0" w:space="0" w:color="auto"/>
              </w:divBdr>
              <w:divsChild>
                <w:div w:id="1064176910">
                  <w:marLeft w:val="0"/>
                  <w:marRight w:val="0"/>
                  <w:marTop w:val="0"/>
                  <w:marBottom w:val="0"/>
                  <w:divBdr>
                    <w:top w:val="none" w:sz="0" w:space="0" w:color="auto"/>
                    <w:left w:val="none" w:sz="0" w:space="0" w:color="auto"/>
                    <w:bottom w:val="none" w:sz="0" w:space="0" w:color="auto"/>
                    <w:right w:val="none" w:sz="0" w:space="0" w:color="auto"/>
                  </w:divBdr>
                  <w:divsChild>
                    <w:div w:id="1246259856">
                      <w:marLeft w:val="0"/>
                      <w:marRight w:val="225"/>
                      <w:marTop w:val="0"/>
                      <w:marBottom w:val="0"/>
                      <w:divBdr>
                        <w:top w:val="none" w:sz="0" w:space="0" w:color="auto"/>
                        <w:left w:val="none" w:sz="0" w:space="0" w:color="auto"/>
                        <w:bottom w:val="none" w:sz="0" w:space="0" w:color="auto"/>
                        <w:right w:val="none" w:sz="0" w:space="0" w:color="auto"/>
                      </w:divBdr>
                      <w:divsChild>
                        <w:div w:id="1680111883">
                          <w:marLeft w:val="0"/>
                          <w:marRight w:val="0"/>
                          <w:marTop w:val="0"/>
                          <w:marBottom w:val="0"/>
                          <w:divBdr>
                            <w:top w:val="none" w:sz="0" w:space="0" w:color="auto"/>
                            <w:left w:val="none" w:sz="0" w:space="0" w:color="auto"/>
                            <w:bottom w:val="none" w:sz="0" w:space="0" w:color="auto"/>
                            <w:right w:val="none" w:sz="0" w:space="0" w:color="auto"/>
                          </w:divBdr>
                        </w:div>
                      </w:divsChild>
                    </w:div>
                    <w:div w:id="1641768252">
                      <w:marLeft w:val="0"/>
                      <w:marRight w:val="225"/>
                      <w:marTop w:val="0"/>
                      <w:marBottom w:val="0"/>
                      <w:divBdr>
                        <w:top w:val="none" w:sz="0" w:space="0" w:color="auto"/>
                        <w:left w:val="none" w:sz="0" w:space="0" w:color="auto"/>
                        <w:bottom w:val="none" w:sz="0" w:space="0" w:color="auto"/>
                        <w:right w:val="none" w:sz="0" w:space="0" w:color="auto"/>
                      </w:divBdr>
                      <w:divsChild>
                        <w:div w:id="11090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50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125701">
          <w:marLeft w:val="0"/>
          <w:marRight w:val="0"/>
          <w:marTop w:val="0"/>
          <w:marBottom w:val="450"/>
          <w:divBdr>
            <w:top w:val="none" w:sz="0" w:space="0" w:color="auto"/>
            <w:left w:val="none" w:sz="0" w:space="0" w:color="auto"/>
            <w:bottom w:val="none" w:sz="0" w:space="0" w:color="auto"/>
            <w:right w:val="none" w:sz="0" w:space="0" w:color="auto"/>
          </w:divBdr>
          <w:divsChild>
            <w:div w:id="1819877247">
              <w:marLeft w:val="0"/>
              <w:marRight w:val="0"/>
              <w:marTop w:val="0"/>
              <w:marBottom w:val="0"/>
              <w:divBdr>
                <w:top w:val="none" w:sz="0" w:space="0" w:color="auto"/>
                <w:left w:val="none" w:sz="0" w:space="0" w:color="auto"/>
                <w:bottom w:val="none" w:sz="0" w:space="0" w:color="auto"/>
                <w:right w:val="none" w:sz="0" w:space="0" w:color="auto"/>
              </w:divBdr>
            </w:div>
          </w:divsChild>
        </w:div>
        <w:div w:id="2001349901">
          <w:marLeft w:val="0"/>
          <w:marRight w:val="0"/>
          <w:marTop w:val="0"/>
          <w:marBottom w:val="450"/>
          <w:divBdr>
            <w:top w:val="none" w:sz="0" w:space="0" w:color="auto"/>
            <w:left w:val="none" w:sz="0" w:space="0" w:color="auto"/>
            <w:bottom w:val="none" w:sz="0" w:space="0" w:color="auto"/>
            <w:right w:val="none" w:sz="0" w:space="0" w:color="auto"/>
          </w:divBdr>
          <w:divsChild>
            <w:div w:id="1436368330">
              <w:marLeft w:val="0"/>
              <w:marRight w:val="0"/>
              <w:marTop w:val="0"/>
              <w:marBottom w:val="0"/>
              <w:divBdr>
                <w:top w:val="none" w:sz="0" w:space="0" w:color="auto"/>
                <w:left w:val="none" w:sz="0" w:space="0" w:color="auto"/>
                <w:bottom w:val="none" w:sz="0" w:space="0" w:color="auto"/>
                <w:right w:val="none" w:sz="0" w:space="0" w:color="auto"/>
              </w:divBdr>
              <w:divsChild>
                <w:div w:id="1941139813">
                  <w:marLeft w:val="0"/>
                  <w:marRight w:val="0"/>
                  <w:marTop w:val="0"/>
                  <w:marBottom w:val="0"/>
                  <w:divBdr>
                    <w:top w:val="none" w:sz="0" w:space="0" w:color="auto"/>
                    <w:left w:val="none" w:sz="0" w:space="0" w:color="auto"/>
                    <w:bottom w:val="none" w:sz="0" w:space="0" w:color="auto"/>
                    <w:right w:val="none" w:sz="0" w:space="0" w:color="auto"/>
                  </w:divBdr>
                  <w:divsChild>
                    <w:div w:id="1200823460">
                      <w:marLeft w:val="225"/>
                      <w:marRight w:val="0"/>
                      <w:marTop w:val="0"/>
                      <w:marBottom w:val="0"/>
                      <w:divBdr>
                        <w:top w:val="none" w:sz="0" w:space="0" w:color="auto"/>
                        <w:left w:val="none" w:sz="0" w:space="0" w:color="auto"/>
                        <w:bottom w:val="none" w:sz="0" w:space="0" w:color="auto"/>
                        <w:right w:val="none" w:sz="0" w:space="0" w:color="auto"/>
                      </w:divBdr>
                      <w:divsChild>
                        <w:div w:id="1928230218">
                          <w:marLeft w:val="0"/>
                          <w:marRight w:val="0"/>
                          <w:marTop w:val="0"/>
                          <w:marBottom w:val="0"/>
                          <w:divBdr>
                            <w:top w:val="none" w:sz="0" w:space="0" w:color="auto"/>
                            <w:left w:val="none" w:sz="0" w:space="0" w:color="auto"/>
                            <w:bottom w:val="none" w:sz="0" w:space="0" w:color="auto"/>
                            <w:right w:val="none" w:sz="0" w:space="0" w:color="auto"/>
                          </w:divBdr>
                          <w:divsChild>
                            <w:div w:id="51750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655152">
                      <w:marLeft w:val="225"/>
                      <w:marRight w:val="0"/>
                      <w:marTop w:val="0"/>
                      <w:marBottom w:val="0"/>
                      <w:divBdr>
                        <w:top w:val="none" w:sz="0" w:space="0" w:color="auto"/>
                        <w:left w:val="none" w:sz="0" w:space="0" w:color="auto"/>
                        <w:bottom w:val="none" w:sz="0" w:space="0" w:color="auto"/>
                        <w:right w:val="none" w:sz="0" w:space="0" w:color="auto"/>
                      </w:divBdr>
                    </w:div>
                    <w:div w:id="1470174223">
                      <w:marLeft w:val="0"/>
                      <w:marRight w:val="240"/>
                      <w:marTop w:val="0"/>
                      <w:marBottom w:val="0"/>
                      <w:divBdr>
                        <w:top w:val="none" w:sz="0" w:space="0" w:color="auto"/>
                        <w:left w:val="none" w:sz="0" w:space="0" w:color="auto"/>
                        <w:bottom w:val="none" w:sz="0" w:space="0" w:color="auto"/>
                        <w:right w:val="none" w:sz="0" w:space="0" w:color="auto"/>
                      </w:divBdr>
                      <w:divsChild>
                        <w:div w:id="432822949">
                          <w:marLeft w:val="0"/>
                          <w:marRight w:val="90"/>
                          <w:marTop w:val="0"/>
                          <w:marBottom w:val="0"/>
                          <w:divBdr>
                            <w:top w:val="none" w:sz="0" w:space="0" w:color="auto"/>
                            <w:left w:val="none" w:sz="0" w:space="0" w:color="auto"/>
                            <w:bottom w:val="none" w:sz="0" w:space="0" w:color="auto"/>
                            <w:right w:val="none" w:sz="0" w:space="0" w:color="auto"/>
                          </w:divBdr>
                        </w:div>
                        <w:div w:id="1695184118">
                          <w:marLeft w:val="0"/>
                          <w:marRight w:val="90"/>
                          <w:marTop w:val="0"/>
                          <w:marBottom w:val="0"/>
                          <w:divBdr>
                            <w:top w:val="none" w:sz="0" w:space="0" w:color="auto"/>
                            <w:left w:val="none" w:sz="0" w:space="0" w:color="auto"/>
                            <w:bottom w:val="none" w:sz="0" w:space="0" w:color="auto"/>
                            <w:right w:val="none" w:sz="0" w:space="0" w:color="auto"/>
                          </w:divBdr>
                        </w:div>
                        <w:div w:id="2004698422">
                          <w:marLeft w:val="0"/>
                          <w:marRight w:val="0"/>
                          <w:marTop w:val="0"/>
                          <w:marBottom w:val="0"/>
                          <w:divBdr>
                            <w:top w:val="none" w:sz="0" w:space="0" w:color="auto"/>
                            <w:left w:val="none" w:sz="0" w:space="0" w:color="auto"/>
                            <w:bottom w:val="none" w:sz="0" w:space="0" w:color="auto"/>
                            <w:right w:val="none" w:sz="0" w:space="0" w:color="auto"/>
                          </w:divBdr>
                        </w:div>
                        <w:div w:id="2122991354">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678888">
          <w:marLeft w:val="0"/>
          <w:marRight w:val="0"/>
          <w:marTop w:val="0"/>
          <w:marBottom w:val="450"/>
          <w:divBdr>
            <w:top w:val="none" w:sz="0" w:space="0" w:color="auto"/>
            <w:left w:val="none" w:sz="0" w:space="0" w:color="auto"/>
            <w:bottom w:val="none" w:sz="0" w:space="0" w:color="auto"/>
            <w:right w:val="none" w:sz="0" w:space="0" w:color="auto"/>
          </w:divBdr>
          <w:divsChild>
            <w:div w:id="1898709015">
              <w:marLeft w:val="0"/>
              <w:marRight w:val="0"/>
              <w:marTop w:val="0"/>
              <w:marBottom w:val="0"/>
              <w:divBdr>
                <w:top w:val="none" w:sz="0" w:space="0" w:color="auto"/>
                <w:left w:val="none" w:sz="0" w:space="0" w:color="auto"/>
                <w:bottom w:val="none" w:sz="0" w:space="0" w:color="auto"/>
                <w:right w:val="none" w:sz="0" w:space="0" w:color="auto"/>
              </w:divBdr>
              <w:divsChild>
                <w:div w:id="223486911">
                  <w:marLeft w:val="0"/>
                  <w:marRight w:val="0"/>
                  <w:marTop w:val="0"/>
                  <w:marBottom w:val="0"/>
                  <w:divBdr>
                    <w:top w:val="none" w:sz="0" w:space="0" w:color="auto"/>
                    <w:left w:val="none" w:sz="0" w:space="0" w:color="auto"/>
                    <w:bottom w:val="none" w:sz="0" w:space="0" w:color="auto"/>
                    <w:right w:val="none" w:sz="0" w:space="0" w:color="auto"/>
                  </w:divBdr>
                  <w:divsChild>
                    <w:div w:id="1746798716">
                      <w:marLeft w:val="0"/>
                      <w:marRight w:val="0"/>
                      <w:marTop w:val="0"/>
                      <w:marBottom w:val="150"/>
                      <w:divBdr>
                        <w:top w:val="none" w:sz="0" w:space="0" w:color="auto"/>
                        <w:left w:val="none" w:sz="0" w:space="0" w:color="auto"/>
                        <w:bottom w:val="none" w:sz="0" w:space="0" w:color="auto"/>
                        <w:right w:val="none" w:sz="0" w:space="0" w:color="auto"/>
                      </w:divBdr>
                      <w:divsChild>
                        <w:div w:id="713165254">
                          <w:marLeft w:val="0"/>
                          <w:marRight w:val="0"/>
                          <w:marTop w:val="0"/>
                          <w:marBottom w:val="0"/>
                          <w:divBdr>
                            <w:top w:val="none" w:sz="0" w:space="0" w:color="auto"/>
                            <w:left w:val="none" w:sz="0" w:space="0" w:color="auto"/>
                            <w:bottom w:val="none" w:sz="0" w:space="0" w:color="auto"/>
                            <w:right w:val="none" w:sz="0" w:space="0" w:color="auto"/>
                          </w:divBdr>
                          <w:divsChild>
                            <w:div w:id="663552221">
                              <w:marLeft w:val="0"/>
                              <w:marRight w:val="0"/>
                              <w:marTop w:val="0"/>
                              <w:marBottom w:val="0"/>
                              <w:divBdr>
                                <w:top w:val="none" w:sz="0" w:space="0" w:color="auto"/>
                                <w:left w:val="none" w:sz="0" w:space="0" w:color="auto"/>
                                <w:bottom w:val="none" w:sz="0" w:space="0" w:color="auto"/>
                                <w:right w:val="none" w:sz="0" w:space="0" w:color="auto"/>
                              </w:divBdr>
                            </w:div>
                            <w:div w:id="1816800817">
                              <w:marLeft w:val="0"/>
                              <w:marRight w:val="0"/>
                              <w:marTop w:val="0"/>
                              <w:marBottom w:val="150"/>
                              <w:divBdr>
                                <w:top w:val="none" w:sz="0" w:space="0" w:color="auto"/>
                                <w:left w:val="none" w:sz="0" w:space="0" w:color="auto"/>
                                <w:bottom w:val="none" w:sz="0" w:space="0" w:color="auto"/>
                                <w:right w:val="none" w:sz="0" w:space="0" w:color="auto"/>
                              </w:divBdr>
                            </w:div>
                          </w:divsChild>
                        </w:div>
                        <w:div w:id="132959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034032">
                  <w:marLeft w:val="0"/>
                  <w:marRight w:val="0"/>
                  <w:marTop w:val="0"/>
                  <w:marBottom w:val="0"/>
                  <w:divBdr>
                    <w:top w:val="none" w:sz="0" w:space="0" w:color="auto"/>
                    <w:left w:val="none" w:sz="0" w:space="0" w:color="auto"/>
                    <w:bottom w:val="none" w:sz="0" w:space="0" w:color="auto"/>
                    <w:right w:val="none" w:sz="0" w:space="0" w:color="auto"/>
                  </w:divBdr>
                  <w:divsChild>
                    <w:div w:id="376316264">
                      <w:marLeft w:val="0"/>
                      <w:marRight w:val="0"/>
                      <w:marTop w:val="0"/>
                      <w:marBottom w:val="150"/>
                      <w:divBdr>
                        <w:top w:val="none" w:sz="0" w:space="0" w:color="auto"/>
                        <w:left w:val="none" w:sz="0" w:space="0" w:color="auto"/>
                        <w:bottom w:val="none" w:sz="0" w:space="0" w:color="auto"/>
                        <w:right w:val="none" w:sz="0" w:space="0" w:color="auto"/>
                      </w:divBdr>
                      <w:divsChild>
                        <w:div w:id="292833197">
                          <w:marLeft w:val="0"/>
                          <w:marRight w:val="0"/>
                          <w:marTop w:val="0"/>
                          <w:marBottom w:val="0"/>
                          <w:divBdr>
                            <w:top w:val="none" w:sz="0" w:space="0" w:color="auto"/>
                            <w:left w:val="none" w:sz="0" w:space="0" w:color="auto"/>
                            <w:bottom w:val="none" w:sz="0" w:space="0" w:color="auto"/>
                            <w:right w:val="none" w:sz="0" w:space="0" w:color="auto"/>
                          </w:divBdr>
                          <w:divsChild>
                            <w:div w:id="1034502907">
                              <w:marLeft w:val="0"/>
                              <w:marRight w:val="0"/>
                              <w:marTop w:val="0"/>
                              <w:marBottom w:val="0"/>
                              <w:divBdr>
                                <w:top w:val="none" w:sz="0" w:space="0" w:color="auto"/>
                                <w:left w:val="none" w:sz="0" w:space="0" w:color="auto"/>
                                <w:bottom w:val="none" w:sz="0" w:space="0" w:color="auto"/>
                                <w:right w:val="none" w:sz="0" w:space="0" w:color="auto"/>
                              </w:divBdr>
                            </w:div>
                            <w:div w:id="1035696223">
                              <w:marLeft w:val="0"/>
                              <w:marRight w:val="0"/>
                              <w:marTop w:val="0"/>
                              <w:marBottom w:val="150"/>
                              <w:divBdr>
                                <w:top w:val="none" w:sz="0" w:space="0" w:color="auto"/>
                                <w:left w:val="none" w:sz="0" w:space="0" w:color="auto"/>
                                <w:bottom w:val="none" w:sz="0" w:space="0" w:color="auto"/>
                                <w:right w:val="none" w:sz="0" w:space="0" w:color="auto"/>
                              </w:divBdr>
                            </w:div>
                          </w:divsChild>
                        </w:div>
                        <w:div w:id="61212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816110">
                  <w:marLeft w:val="0"/>
                  <w:marRight w:val="0"/>
                  <w:marTop w:val="0"/>
                  <w:marBottom w:val="0"/>
                  <w:divBdr>
                    <w:top w:val="none" w:sz="0" w:space="0" w:color="auto"/>
                    <w:left w:val="none" w:sz="0" w:space="0" w:color="auto"/>
                    <w:bottom w:val="none" w:sz="0" w:space="0" w:color="auto"/>
                    <w:right w:val="none" w:sz="0" w:space="0" w:color="auto"/>
                  </w:divBdr>
                </w:div>
                <w:div w:id="1846245995">
                  <w:marLeft w:val="0"/>
                  <w:marRight w:val="0"/>
                  <w:marTop w:val="0"/>
                  <w:marBottom w:val="0"/>
                  <w:divBdr>
                    <w:top w:val="none" w:sz="0" w:space="0" w:color="auto"/>
                    <w:left w:val="none" w:sz="0" w:space="0" w:color="auto"/>
                    <w:bottom w:val="none" w:sz="0" w:space="0" w:color="auto"/>
                    <w:right w:val="none" w:sz="0" w:space="0" w:color="auto"/>
                  </w:divBdr>
                  <w:divsChild>
                    <w:div w:id="306208227">
                      <w:marLeft w:val="0"/>
                      <w:marRight w:val="0"/>
                      <w:marTop w:val="0"/>
                      <w:marBottom w:val="150"/>
                      <w:divBdr>
                        <w:top w:val="none" w:sz="0" w:space="0" w:color="auto"/>
                        <w:left w:val="none" w:sz="0" w:space="0" w:color="auto"/>
                        <w:bottom w:val="none" w:sz="0" w:space="0" w:color="auto"/>
                        <w:right w:val="none" w:sz="0" w:space="0" w:color="auto"/>
                      </w:divBdr>
                      <w:divsChild>
                        <w:div w:id="692414477">
                          <w:marLeft w:val="0"/>
                          <w:marRight w:val="0"/>
                          <w:marTop w:val="0"/>
                          <w:marBottom w:val="0"/>
                          <w:divBdr>
                            <w:top w:val="none" w:sz="0" w:space="0" w:color="auto"/>
                            <w:left w:val="none" w:sz="0" w:space="0" w:color="auto"/>
                            <w:bottom w:val="none" w:sz="0" w:space="0" w:color="auto"/>
                            <w:right w:val="none" w:sz="0" w:space="0" w:color="auto"/>
                          </w:divBdr>
                          <w:divsChild>
                            <w:div w:id="750929714">
                              <w:marLeft w:val="0"/>
                              <w:marRight w:val="0"/>
                              <w:marTop w:val="0"/>
                              <w:marBottom w:val="0"/>
                              <w:divBdr>
                                <w:top w:val="none" w:sz="0" w:space="0" w:color="auto"/>
                                <w:left w:val="none" w:sz="0" w:space="0" w:color="auto"/>
                                <w:bottom w:val="none" w:sz="0" w:space="0" w:color="auto"/>
                                <w:right w:val="none" w:sz="0" w:space="0" w:color="auto"/>
                              </w:divBdr>
                            </w:div>
                            <w:div w:id="17925543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ioinx.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Puredyne-Pressevorlage-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SharedWithUsers xmlns="7922725f-000b-404e-aae3-5c2dc82bec74">
      <UserInfo>
        <DisplayName>Gruber, Felix</DisplayName>
        <AccountId>388</AccountId>
        <AccountType/>
      </UserInfo>
      <UserInfo>
        <DisplayName>Demmelhuber, Sandra</DisplayName>
        <AccountId>411</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95F9C8-D58C-4E67-924C-C004155CFB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FA9FBE-DF62-4721-80CC-2C16369F315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3.xml><?xml version="1.0" encoding="utf-8"?>
<ds:datastoreItem xmlns:ds="http://schemas.openxmlformats.org/officeDocument/2006/customXml" ds:itemID="{67E5C691-C56D-440D-A027-E3F4DA3D8082}">
  <ds:schemaRefs>
    <ds:schemaRef ds:uri="http://schemas.openxmlformats.org/officeDocument/2006/bibliography"/>
  </ds:schemaRefs>
</ds:datastoreItem>
</file>

<file path=customXml/itemProps4.xml><?xml version="1.0" encoding="utf-8"?>
<ds:datastoreItem xmlns:ds="http://schemas.openxmlformats.org/officeDocument/2006/customXml" ds:itemID="{5CA7F932-76D1-4336-B691-0F96A58AFA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Puredyne-Pressevorlage-DE.dotx</Template>
  <TotalTime>0</TotalTime>
  <Pages>3</Pages>
  <Words>739</Words>
  <Characters>4661</Characters>
  <Application>Microsoft Office Word</Application>
  <DocSecurity>0</DocSecurity>
  <Lines>38</Lines>
  <Paragraphs>10</Paragraphs>
  <ScaleCrop>false</ScaleCrop>
  <Company/>
  <LinksUpToDate>false</LinksUpToDate>
  <CharactersWithSpaces>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Kiesenbauer, Lisa</dc:creator>
  <cp:keywords/>
  <cp:lastModifiedBy>Kiesenbauer, Lisa</cp:lastModifiedBy>
  <cp:revision>154</cp:revision>
  <dcterms:created xsi:type="dcterms:W3CDTF">2023-11-17T22:12:00Z</dcterms:created>
  <dcterms:modified xsi:type="dcterms:W3CDTF">2023-12-05T14:16:00Z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8200</vt:r8>
  </property>
  <property fmtid="{D5CDD505-2E9C-101B-9397-08002B2CF9AE}" pid="4" name="MediaServiceImageTags">
    <vt:lpwstr/>
  </property>
</Properties>
</file>